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6D08DA" w14:textId="77777777" w:rsidR="00061CBA" w:rsidRPr="00FC2B89" w:rsidRDefault="00EB67A3" w:rsidP="001A42FD">
      <w:pPr>
        <w:jc w:val="center"/>
        <w:rPr>
          <w:b/>
          <w:bCs/>
          <w:sz w:val="28"/>
          <w:szCs w:val="28"/>
        </w:rPr>
      </w:pPr>
      <w:r w:rsidRPr="00EB67A3">
        <w:rPr>
          <w:b/>
          <w:bCs/>
          <w:sz w:val="28"/>
          <w:szCs w:val="28"/>
        </w:rPr>
        <w:t>RECURSOS TECNOLÓGICOS DEL ESTUDIANTE</w:t>
      </w:r>
    </w:p>
    <w:p w14:paraId="20F98982" w14:textId="77777777" w:rsidR="001A42FD" w:rsidRDefault="001A42FD" w:rsidP="001A42FD">
      <w:pPr>
        <w:jc w:val="center"/>
      </w:pPr>
    </w:p>
    <w:p w14:paraId="201D12E0" w14:textId="49EF9203" w:rsidR="001A42FD" w:rsidRDefault="001A42FD" w:rsidP="001A42FD">
      <w:pPr>
        <w:jc w:val="both"/>
      </w:pPr>
      <w:r>
        <w:t xml:space="preserve">Yo, </w:t>
      </w:r>
      <w:r w:rsidRPr="001A42FD">
        <w:rPr>
          <w:b/>
          <w:bCs/>
          <w:highlight w:val="yellow"/>
        </w:rPr>
        <w:t>NOMBRE COMPLETO, EN NEGRITA Y MAYÚSCULA</w:t>
      </w:r>
      <w:r>
        <w:t xml:space="preserve"> matriculado en la Carrera de Ingeniería en Sistemas de la Universidad Nacional Autónoma de Honduras (UNAH) en Ciudad Universitaria (CU), con número de cuenta </w:t>
      </w:r>
      <w:r w:rsidRPr="001A42FD">
        <w:rPr>
          <w:b/>
          <w:bCs/>
          <w:highlight w:val="yellow"/>
        </w:rPr>
        <w:t>NO. CUENTA</w:t>
      </w:r>
      <w:r>
        <w:t xml:space="preserve">, por este medio </w:t>
      </w:r>
      <w:r w:rsidR="00EB67A3">
        <w:t xml:space="preserve">hago constar que, para la </w:t>
      </w:r>
      <w:r w:rsidR="002964B1">
        <w:t>realización</w:t>
      </w:r>
      <w:r w:rsidR="00EB67A3">
        <w:t xml:space="preserve"> de la práctica profesional supervisada en la modalidad de </w:t>
      </w:r>
      <w:r w:rsidR="00EB67A3" w:rsidRPr="00987F9C">
        <w:rPr>
          <w:highlight w:val="yellow"/>
        </w:rPr>
        <w:t>teletrabajo</w:t>
      </w:r>
      <w:r w:rsidR="00987F9C" w:rsidRPr="00987F9C">
        <w:rPr>
          <w:highlight w:val="yellow"/>
        </w:rPr>
        <w:t>/presencial</w:t>
      </w:r>
      <w:r w:rsidR="00EB67A3">
        <w:t>, cuento con los siguientes recursos tecnológicos que permitirán el correcto desarrollo de las actividades: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470"/>
      </w:tblGrid>
      <w:tr w:rsidR="00EB67A3" w14:paraId="3E80F278" w14:textId="77777777" w:rsidTr="005F50F3">
        <w:tc>
          <w:tcPr>
            <w:tcW w:w="3510" w:type="dxa"/>
          </w:tcPr>
          <w:p w14:paraId="1669DC44" w14:textId="77777777" w:rsidR="00EB67A3" w:rsidRPr="00EB67A3" w:rsidRDefault="00EB67A3" w:rsidP="00EB67A3">
            <w:pPr>
              <w:jc w:val="center"/>
              <w:rPr>
                <w:b/>
                <w:bCs/>
              </w:rPr>
            </w:pPr>
            <w:r w:rsidRPr="00EB67A3">
              <w:rPr>
                <w:b/>
                <w:bCs/>
              </w:rPr>
              <w:t>Recurso</w:t>
            </w:r>
          </w:p>
        </w:tc>
        <w:tc>
          <w:tcPr>
            <w:tcW w:w="5470" w:type="dxa"/>
          </w:tcPr>
          <w:p w14:paraId="7633DBB7" w14:textId="77777777" w:rsidR="00EB67A3" w:rsidRPr="00EB67A3" w:rsidRDefault="00EB67A3" w:rsidP="00EB67A3">
            <w:pPr>
              <w:jc w:val="center"/>
              <w:rPr>
                <w:b/>
                <w:bCs/>
              </w:rPr>
            </w:pPr>
            <w:r w:rsidRPr="00EB67A3">
              <w:rPr>
                <w:b/>
                <w:bCs/>
              </w:rPr>
              <w:t>Observación</w:t>
            </w:r>
          </w:p>
        </w:tc>
      </w:tr>
      <w:tr w:rsidR="00EB67A3" w14:paraId="62E5553A" w14:textId="77777777" w:rsidTr="005F50F3">
        <w:tc>
          <w:tcPr>
            <w:tcW w:w="3510" w:type="dxa"/>
          </w:tcPr>
          <w:p w14:paraId="73E2AA26" w14:textId="77777777" w:rsidR="00EB67A3" w:rsidRDefault="00EB67A3" w:rsidP="001A42FD">
            <w:pPr>
              <w:jc w:val="both"/>
            </w:pPr>
            <w:r>
              <w:t>Computadora de escritorio o laptop</w:t>
            </w:r>
          </w:p>
        </w:tc>
        <w:tc>
          <w:tcPr>
            <w:tcW w:w="5470" w:type="dxa"/>
          </w:tcPr>
          <w:p w14:paraId="59A67BB9" w14:textId="77777777" w:rsidR="00EB67A3" w:rsidRDefault="00EB67A3" w:rsidP="001A42FD">
            <w:pPr>
              <w:jc w:val="both"/>
            </w:pPr>
            <w:r w:rsidRPr="00EB67A3">
              <w:rPr>
                <w:highlight w:val="yellow"/>
              </w:rPr>
              <w:t>Agregar una breve descripción del equip</w:t>
            </w:r>
            <w:r w:rsidR="00066EB5">
              <w:rPr>
                <w:highlight w:val="yellow"/>
              </w:rPr>
              <w:t>o.</w:t>
            </w:r>
          </w:p>
        </w:tc>
      </w:tr>
      <w:tr w:rsidR="00EB67A3" w14:paraId="2C7519BF" w14:textId="77777777" w:rsidTr="005F50F3">
        <w:tc>
          <w:tcPr>
            <w:tcW w:w="3510" w:type="dxa"/>
          </w:tcPr>
          <w:p w14:paraId="130376ED" w14:textId="77777777" w:rsidR="00EB67A3" w:rsidRDefault="00EB67A3" w:rsidP="001A42FD">
            <w:pPr>
              <w:jc w:val="both"/>
            </w:pPr>
            <w:r>
              <w:t>Acceso a conexión de internet</w:t>
            </w:r>
          </w:p>
        </w:tc>
        <w:tc>
          <w:tcPr>
            <w:tcW w:w="5470" w:type="dxa"/>
          </w:tcPr>
          <w:p w14:paraId="06F6284F" w14:textId="77777777" w:rsidR="00EB67A3" w:rsidRPr="00EB67A3" w:rsidRDefault="00EB67A3" w:rsidP="001A42FD">
            <w:pPr>
              <w:jc w:val="both"/>
            </w:pPr>
            <w:r w:rsidRPr="00EB67A3">
              <w:rPr>
                <w:highlight w:val="yellow"/>
              </w:rPr>
              <w:t>Explicar de cuánto es el ancho de banda contratado y si es internet residencial o móvi</w:t>
            </w:r>
            <w:r w:rsidR="00066EB5">
              <w:rPr>
                <w:highlight w:val="yellow"/>
              </w:rPr>
              <w:t>l.</w:t>
            </w:r>
          </w:p>
        </w:tc>
      </w:tr>
      <w:tr w:rsidR="00C60B52" w14:paraId="0EDC62F6" w14:textId="77777777" w:rsidTr="005F50F3">
        <w:tc>
          <w:tcPr>
            <w:tcW w:w="3510" w:type="dxa"/>
          </w:tcPr>
          <w:p w14:paraId="23696CF6" w14:textId="77777777" w:rsidR="00C60B52" w:rsidRDefault="00C60B52" w:rsidP="001A42FD">
            <w:pPr>
              <w:jc w:val="both"/>
            </w:pPr>
            <w:r>
              <w:t>Otro:</w:t>
            </w:r>
          </w:p>
        </w:tc>
        <w:tc>
          <w:tcPr>
            <w:tcW w:w="5470" w:type="dxa"/>
          </w:tcPr>
          <w:p w14:paraId="1E85D22A" w14:textId="77777777" w:rsidR="00C60B52" w:rsidRPr="00EB67A3" w:rsidRDefault="00C60B52" w:rsidP="001A42FD"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  <w:t>Agregar la descripción, si no existe entonces dejar en blanco esta celda.</w:t>
            </w:r>
          </w:p>
        </w:tc>
      </w:tr>
    </w:tbl>
    <w:p w14:paraId="37CD38B5" w14:textId="77777777" w:rsidR="00EB67A3" w:rsidRDefault="00EB67A3" w:rsidP="0036298A">
      <w:pPr>
        <w:spacing w:after="0" w:line="240" w:lineRule="auto"/>
        <w:jc w:val="both"/>
      </w:pPr>
    </w:p>
    <w:p w14:paraId="57053A37" w14:textId="77777777" w:rsidR="001A42FD" w:rsidRDefault="001A42FD" w:rsidP="001A42FD">
      <w:pPr>
        <w:jc w:val="both"/>
      </w:pPr>
      <w:r>
        <w:t>Los datos proporcionados en esta nota son verídicos y exactos</w:t>
      </w:r>
      <w:r w:rsidR="0036298A">
        <w:t xml:space="preserve">, garantizando un desempeño adecuado en todas las asignaciones que </w:t>
      </w:r>
      <w:r w:rsidR="00B76A70">
        <w:t>llevaré a cabo</w:t>
      </w:r>
      <w:r w:rsidR="0036298A">
        <w:t xml:space="preserve"> en la práctica profesional supervisada</w:t>
      </w:r>
      <w:r w:rsidR="003F2EFD">
        <w:t>.</w:t>
      </w:r>
    </w:p>
    <w:p w14:paraId="7E972E3D" w14:textId="77777777" w:rsidR="005F50F3" w:rsidRDefault="005F50F3" w:rsidP="001A42FD">
      <w:pPr>
        <w:jc w:val="both"/>
      </w:pPr>
      <w:r>
        <w:t>Adjunto el contrato por alquiler del servicio de internet residencial o móvil</w:t>
      </w:r>
      <w:r w:rsidR="0049553C">
        <w:t xml:space="preserve">, además de </w:t>
      </w:r>
      <w:r>
        <w:t>captura de pantalla de las especificaciones técnicas de la computadora</w:t>
      </w:r>
      <w:r w:rsidR="0049553C">
        <w:t xml:space="preserve"> anteriormente descrita</w:t>
      </w:r>
      <w:r>
        <w:t>.</w:t>
      </w:r>
      <w:r w:rsidR="00671551">
        <w:t xml:space="preserve"> </w:t>
      </w:r>
      <w:r w:rsidR="00671551" w:rsidRPr="00671551">
        <w:rPr>
          <w:b/>
          <w:bCs/>
          <w:highlight w:val="yellow"/>
        </w:rPr>
        <w:t>ADJUNTAR IMÁGENES SOLICITADAS Y QUE SE VEAN DE FORMA CLARA</w:t>
      </w:r>
    </w:p>
    <w:p w14:paraId="08D5C756" w14:textId="77777777" w:rsidR="001A42FD" w:rsidRPr="001A42FD" w:rsidRDefault="00B16B76" w:rsidP="001A42FD">
      <w:pPr>
        <w:jc w:val="both"/>
      </w:pPr>
      <w:r>
        <w:t>F</w:t>
      </w:r>
      <w:r w:rsidR="001A42FD">
        <w:t xml:space="preserve">irmo la nota a los </w:t>
      </w:r>
      <w:r w:rsidR="001A42FD" w:rsidRPr="001A42FD">
        <w:rPr>
          <w:b/>
          <w:bCs/>
          <w:highlight w:val="yellow"/>
        </w:rPr>
        <w:t>NÚMERO DE DÍA</w:t>
      </w:r>
      <w:r w:rsidR="001A42FD">
        <w:t xml:space="preserve"> del mes de </w:t>
      </w:r>
      <w:r w:rsidR="001A42FD" w:rsidRPr="001A42FD">
        <w:rPr>
          <w:b/>
          <w:bCs/>
          <w:highlight w:val="yellow"/>
        </w:rPr>
        <w:t>NOMBRE MES</w:t>
      </w:r>
      <w:r w:rsidR="001A42FD">
        <w:t xml:space="preserve"> de </w:t>
      </w:r>
      <w:r w:rsidR="001A42FD" w:rsidRPr="001A42FD">
        <w:rPr>
          <w:b/>
          <w:bCs/>
          <w:highlight w:val="yellow"/>
        </w:rPr>
        <w:t>NÚMERO</w:t>
      </w:r>
      <w:r w:rsidR="001A42FD" w:rsidRPr="001A42FD">
        <w:rPr>
          <w:highlight w:val="yellow"/>
        </w:rPr>
        <w:t xml:space="preserve"> </w:t>
      </w:r>
      <w:r w:rsidR="001A42FD" w:rsidRPr="001A42FD">
        <w:rPr>
          <w:b/>
          <w:bCs/>
          <w:highlight w:val="yellow"/>
        </w:rPr>
        <w:t>AÑO</w:t>
      </w:r>
      <w:r w:rsidR="001A42FD">
        <w:rPr>
          <w:b/>
          <w:bCs/>
        </w:rPr>
        <w:t xml:space="preserve"> </w:t>
      </w:r>
      <w:r w:rsidR="001A42FD">
        <w:t xml:space="preserve">en la ciudad de </w:t>
      </w:r>
      <w:r w:rsidRPr="00B16B76">
        <w:rPr>
          <w:b/>
          <w:bCs/>
          <w:highlight w:val="yellow"/>
        </w:rPr>
        <w:t>NOMBRE DE CIUDAD</w:t>
      </w:r>
      <w:r w:rsidR="001A42FD">
        <w:t xml:space="preserve">, </w:t>
      </w:r>
      <w:r w:rsidRPr="00B16B76">
        <w:rPr>
          <w:b/>
          <w:bCs/>
          <w:highlight w:val="yellow"/>
        </w:rPr>
        <w:t>NOMBRE DEPARTAMENTO</w:t>
      </w:r>
      <w:r w:rsidR="001A42FD">
        <w:t>.</w:t>
      </w:r>
    </w:p>
    <w:p w14:paraId="0C4CD462" w14:textId="77777777" w:rsidR="002C5178" w:rsidRDefault="002C5178" w:rsidP="001A42FD">
      <w:pPr>
        <w:jc w:val="both"/>
        <w:rPr>
          <w:b/>
          <w:bCs/>
        </w:rPr>
      </w:pPr>
    </w:p>
    <w:p w14:paraId="7A7C7888" w14:textId="77777777"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Firma manuscrita, no debe ser digital</w:t>
      </w:r>
    </w:p>
    <w:p w14:paraId="1428FDCF" w14:textId="77777777"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>
        <w:rPr>
          <w:b/>
          <w:sz w:val="26"/>
          <w:szCs w:val="26"/>
          <w:lang w:val="es-HN"/>
        </w:rPr>
        <w:t>____________________________</w:t>
      </w:r>
    </w:p>
    <w:p w14:paraId="039DA02E" w14:textId="77777777" w:rsidR="001A42FD" w:rsidRPr="008D6011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Nombre del estudiante</w:t>
      </w:r>
    </w:p>
    <w:p w14:paraId="5116BE1B" w14:textId="77777777" w:rsidR="001A42FD" w:rsidRDefault="001A42FD" w:rsidP="00320D5A">
      <w:pPr>
        <w:pStyle w:val="Sinespaciado"/>
        <w:tabs>
          <w:tab w:val="left" w:pos="375"/>
        </w:tabs>
        <w:jc w:val="center"/>
        <w:rPr>
          <w:sz w:val="24"/>
          <w:szCs w:val="24"/>
          <w:lang w:val="es-HN"/>
        </w:rPr>
      </w:pPr>
      <w:r>
        <w:rPr>
          <w:sz w:val="24"/>
          <w:szCs w:val="24"/>
          <w:lang w:val="es-HN"/>
        </w:rPr>
        <w:t>ESTUDIANTE DE</w:t>
      </w:r>
      <w:r w:rsidR="00FD3483">
        <w:rPr>
          <w:sz w:val="24"/>
          <w:szCs w:val="24"/>
          <w:lang w:val="es-HN"/>
        </w:rPr>
        <w:t xml:space="preserve"> </w:t>
      </w:r>
      <w:r>
        <w:rPr>
          <w:sz w:val="24"/>
          <w:szCs w:val="24"/>
          <w:lang w:val="es-HN"/>
        </w:rPr>
        <w:t>INGENIERÍA EN SISTEMAS</w:t>
      </w:r>
    </w:p>
    <w:p w14:paraId="7087F0E4" w14:textId="77777777" w:rsidR="00AD6081" w:rsidRPr="00AD6081" w:rsidRDefault="00AD6081" w:rsidP="00AD6081">
      <w:pPr>
        <w:tabs>
          <w:tab w:val="left" w:pos="2815"/>
        </w:tabs>
      </w:pPr>
      <w:r>
        <w:tab/>
      </w:r>
    </w:p>
    <w:sectPr w:rsidR="00AD6081" w:rsidRPr="00AD6081" w:rsidSect="00CD1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0987F" w14:textId="77777777" w:rsidR="00B54104" w:rsidRDefault="00B54104" w:rsidP="00474875">
      <w:r>
        <w:separator/>
      </w:r>
    </w:p>
  </w:endnote>
  <w:endnote w:type="continuationSeparator" w:id="0">
    <w:p w14:paraId="72C91C32" w14:textId="77777777" w:rsidR="00B54104" w:rsidRDefault="00B54104" w:rsidP="0047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Helvetica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F5E86" w14:textId="77777777" w:rsidR="00AD6081" w:rsidRDefault="00AD608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18175" w14:textId="77777777" w:rsidR="00AD6081" w:rsidRDefault="00AD6081" w:rsidP="00FD6B82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</w:p>
  <w:p w14:paraId="6C604B1B" w14:textId="77777777" w:rsidR="00FD6B82" w:rsidRPr="00B06CC7" w:rsidRDefault="00FD6B82" w:rsidP="00FD6B82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  <w:r>
      <w:rPr>
        <w:rFonts w:ascii="HelveticaNeueLT Std" w:hAnsi="HelveticaNeueLT Std"/>
        <w:b/>
        <w:i/>
        <w:color w:val="1F497D"/>
        <w:sz w:val="20"/>
      </w:rPr>
      <w:t>“La Educación es la Primera Necesidad de la República”</w:t>
    </w:r>
  </w:p>
  <w:p w14:paraId="452E3056" w14:textId="77777777" w:rsidR="00FD6B82" w:rsidRDefault="00FD6B82" w:rsidP="00FD6B82">
    <w:pPr>
      <w:pStyle w:val="Piedepgina"/>
      <w:rPr>
        <w:noProof/>
        <w:lang w:eastAsia="es-HN"/>
      </w:rPr>
    </w:pPr>
  </w:p>
  <w:p w14:paraId="180131E1" w14:textId="77777777" w:rsidR="00FD6B82" w:rsidRDefault="00FD6B82" w:rsidP="00FD6B82">
    <w:pPr>
      <w:pStyle w:val="Piedepgina"/>
    </w:pPr>
    <w:r>
      <w:rPr>
        <w:noProof/>
        <w:lang w:eastAsia="es-HN"/>
      </w:rPr>
      <w:drawing>
        <wp:anchor distT="0" distB="0" distL="114300" distR="114300" simplePos="0" relativeHeight="251667456" behindDoc="0" locked="0" layoutInCell="1" allowOverlap="1" wp14:anchorId="0499399B" wp14:editId="0543AD94">
          <wp:simplePos x="0" y="0"/>
          <wp:positionH relativeFrom="page">
            <wp:posOffset>-3175</wp:posOffset>
          </wp:positionH>
          <wp:positionV relativeFrom="paragraph">
            <wp:posOffset>3810</wp:posOffset>
          </wp:positionV>
          <wp:extent cx="7775575" cy="538480"/>
          <wp:effectExtent l="0" t="0" r="0" b="0"/>
          <wp:wrapThrough wrapText="bothSides">
            <wp:wrapPolygon edited="0">
              <wp:start x="0" y="0"/>
              <wp:lineTo x="0" y="10698"/>
              <wp:lineTo x="20586" y="12226"/>
              <wp:lineTo x="20586" y="20632"/>
              <wp:lineTo x="21538" y="20632"/>
              <wp:lineTo x="21538" y="0"/>
              <wp:lineTo x="0" y="0"/>
            </wp:wrapPolygon>
          </wp:wrapThrough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0E34807" w14:textId="77777777" w:rsidR="00CC1662" w:rsidRPr="00FD6B82" w:rsidRDefault="00CC1662" w:rsidP="00FD6B82">
    <w:pPr>
      <w:pStyle w:val="Piedepgina"/>
    </w:pPr>
    <w:r w:rsidRPr="00FD6B82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E139C" w14:textId="77777777" w:rsidR="00AD6081" w:rsidRDefault="00AD608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160BF1" w14:textId="77777777" w:rsidR="00B54104" w:rsidRDefault="00B54104" w:rsidP="00474875">
      <w:r>
        <w:separator/>
      </w:r>
    </w:p>
  </w:footnote>
  <w:footnote w:type="continuationSeparator" w:id="0">
    <w:p w14:paraId="5044B1E5" w14:textId="77777777" w:rsidR="00B54104" w:rsidRDefault="00B54104" w:rsidP="0047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C27D8" w14:textId="77777777" w:rsidR="00AD6081" w:rsidRDefault="00AD608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82204" w14:textId="77777777" w:rsidR="00FD6B82" w:rsidRDefault="00FD6B82" w:rsidP="00FD6B82">
    <w:pPr>
      <w:pStyle w:val="Encabezado"/>
      <w:tabs>
        <w:tab w:val="left" w:pos="142"/>
        <w:tab w:val="left" w:pos="7230"/>
      </w:tabs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ECA1C8" wp14:editId="28073499">
              <wp:simplePos x="0" y="0"/>
              <wp:positionH relativeFrom="column">
                <wp:posOffset>3608510</wp:posOffset>
              </wp:positionH>
              <wp:positionV relativeFrom="paragraph">
                <wp:posOffset>-17145</wp:posOffset>
              </wp:positionV>
              <wp:extent cx="2360930" cy="5143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66B812" w14:textId="77777777" w:rsidR="00FD6B82" w:rsidRDefault="00FD6B82" w:rsidP="00FD6B82">
                          <w:pPr>
                            <w:pStyle w:val="TableContents"/>
                            <w:jc w:val="center"/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Light" w:hAnsi="Helvetica Light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Planta: (504)2216-3000 Ext. 100573</w:t>
                          </w:r>
                        </w:p>
                        <w:p w14:paraId="4FB051F2" w14:textId="77777777" w:rsidR="00FD6B82" w:rsidRPr="004D47A0" w:rsidRDefault="00FD6B82" w:rsidP="00FD6B82">
                          <w:pPr>
                            <w:pStyle w:val="Sinespaciado"/>
                            <w:jc w:val="right"/>
                            <w:rPr>
                              <w:rFonts w:ascii="Cambria" w:eastAsia="Times New Roman" w:hAnsi="Cambria"/>
                              <w:b/>
                              <w:i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Edificio B2, 4to. Piso, Pasillo Izquierdo</w:t>
                          </w:r>
                        </w:p>
                        <w:p w14:paraId="3A448EBA" w14:textId="77777777" w:rsidR="00FD6B82" w:rsidRDefault="00FD6B82" w:rsidP="00FD6B8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ECA1C8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284.15pt;margin-top:-1.35pt;width:185.9pt;height:40.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" stroked="f">
              <v:textbox>
                <w:txbxContent>
                  <w:p w14:paraId="1066B812" w14:textId="77777777" w:rsidR="00FD6B82" w:rsidRDefault="00FD6B82" w:rsidP="00FD6B82">
                    <w:pPr>
                      <w:pStyle w:val="TableContents"/>
                      <w:jc w:val="center"/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</w:pPr>
                    <w:r>
                      <w:rPr>
                        <w:rFonts w:ascii="Helvetica Light" w:hAnsi="Helvetica Light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Planta: (504)2216-3000 Ext. 100573</w:t>
                    </w:r>
                  </w:p>
                  <w:p w14:paraId="4FB051F2" w14:textId="77777777" w:rsidR="00FD6B82" w:rsidRPr="004D47A0" w:rsidRDefault="00FD6B82" w:rsidP="00FD6B82">
                    <w:pPr>
                      <w:pStyle w:val="Sinespaciado"/>
                      <w:jc w:val="right"/>
                      <w:rPr>
                        <w:rFonts w:ascii="Cambria" w:eastAsia="Times New Roman" w:hAnsi="Cambria"/>
                        <w:b/>
                        <w:i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Edificio B2, 4to. Piso, Pasillo Izquierdo</w:t>
                    </w:r>
                  </w:p>
                  <w:p w14:paraId="3A448EBA" w14:textId="77777777" w:rsidR="00FD6B82" w:rsidRDefault="00FD6B82" w:rsidP="00FD6B82"/>
                </w:txbxContent>
              </v:textbox>
              <w10:wrap type="square"/>
            </v:shape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7799B3D" wp14:editId="4F453BD7">
              <wp:simplePos x="0" y="0"/>
              <wp:positionH relativeFrom="rightMargin">
                <wp:posOffset>220980</wp:posOffset>
              </wp:positionH>
              <wp:positionV relativeFrom="paragraph">
                <wp:posOffset>-55245</wp:posOffset>
              </wp:positionV>
              <wp:extent cx="257175" cy="1082675"/>
              <wp:effectExtent l="0" t="0" r="9525" b="3175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175" cy="10826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05680D6" id="Rectángulo 6" o:spid="_x0000_s1026" style="position:absolute;margin-left:17.4pt;margin-top:-4.35pt;width:20.25pt;height:85.25pt;z-index:25166336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" fillcolor="#fc0" stroked="f" strokeweight="2pt">
              <w10:wrap anchorx="margin"/>
            </v:rect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65408" behindDoc="0" locked="0" layoutInCell="1" allowOverlap="1" wp14:anchorId="2E15884A" wp14:editId="0B1A48EA">
          <wp:simplePos x="0" y="0"/>
          <wp:positionH relativeFrom="column">
            <wp:posOffset>2597150</wp:posOffset>
          </wp:positionH>
          <wp:positionV relativeFrom="paragraph">
            <wp:posOffset>-86995</wp:posOffset>
          </wp:positionV>
          <wp:extent cx="958850" cy="958850"/>
          <wp:effectExtent l="0" t="0" r="0" b="0"/>
          <wp:wrapNone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4384" behindDoc="0" locked="0" layoutInCell="1" allowOverlap="1" wp14:anchorId="0A6BFE2C" wp14:editId="6C028432">
          <wp:simplePos x="0" y="0"/>
          <wp:positionH relativeFrom="margin">
            <wp:posOffset>1502391</wp:posOffset>
          </wp:positionH>
          <wp:positionV relativeFrom="paragraph">
            <wp:posOffset>-134004</wp:posOffset>
          </wp:positionV>
          <wp:extent cx="1028700" cy="1028700"/>
          <wp:effectExtent l="0" t="0" r="0" b="0"/>
          <wp:wrapNone/>
          <wp:docPr id="51" name="Imagen 51" descr="Facultad de IngenierÃ­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IngenierÃ­a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6CC7"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61312" behindDoc="0" locked="0" layoutInCell="1" allowOverlap="1" wp14:anchorId="3796646E" wp14:editId="1F97A9F4">
          <wp:simplePos x="0" y="0"/>
          <wp:positionH relativeFrom="column">
            <wp:posOffset>-281580</wp:posOffset>
          </wp:positionH>
          <wp:positionV relativeFrom="paragraph">
            <wp:posOffset>-133378</wp:posOffset>
          </wp:positionV>
          <wp:extent cx="1723869" cy="1095375"/>
          <wp:effectExtent l="0" t="0" r="0" b="0"/>
          <wp:wrapNone/>
          <wp:docPr id="52" name="Imagen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69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DDBE14" w14:textId="77777777" w:rsidR="00FD6B82" w:rsidRDefault="00FD6B82" w:rsidP="00FD6B82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4AD2022C" w14:textId="77777777" w:rsidR="00FD6B82" w:rsidRDefault="00FD6B82" w:rsidP="00FD6B82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75AA2407" w14:textId="77777777" w:rsidR="00FD6B82" w:rsidRDefault="00FD6B82" w:rsidP="00FD6B82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1B351CC7" w14:textId="77777777" w:rsidR="00FD6B82" w:rsidRDefault="00FD6B82" w:rsidP="00FD6B82">
    <w:pPr>
      <w:pStyle w:val="Sinespaciado"/>
      <w:jc w:val="right"/>
      <w:rPr>
        <w:rFonts w:ascii="Helvetica Light" w:hAnsi="Helvetica Light"/>
        <w:sz w:val="20"/>
        <w:szCs w:val="20"/>
      </w:rPr>
    </w:pPr>
  </w:p>
  <w:p w14:paraId="5F9DB810" w14:textId="77777777" w:rsidR="00FD6B82" w:rsidRDefault="00FD6B82" w:rsidP="00FD6B82">
    <w:pPr>
      <w:pStyle w:val="Sinespaciado"/>
      <w:ind w:left="-142"/>
      <w:jc w:val="right"/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185FAEE3" wp14:editId="29C50B9D">
              <wp:simplePos x="0" y="0"/>
              <wp:positionH relativeFrom="column">
                <wp:posOffset>487680</wp:posOffset>
              </wp:positionH>
              <wp:positionV relativeFrom="paragraph">
                <wp:posOffset>155575</wp:posOffset>
              </wp:positionV>
              <wp:extent cx="4353560" cy="299720"/>
              <wp:effectExtent l="0" t="0" r="889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A8E79D" w14:textId="77777777" w:rsidR="00FD6B82" w:rsidRPr="00887F6D" w:rsidRDefault="00FD6B82" w:rsidP="00FD6B82">
                          <w:pPr>
                            <w:pStyle w:val="Encabezado"/>
                            <w:tabs>
                              <w:tab w:val="left" w:pos="2565"/>
                            </w:tabs>
                            <w:spacing w:line="276" w:lineRule="auto"/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DEPARTAMENTO DE INGENIERÍA EN SISTEMAS</w:t>
                          </w:r>
                          <w:r w:rsidRPr="00887F6D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                                               </w:t>
                          </w:r>
                        </w:p>
                        <w:p w14:paraId="1DCA5445" w14:textId="77777777" w:rsidR="00FD6B82" w:rsidRDefault="00FD6B82" w:rsidP="00FD6B8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5FAEE3" id="_x0000_s1027" type="#_x0000_t202" style="position:absolute;left:0;text-align:left;margin-left:38.4pt;margin-top:12.25pt;width:342.8pt;height:23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" stroked="f">
              <v:textbox>
                <w:txbxContent>
                  <w:p w14:paraId="4FA8E79D" w14:textId="77777777" w:rsidR="00FD6B82" w:rsidRPr="00887F6D" w:rsidRDefault="00FD6B82" w:rsidP="00FD6B82">
                    <w:pPr>
                      <w:pStyle w:val="Encabezado"/>
                      <w:tabs>
                        <w:tab w:val="left" w:pos="2565"/>
                      </w:tabs>
                      <w:spacing w:line="276" w:lineRule="auto"/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</w:pP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DEPARTAMENTO DE INGENIERÍA EN SISTEMAS</w:t>
                    </w:r>
                    <w:r w:rsidRPr="00887F6D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                                               </w:t>
                    </w:r>
                  </w:p>
                  <w:p w14:paraId="1DCA5445" w14:textId="77777777" w:rsidR="00FD6B82" w:rsidRDefault="00FD6B82" w:rsidP="00FD6B82"/>
                </w:txbxContent>
              </v:textbox>
              <w10:wrap type="square"/>
            </v:shape>
          </w:pict>
        </mc:Fallback>
      </mc:AlternateContent>
    </w:r>
  </w:p>
  <w:p w14:paraId="40AB1960" w14:textId="77777777" w:rsidR="00FD6B82" w:rsidRPr="004D47A0" w:rsidRDefault="00FD6B82" w:rsidP="00FD6B82">
    <w:pPr>
      <w:pStyle w:val="Sinespaciado"/>
      <w:jc w:val="right"/>
      <w:rPr>
        <w:rFonts w:ascii="Cambria" w:eastAsia="Times New Roman" w:hAnsi="Cambria"/>
        <w:b/>
        <w:i/>
        <w:color w:val="1F497D"/>
        <w:sz w:val="16"/>
        <w:szCs w:val="16"/>
      </w:rPr>
    </w:pPr>
    <w:r w:rsidRPr="0021797A">
      <w:rPr>
        <w:noProof/>
        <w:lang w:val="es-HN" w:eastAsia="es-HN"/>
      </w:rPr>
      <w:drawing>
        <wp:anchor distT="0" distB="0" distL="114300" distR="114300" simplePos="0" relativeHeight="251659264" behindDoc="1" locked="0" layoutInCell="1" allowOverlap="1" wp14:anchorId="075B5503" wp14:editId="55D918CC">
          <wp:simplePos x="0" y="0"/>
          <wp:positionH relativeFrom="column">
            <wp:posOffset>3750945</wp:posOffset>
          </wp:positionH>
          <wp:positionV relativeFrom="paragraph">
            <wp:posOffset>2910205</wp:posOffset>
          </wp:positionV>
          <wp:extent cx="3317875" cy="4618990"/>
          <wp:effectExtent l="0" t="0" r="0" b="0"/>
          <wp:wrapNone/>
          <wp:docPr id="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875" cy="461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 Light" w:hAnsi="Helvetica Light"/>
        <w:sz w:val="20"/>
        <w:szCs w:val="20"/>
      </w:rPr>
      <w:t xml:space="preserve">                                                                                      </w:t>
    </w:r>
  </w:p>
  <w:p w14:paraId="7EF9505D" w14:textId="77777777" w:rsidR="00FD6B82" w:rsidRPr="00887F6D" w:rsidRDefault="00FD6B82" w:rsidP="00FD6B82">
    <w:pPr>
      <w:pStyle w:val="Encabezado"/>
      <w:tabs>
        <w:tab w:val="left" w:pos="2565"/>
      </w:tabs>
      <w:spacing w:line="276" w:lineRule="auto"/>
      <w:rPr>
        <w:rFonts w:ascii="HelveticaNeueLT Std" w:hAnsi="HelveticaNeueLT Std"/>
        <w:b/>
        <w:color w:val="1F497D"/>
        <w:sz w:val="24"/>
        <w:szCs w:val="24"/>
      </w:rPr>
    </w:pPr>
    <w:r>
      <w:rPr>
        <w:rFonts w:ascii="HelveticaNeueLT Std" w:hAnsi="HelveticaNeueLT Std"/>
        <w:b/>
        <w:color w:val="1F497D"/>
        <w:sz w:val="24"/>
        <w:szCs w:val="24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E91FD" w14:textId="77777777" w:rsidR="00AD6081" w:rsidRDefault="00AD608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F615C"/>
    <w:multiLevelType w:val="hybridMultilevel"/>
    <w:tmpl w:val="86142C5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72D0"/>
    <w:multiLevelType w:val="hybridMultilevel"/>
    <w:tmpl w:val="56D0C57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46C3A"/>
    <w:multiLevelType w:val="hybridMultilevel"/>
    <w:tmpl w:val="78527F22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77CDA"/>
    <w:multiLevelType w:val="hybridMultilevel"/>
    <w:tmpl w:val="FC08575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47BB3"/>
    <w:multiLevelType w:val="hybridMultilevel"/>
    <w:tmpl w:val="DA04594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CE7067"/>
    <w:multiLevelType w:val="hybridMultilevel"/>
    <w:tmpl w:val="D79AC5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7678CC"/>
    <w:multiLevelType w:val="hybridMultilevel"/>
    <w:tmpl w:val="F268456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6206CC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30B49"/>
    <w:multiLevelType w:val="hybridMultilevel"/>
    <w:tmpl w:val="401E40A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B67B0"/>
    <w:multiLevelType w:val="hybridMultilevel"/>
    <w:tmpl w:val="37B6D0D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004FB"/>
    <w:multiLevelType w:val="hybridMultilevel"/>
    <w:tmpl w:val="D62E1A16"/>
    <w:lvl w:ilvl="0" w:tplc="9E1ABE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E6051"/>
    <w:multiLevelType w:val="hybridMultilevel"/>
    <w:tmpl w:val="CFC436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923FF"/>
    <w:multiLevelType w:val="hybridMultilevel"/>
    <w:tmpl w:val="F8742050"/>
    <w:lvl w:ilvl="0" w:tplc="CE8661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779BF"/>
    <w:multiLevelType w:val="hybridMultilevel"/>
    <w:tmpl w:val="48D81160"/>
    <w:lvl w:ilvl="0" w:tplc="35847E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C7E8F"/>
    <w:multiLevelType w:val="hybridMultilevel"/>
    <w:tmpl w:val="42CCEA0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21865"/>
    <w:multiLevelType w:val="hybridMultilevel"/>
    <w:tmpl w:val="1FB02B02"/>
    <w:lvl w:ilvl="0" w:tplc="480A000F">
      <w:start w:val="1"/>
      <w:numFmt w:val="decimal"/>
      <w:lvlText w:val="%1."/>
      <w:lvlJc w:val="left"/>
      <w:pPr>
        <w:ind w:left="901" w:hanging="360"/>
      </w:pPr>
    </w:lvl>
    <w:lvl w:ilvl="1" w:tplc="480A0019" w:tentative="1">
      <w:start w:val="1"/>
      <w:numFmt w:val="lowerLetter"/>
      <w:lvlText w:val="%2."/>
      <w:lvlJc w:val="left"/>
      <w:pPr>
        <w:ind w:left="1621" w:hanging="360"/>
      </w:pPr>
    </w:lvl>
    <w:lvl w:ilvl="2" w:tplc="480A001B" w:tentative="1">
      <w:start w:val="1"/>
      <w:numFmt w:val="lowerRoman"/>
      <w:lvlText w:val="%3."/>
      <w:lvlJc w:val="right"/>
      <w:pPr>
        <w:ind w:left="2341" w:hanging="180"/>
      </w:pPr>
    </w:lvl>
    <w:lvl w:ilvl="3" w:tplc="480A000F" w:tentative="1">
      <w:start w:val="1"/>
      <w:numFmt w:val="decimal"/>
      <w:lvlText w:val="%4."/>
      <w:lvlJc w:val="left"/>
      <w:pPr>
        <w:ind w:left="3061" w:hanging="360"/>
      </w:pPr>
    </w:lvl>
    <w:lvl w:ilvl="4" w:tplc="480A0019" w:tentative="1">
      <w:start w:val="1"/>
      <w:numFmt w:val="lowerLetter"/>
      <w:lvlText w:val="%5."/>
      <w:lvlJc w:val="left"/>
      <w:pPr>
        <w:ind w:left="3781" w:hanging="360"/>
      </w:pPr>
    </w:lvl>
    <w:lvl w:ilvl="5" w:tplc="480A001B" w:tentative="1">
      <w:start w:val="1"/>
      <w:numFmt w:val="lowerRoman"/>
      <w:lvlText w:val="%6."/>
      <w:lvlJc w:val="right"/>
      <w:pPr>
        <w:ind w:left="4501" w:hanging="180"/>
      </w:pPr>
    </w:lvl>
    <w:lvl w:ilvl="6" w:tplc="480A000F" w:tentative="1">
      <w:start w:val="1"/>
      <w:numFmt w:val="decimal"/>
      <w:lvlText w:val="%7."/>
      <w:lvlJc w:val="left"/>
      <w:pPr>
        <w:ind w:left="5221" w:hanging="360"/>
      </w:pPr>
    </w:lvl>
    <w:lvl w:ilvl="7" w:tplc="480A0019" w:tentative="1">
      <w:start w:val="1"/>
      <w:numFmt w:val="lowerLetter"/>
      <w:lvlText w:val="%8."/>
      <w:lvlJc w:val="left"/>
      <w:pPr>
        <w:ind w:left="5941" w:hanging="360"/>
      </w:pPr>
    </w:lvl>
    <w:lvl w:ilvl="8" w:tplc="480A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 w15:restartNumberingAfterBreak="0">
    <w:nsid w:val="5C626BEC"/>
    <w:multiLevelType w:val="hybridMultilevel"/>
    <w:tmpl w:val="3D6A7B2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B0"/>
    <w:multiLevelType w:val="hybridMultilevel"/>
    <w:tmpl w:val="C2640CEC"/>
    <w:lvl w:ilvl="0" w:tplc="1A7414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5D0F74"/>
    <w:multiLevelType w:val="hybridMultilevel"/>
    <w:tmpl w:val="0AC68976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3314"/>
    <w:multiLevelType w:val="hybridMultilevel"/>
    <w:tmpl w:val="82C2BF8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D7B23"/>
    <w:multiLevelType w:val="hybridMultilevel"/>
    <w:tmpl w:val="A5821D3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83C3A"/>
    <w:multiLevelType w:val="hybridMultilevel"/>
    <w:tmpl w:val="A79819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781C23"/>
    <w:multiLevelType w:val="hybridMultilevel"/>
    <w:tmpl w:val="26B06FE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3A14A4B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E7B83"/>
    <w:multiLevelType w:val="hybridMultilevel"/>
    <w:tmpl w:val="74BCF53A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7"/>
  </w:num>
  <w:num w:numId="4">
    <w:abstractNumId w:val="10"/>
  </w:num>
  <w:num w:numId="5">
    <w:abstractNumId w:val="13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8"/>
  </w:num>
  <w:num w:numId="10">
    <w:abstractNumId w:val="10"/>
  </w:num>
  <w:num w:numId="11">
    <w:abstractNumId w:val="15"/>
  </w:num>
  <w:num w:numId="12">
    <w:abstractNumId w:val="19"/>
  </w:num>
  <w:num w:numId="13">
    <w:abstractNumId w:val="8"/>
  </w:num>
  <w:num w:numId="14">
    <w:abstractNumId w:val="0"/>
  </w:num>
  <w:num w:numId="15">
    <w:abstractNumId w:val="20"/>
  </w:num>
  <w:num w:numId="16">
    <w:abstractNumId w:val="3"/>
  </w:num>
  <w:num w:numId="17">
    <w:abstractNumId w:val="14"/>
  </w:num>
  <w:num w:numId="18">
    <w:abstractNumId w:val="9"/>
  </w:num>
  <w:num w:numId="19">
    <w:abstractNumId w:val="1"/>
  </w:num>
  <w:num w:numId="20">
    <w:abstractNumId w:val="2"/>
  </w:num>
  <w:num w:numId="21">
    <w:abstractNumId w:val="24"/>
  </w:num>
  <w:num w:numId="22">
    <w:abstractNumId w:val="4"/>
  </w:num>
  <w:num w:numId="23">
    <w:abstractNumId w:val="21"/>
  </w:num>
  <w:num w:numId="24">
    <w:abstractNumId w:val="16"/>
  </w:num>
  <w:num w:numId="25">
    <w:abstractNumId w:val="11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66A"/>
    <w:rsid w:val="0000063E"/>
    <w:rsid w:val="00012F45"/>
    <w:rsid w:val="00013811"/>
    <w:rsid w:val="00014E18"/>
    <w:rsid w:val="00015985"/>
    <w:rsid w:val="00015FEE"/>
    <w:rsid w:val="000168D6"/>
    <w:rsid w:val="00022771"/>
    <w:rsid w:val="00022C7B"/>
    <w:rsid w:val="00025398"/>
    <w:rsid w:val="0002596D"/>
    <w:rsid w:val="000259E9"/>
    <w:rsid w:val="00030BC6"/>
    <w:rsid w:val="00035922"/>
    <w:rsid w:val="00040585"/>
    <w:rsid w:val="0004098D"/>
    <w:rsid w:val="00041399"/>
    <w:rsid w:val="0004619C"/>
    <w:rsid w:val="00054662"/>
    <w:rsid w:val="000559C1"/>
    <w:rsid w:val="0005648D"/>
    <w:rsid w:val="000565EC"/>
    <w:rsid w:val="000610E8"/>
    <w:rsid w:val="00061CBA"/>
    <w:rsid w:val="00064531"/>
    <w:rsid w:val="00066EB5"/>
    <w:rsid w:val="00067AD9"/>
    <w:rsid w:val="000735DE"/>
    <w:rsid w:val="00073C68"/>
    <w:rsid w:val="00075485"/>
    <w:rsid w:val="00075F77"/>
    <w:rsid w:val="00076AF4"/>
    <w:rsid w:val="000874BE"/>
    <w:rsid w:val="000874FD"/>
    <w:rsid w:val="0009033B"/>
    <w:rsid w:val="00090402"/>
    <w:rsid w:val="0009199E"/>
    <w:rsid w:val="00095BE9"/>
    <w:rsid w:val="000A15C9"/>
    <w:rsid w:val="000A74CB"/>
    <w:rsid w:val="000B202B"/>
    <w:rsid w:val="000B2B52"/>
    <w:rsid w:val="000B33A2"/>
    <w:rsid w:val="000B43F3"/>
    <w:rsid w:val="000B50D3"/>
    <w:rsid w:val="000C143C"/>
    <w:rsid w:val="000C6003"/>
    <w:rsid w:val="000D1394"/>
    <w:rsid w:val="000D3304"/>
    <w:rsid w:val="000D73AF"/>
    <w:rsid w:val="000E06D6"/>
    <w:rsid w:val="000E2143"/>
    <w:rsid w:val="000E34BE"/>
    <w:rsid w:val="000E576E"/>
    <w:rsid w:val="000E5D63"/>
    <w:rsid w:val="000E683F"/>
    <w:rsid w:val="000F213B"/>
    <w:rsid w:val="000F4C26"/>
    <w:rsid w:val="000F4C6C"/>
    <w:rsid w:val="000F67E2"/>
    <w:rsid w:val="00100693"/>
    <w:rsid w:val="00102A45"/>
    <w:rsid w:val="0010444D"/>
    <w:rsid w:val="00104974"/>
    <w:rsid w:val="00104DDF"/>
    <w:rsid w:val="001055DE"/>
    <w:rsid w:val="00105E40"/>
    <w:rsid w:val="00113D5B"/>
    <w:rsid w:val="00114B29"/>
    <w:rsid w:val="001157BC"/>
    <w:rsid w:val="001173A1"/>
    <w:rsid w:val="001223DF"/>
    <w:rsid w:val="0012472D"/>
    <w:rsid w:val="0012491C"/>
    <w:rsid w:val="00127430"/>
    <w:rsid w:val="00127F4B"/>
    <w:rsid w:val="00132E81"/>
    <w:rsid w:val="0013363A"/>
    <w:rsid w:val="001361D3"/>
    <w:rsid w:val="00136484"/>
    <w:rsid w:val="0014717D"/>
    <w:rsid w:val="001516EC"/>
    <w:rsid w:val="00151DE5"/>
    <w:rsid w:val="0015289F"/>
    <w:rsid w:val="001537F2"/>
    <w:rsid w:val="00154842"/>
    <w:rsid w:val="00154D44"/>
    <w:rsid w:val="00155A26"/>
    <w:rsid w:val="00155E23"/>
    <w:rsid w:val="00156D98"/>
    <w:rsid w:val="00157E0A"/>
    <w:rsid w:val="00160BC4"/>
    <w:rsid w:val="001618E6"/>
    <w:rsid w:val="001624AA"/>
    <w:rsid w:val="001642BE"/>
    <w:rsid w:val="00167146"/>
    <w:rsid w:val="00167BEF"/>
    <w:rsid w:val="0017742F"/>
    <w:rsid w:val="0018155E"/>
    <w:rsid w:val="0018229D"/>
    <w:rsid w:val="00185CFC"/>
    <w:rsid w:val="001878D7"/>
    <w:rsid w:val="0019026D"/>
    <w:rsid w:val="00192BD1"/>
    <w:rsid w:val="00194D2B"/>
    <w:rsid w:val="00195C7A"/>
    <w:rsid w:val="00196F96"/>
    <w:rsid w:val="001A037B"/>
    <w:rsid w:val="001A320C"/>
    <w:rsid w:val="001A42FD"/>
    <w:rsid w:val="001A4C15"/>
    <w:rsid w:val="001B0BA9"/>
    <w:rsid w:val="001B15B8"/>
    <w:rsid w:val="001B1DD6"/>
    <w:rsid w:val="001B2DC1"/>
    <w:rsid w:val="001B30BD"/>
    <w:rsid w:val="001B67F9"/>
    <w:rsid w:val="001C1D98"/>
    <w:rsid w:val="001C7081"/>
    <w:rsid w:val="001C7655"/>
    <w:rsid w:val="001D17F3"/>
    <w:rsid w:val="001D1C25"/>
    <w:rsid w:val="001D2B03"/>
    <w:rsid w:val="001D2F09"/>
    <w:rsid w:val="001D5AA9"/>
    <w:rsid w:val="001D6AAC"/>
    <w:rsid w:val="001E0837"/>
    <w:rsid w:val="001E1F91"/>
    <w:rsid w:val="001E4129"/>
    <w:rsid w:val="001E4F69"/>
    <w:rsid w:val="001E742C"/>
    <w:rsid w:val="001F2BEE"/>
    <w:rsid w:val="001F3401"/>
    <w:rsid w:val="001F39F7"/>
    <w:rsid w:val="001F4FEC"/>
    <w:rsid w:val="002005EC"/>
    <w:rsid w:val="002018B8"/>
    <w:rsid w:val="0020298D"/>
    <w:rsid w:val="00203464"/>
    <w:rsid w:val="002054D5"/>
    <w:rsid w:val="00205F8A"/>
    <w:rsid w:val="002114F8"/>
    <w:rsid w:val="002132E1"/>
    <w:rsid w:val="00215082"/>
    <w:rsid w:val="002157BA"/>
    <w:rsid w:val="00216551"/>
    <w:rsid w:val="00216828"/>
    <w:rsid w:val="002177CF"/>
    <w:rsid w:val="002208C1"/>
    <w:rsid w:val="0022485C"/>
    <w:rsid w:val="00224FF7"/>
    <w:rsid w:val="0023297E"/>
    <w:rsid w:val="00241E26"/>
    <w:rsid w:val="002431F9"/>
    <w:rsid w:val="00244A48"/>
    <w:rsid w:val="0025060D"/>
    <w:rsid w:val="00251786"/>
    <w:rsid w:val="00252CDA"/>
    <w:rsid w:val="00257493"/>
    <w:rsid w:val="00263116"/>
    <w:rsid w:val="00264FAE"/>
    <w:rsid w:val="00266AC6"/>
    <w:rsid w:val="002756C8"/>
    <w:rsid w:val="002779DB"/>
    <w:rsid w:val="00277A57"/>
    <w:rsid w:val="00281043"/>
    <w:rsid w:val="00287EC1"/>
    <w:rsid w:val="002925AB"/>
    <w:rsid w:val="002964B1"/>
    <w:rsid w:val="002A034A"/>
    <w:rsid w:val="002A0EA7"/>
    <w:rsid w:val="002A28EA"/>
    <w:rsid w:val="002B21DB"/>
    <w:rsid w:val="002B2415"/>
    <w:rsid w:val="002B24DA"/>
    <w:rsid w:val="002B293D"/>
    <w:rsid w:val="002B63AE"/>
    <w:rsid w:val="002C3EC4"/>
    <w:rsid w:val="002C4D4D"/>
    <w:rsid w:val="002C5178"/>
    <w:rsid w:val="002C7D18"/>
    <w:rsid w:val="002D0049"/>
    <w:rsid w:val="002D32A2"/>
    <w:rsid w:val="002D3395"/>
    <w:rsid w:val="002D4F64"/>
    <w:rsid w:val="002D57FD"/>
    <w:rsid w:val="002E167A"/>
    <w:rsid w:val="002E3034"/>
    <w:rsid w:val="002E4417"/>
    <w:rsid w:val="002E7353"/>
    <w:rsid w:val="002E73E6"/>
    <w:rsid w:val="0030186C"/>
    <w:rsid w:val="003020F3"/>
    <w:rsid w:val="0030328D"/>
    <w:rsid w:val="003052E3"/>
    <w:rsid w:val="003061E4"/>
    <w:rsid w:val="003108A4"/>
    <w:rsid w:val="003118DD"/>
    <w:rsid w:val="003128D4"/>
    <w:rsid w:val="00313948"/>
    <w:rsid w:val="00313F7A"/>
    <w:rsid w:val="003146D9"/>
    <w:rsid w:val="00320D5A"/>
    <w:rsid w:val="0032413C"/>
    <w:rsid w:val="0032465C"/>
    <w:rsid w:val="0032709A"/>
    <w:rsid w:val="00336A0A"/>
    <w:rsid w:val="00336F04"/>
    <w:rsid w:val="00340062"/>
    <w:rsid w:val="003424B6"/>
    <w:rsid w:val="00343282"/>
    <w:rsid w:val="0034510A"/>
    <w:rsid w:val="0034553E"/>
    <w:rsid w:val="00345598"/>
    <w:rsid w:val="00346467"/>
    <w:rsid w:val="0034745D"/>
    <w:rsid w:val="0035064E"/>
    <w:rsid w:val="00352538"/>
    <w:rsid w:val="003548B5"/>
    <w:rsid w:val="0036298A"/>
    <w:rsid w:val="003633FA"/>
    <w:rsid w:val="003651A0"/>
    <w:rsid w:val="00372B34"/>
    <w:rsid w:val="00375B11"/>
    <w:rsid w:val="00375C87"/>
    <w:rsid w:val="00381C01"/>
    <w:rsid w:val="0038300E"/>
    <w:rsid w:val="0038471D"/>
    <w:rsid w:val="00384FB1"/>
    <w:rsid w:val="00385991"/>
    <w:rsid w:val="00385E60"/>
    <w:rsid w:val="003871A0"/>
    <w:rsid w:val="00392223"/>
    <w:rsid w:val="00395FC2"/>
    <w:rsid w:val="003A12A8"/>
    <w:rsid w:val="003A132E"/>
    <w:rsid w:val="003A3459"/>
    <w:rsid w:val="003A3E6F"/>
    <w:rsid w:val="003A47FC"/>
    <w:rsid w:val="003A585B"/>
    <w:rsid w:val="003A67A5"/>
    <w:rsid w:val="003B1090"/>
    <w:rsid w:val="003B3D21"/>
    <w:rsid w:val="003B5E74"/>
    <w:rsid w:val="003B648A"/>
    <w:rsid w:val="003B764A"/>
    <w:rsid w:val="003C0286"/>
    <w:rsid w:val="003C24D4"/>
    <w:rsid w:val="003C261C"/>
    <w:rsid w:val="003C3B84"/>
    <w:rsid w:val="003C4C5D"/>
    <w:rsid w:val="003C6C7F"/>
    <w:rsid w:val="003C6D82"/>
    <w:rsid w:val="003D0194"/>
    <w:rsid w:val="003D03E4"/>
    <w:rsid w:val="003D08FE"/>
    <w:rsid w:val="003D1613"/>
    <w:rsid w:val="003D4AE9"/>
    <w:rsid w:val="003E183D"/>
    <w:rsid w:val="003E551A"/>
    <w:rsid w:val="003E65BD"/>
    <w:rsid w:val="003F0A16"/>
    <w:rsid w:val="003F0D30"/>
    <w:rsid w:val="003F140E"/>
    <w:rsid w:val="003F2EFD"/>
    <w:rsid w:val="003F7045"/>
    <w:rsid w:val="00403FE1"/>
    <w:rsid w:val="00404F03"/>
    <w:rsid w:val="004132FC"/>
    <w:rsid w:val="00413DF2"/>
    <w:rsid w:val="0041527C"/>
    <w:rsid w:val="004213FE"/>
    <w:rsid w:val="00421AAB"/>
    <w:rsid w:val="00423417"/>
    <w:rsid w:val="0043073B"/>
    <w:rsid w:val="0043339A"/>
    <w:rsid w:val="00433D13"/>
    <w:rsid w:val="00436554"/>
    <w:rsid w:val="00441158"/>
    <w:rsid w:val="0044164C"/>
    <w:rsid w:val="00442DF4"/>
    <w:rsid w:val="0044604A"/>
    <w:rsid w:val="004506B6"/>
    <w:rsid w:val="00452246"/>
    <w:rsid w:val="004525E4"/>
    <w:rsid w:val="004532F6"/>
    <w:rsid w:val="004545BA"/>
    <w:rsid w:val="00455F04"/>
    <w:rsid w:val="00461CE2"/>
    <w:rsid w:val="004622EB"/>
    <w:rsid w:val="00463405"/>
    <w:rsid w:val="00464E53"/>
    <w:rsid w:val="004667C2"/>
    <w:rsid w:val="0047020B"/>
    <w:rsid w:val="00472C60"/>
    <w:rsid w:val="00472DF1"/>
    <w:rsid w:val="0047364B"/>
    <w:rsid w:val="00474875"/>
    <w:rsid w:val="00476016"/>
    <w:rsid w:val="00476AEC"/>
    <w:rsid w:val="00480278"/>
    <w:rsid w:val="004805E7"/>
    <w:rsid w:val="00480726"/>
    <w:rsid w:val="00483B1B"/>
    <w:rsid w:val="00483D85"/>
    <w:rsid w:val="00484521"/>
    <w:rsid w:val="0048618B"/>
    <w:rsid w:val="0048704A"/>
    <w:rsid w:val="00491E0B"/>
    <w:rsid w:val="0049463C"/>
    <w:rsid w:val="0049553C"/>
    <w:rsid w:val="00496FC9"/>
    <w:rsid w:val="004A18BF"/>
    <w:rsid w:val="004A564D"/>
    <w:rsid w:val="004A5BE2"/>
    <w:rsid w:val="004A77FC"/>
    <w:rsid w:val="004B398C"/>
    <w:rsid w:val="004B6584"/>
    <w:rsid w:val="004B6C3F"/>
    <w:rsid w:val="004B7A60"/>
    <w:rsid w:val="004B7F29"/>
    <w:rsid w:val="004C112A"/>
    <w:rsid w:val="004C21EB"/>
    <w:rsid w:val="004C2BD9"/>
    <w:rsid w:val="004C2DE5"/>
    <w:rsid w:val="004C48B7"/>
    <w:rsid w:val="004C4F1C"/>
    <w:rsid w:val="004C57CA"/>
    <w:rsid w:val="004C6E6E"/>
    <w:rsid w:val="004D0C1F"/>
    <w:rsid w:val="004D47A0"/>
    <w:rsid w:val="004D735C"/>
    <w:rsid w:val="004E1CCE"/>
    <w:rsid w:val="004E20D9"/>
    <w:rsid w:val="004E7C5B"/>
    <w:rsid w:val="004F00C9"/>
    <w:rsid w:val="004F20B1"/>
    <w:rsid w:val="004F22C6"/>
    <w:rsid w:val="004F2D2F"/>
    <w:rsid w:val="004F6C0D"/>
    <w:rsid w:val="004F6F3F"/>
    <w:rsid w:val="004F72F5"/>
    <w:rsid w:val="00500F3E"/>
    <w:rsid w:val="00503C10"/>
    <w:rsid w:val="00504E53"/>
    <w:rsid w:val="005051D4"/>
    <w:rsid w:val="00505AC4"/>
    <w:rsid w:val="0050763F"/>
    <w:rsid w:val="00507B34"/>
    <w:rsid w:val="005126BB"/>
    <w:rsid w:val="00516075"/>
    <w:rsid w:val="0052041D"/>
    <w:rsid w:val="005209BE"/>
    <w:rsid w:val="00523D56"/>
    <w:rsid w:val="0052652D"/>
    <w:rsid w:val="00536310"/>
    <w:rsid w:val="005373FF"/>
    <w:rsid w:val="005407B9"/>
    <w:rsid w:val="0054184D"/>
    <w:rsid w:val="00543EE9"/>
    <w:rsid w:val="00544955"/>
    <w:rsid w:val="00544CA5"/>
    <w:rsid w:val="00544D98"/>
    <w:rsid w:val="00550FBA"/>
    <w:rsid w:val="005512CD"/>
    <w:rsid w:val="00552DED"/>
    <w:rsid w:val="00553C06"/>
    <w:rsid w:val="005601C3"/>
    <w:rsid w:val="0056070A"/>
    <w:rsid w:val="005610C1"/>
    <w:rsid w:val="00564AB1"/>
    <w:rsid w:val="005727A7"/>
    <w:rsid w:val="00572FF4"/>
    <w:rsid w:val="00575007"/>
    <w:rsid w:val="00575AA0"/>
    <w:rsid w:val="0057648E"/>
    <w:rsid w:val="00581207"/>
    <w:rsid w:val="005822C4"/>
    <w:rsid w:val="00584D76"/>
    <w:rsid w:val="00585221"/>
    <w:rsid w:val="00594DC7"/>
    <w:rsid w:val="0059524E"/>
    <w:rsid w:val="00595593"/>
    <w:rsid w:val="00596963"/>
    <w:rsid w:val="00596C51"/>
    <w:rsid w:val="005A02A9"/>
    <w:rsid w:val="005A3015"/>
    <w:rsid w:val="005A59DA"/>
    <w:rsid w:val="005A6322"/>
    <w:rsid w:val="005A7BF1"/>
    <w:rsid w:val="005B0579"/>
    <w:rsid w:val="005B2967"/>
    <w:rsid w:val="005C066A"/>
    <w:rsid w:val="005C66F2"/>
    <w:rsid w:val="005D0032"/>
    <w:rsid w:val="005D17E8"/>
    <w:rsid w:val="005D223F"/>
    <w:rsid w:val="005D25DF"/>
    <w:rsid w:val="005D3826"/>
    <w:rsid w:val="005D6542"/>
    <w:rsid w:val="005E0D22"/>
    <w:rsid w:val="005E5A5B"/>
    <w:rsid w:val="005E712B"/>
    <w:rsid w:val="005F2605"/>
    <w:rsid w:val="005F2C7D"/>
    <w:rsid w:val="005F2D2B"/>
    <w:rsid w:val="005F321D"/>
    <w:rsid w:val="005F50F3"/>
    <w:rsid w:val="00603D69"/>
    <w:rsid w:val="0060536C"/>
    <w:rsid w:val="006105DF"/>
    <w:rsid w:val="00610B53"/>
    <w:rsid w:val="0061416F"/>
    <w:rsid w:val="00633604"/>
    <w:rsid w:val="00634774"/>
    <w:rsid w:val="00635517"/>
    <w:rsid w:val="006412FC"/>
    <w:rsid w:val="00642789"/>
    <w:rsid w:val="006429DD"/>
    <w:rsid w:val="00644912"/>
    <w:rsid w:val="0064794F"/>
    <w:rsid w:val="00650B82"/>
    <w:rsid w:val="00652F86"/>
    <w:rsid w:val="00653070"/>
    <w:rsid w:val="00654CC0"/>
    <w:rsid w:val="00656F04"/>
    <w:rsid w:val="00657E82"/>
    <w:rsid w:val="006637D7"/>
    <w:rsid w:val="00663ECA"/>
    <w:rsid w:val="006701FB"/>
    <w:rsid w:val="00671551"/>
    <w:rsid w:val="006819DC"/>
    <w:rsid w:val="006833FE"/>
    <w:rsid w:val="00683AF1"/>
    <w:rsid w:val="0069108E"/>
    <w:rsid w:val="00691E15"/>
    <w:rsid w:val="00695BCD"/>
    <w:rsid w:val="006A0EB5"/>
    <w:rsid w:val="006A1686"/>
    <w:rsid w:val="006A1B87"/>
    <w:rsid w:val="006A62E6"/>
    <w:rsid w:val="006A78C8"/>
    <w:rsid w:val="006A7D50"/>
    <w:rsid w:val="006B2241"/>
    <w:rsid w:val="006B26AA"/>
    <w:rsid w:val="006B6590"/>
    <w:rsid w:val="006C1A66"/>
    <w:rsid w:val="006C6460"/>
    <w:rsid w:val="006C7406"/>
    <w:rsid w:val="006C7DED"/>
    <w:rsid w:val="006D2CDB"/>
    <w:rsid w:val="006E1ACB"/>
    <w:rsid w:val="006E2118"/>
    <w:rsid w:val="006E7968"/>
    <w:rsid w:val="006F22C4"/>
    <w:rsid w:val="006F4D8D"/>
    <w:rsid w:val="006F5EDA"/>
    <w:rsid w:val="00704D6B"/>
    <w:rsid w:val="00704DD2"/>
    <w:rsid w:val="00714F36"/>
    <w:rsid w:val="0071603F"/>
    <w:rsid w:val="00720942"/>
    <w:rsid w:val="0072183E"/>
    <w:rsid w:val="0072327B"/>
    <w:rsid w:val="00726E57"/>
    <w:rsid w:val="00727613"/>
    <w:rsid w:val="00727C51"/>
    <w:rsid w:val="00727D70"/>
    <w:rsid w:val="00730125"/>
    <w:rsid w:val="00730CA7"/>
    <w:rsid w:val="00731068"/>
    <w:rsid w:val="00731485"/>
    <w:rsid w:val="007315EB"/>
    <w:rsid w:val="0073331A"/>
    <w:rsid w:val="00734044"/>
    <w:rsid w:val="00736BC9"/>
    <w:rsid w:val="00737224"/>
    <w:rsid w:val="00740F6C"/>
    <w:rsid w:val="00741073"/>
    <w:rsid w:val="0074409F"/>
    <w:rsid w:val="007450FB"/>
    <w:rsid w:val="0074732D"/>
    <w:rsid w:val="00751BD8"/>
    <w:rsid w:val="00752742"/>
    <w:rsid w:val="00755CF2"/>
    <w:rsid w:val="007577C0"/>
    <w:rsid w:val="00760297"/>
    <w:rsid w:val="00760C87"/>
    <w:rsid w:val="00760F0B"/>
    <w:rsid w:val="0076429B"/>
    <w:rsid w:val="00767C57"/>
    <w:rsid w:val="007763E0"/>
    <w:rsid w:val="00781DF0"/>
    <w:rsid w:val="00783D07"/>
    <w:rsid w:val="00784894"/>
    <w:rsid w:val="00786212"/>
    <w:rsid w:val="007904F4"/>
    <w:rsid w:val="0079586D"/>
    <w:rsid w:val="00796080"/>
    <w:rsid w:val="007A104B"/>
    <w:rsid w:val="007A2A83"/>
    <w:rsid w:val="007A785B"/>
    <w:rsid w:val="007B023C"/>
    <w:rsid w:val="007B2408"/>
    <w:rsid w:val="007B27CB"/>
    <w:rsid w:val="007B3FE0"/>
    <w:rsid w:val="007B586E"/>
    <w:rsid w:val="007D418C"/>
    <w:rsid w:val="007D4B29"/>
    <w:rsid w:val="007D6AA8"/>
    <w:rsid w:val="007E0691"/>
    <w:rsid w:val="007E0FFC"/>
    <w:rsid w:val="007E17F5"/>
    <w:rsid w:val="007E38AC"/>
    <w:rsid w:val="007E76B1"/>
    <w:rsid w:val="007F435D"/>
    <w:rsid w:val="007F5EC5"/>
    <w:rsid w:val="008001E9"/>
    <w:rsid w:val="00802AAD"/>
    <w:rsid w:val="00810037"/>
    <w:rsid w:val="008111A9"/>
    <w:rsid w:val="00811C08"/>
    <w:rsid w:val="00812536"/>
    <w:rsid w:val="00817ED7"/>
    <w:rsid w:val="00821EEB"/>
    <w:rsid w:val="008245CD"/>
    <w:rsid w:val="00825075"/>
    <w:rsid w:val="00825D53"/>
    <w:rsid w:val="0082603F"/>
    <w:rsid w:val="00830437"/>
    <w:rsid w:val="00833E10"/>
    <w:rsid w:val="0083572F"/>
    <w:rsid w:val="008370B8"/>
    <w:rsid w:val="008379CE"/>
    <w:rsid w:val="0084033A"/>
    <w:rsid w:val="00845486"/>
    <w:rsid w:val="00850F4D"/>
    <w:rsid w:val="00851E8E"/>
    <w:rsid w:val="008536A1"/>
    <w:rsid w:val="00853936"/>
    <w:rsid w:val="008540C2"/>
    <w:rsid w:val="008545A7"/>
    <w:rsid w:val="00857E5A"/>
    <w:rsid w:val="008617DA"/>
    <w:rsid w:val="00861D01"/>
    <w:rsid w:val="00863179"/>
    <w:rsid w:val="00865E96"/>
    <w:rsid w:val="0086697A"/>
    <w:rsid w:val="00876B30"/>
    <w:rsid w:val="008778B0"/>
    <w:rsid w:val="00881DD0"/>
    <w:rsid w:val="00887F6D"/>
    <w:rsid w:val="0089207B"/>
    <w:rsid w:val="00893FC3"/>
    <w:rsid w:val="008955E7"/>
    <w:rsid w:val="00895FCD"/>
    <w:rsid w:val="00896FC7"/>
    <w:rsid w:val="00897D07"/>
    <w:rsid w:val="00897F2C"/>
    <w:rsid w:val="008A394A"/>
    <w:rsid w:val="008A714E"/>
    <w:rsid w:val="008B0919"/>
    <w:rsid w:val="008B12F2"/>
    <w:rsid w:val="008B2009"/>
    <w:rsid w:val="008B3779"/>
    <w:rsid w:val="008B4DE2"/>
    <w:rsid w:val="008B5FD6"/>
    <w:rsid w:val="008B6731"/>
    <w:rsid w:val="008D5791"/>
    <w:rsid w:val="008D7BF0"/>
    <w:rsid w:val="008E042B"/>
    <w:rsid w:val="008E2FA0"/>
    <w:rsid w:val="008E33A8"/>
    <w:rsid w:val="008E7567"/>
    <w:rsid w:val="008F14D9"/>
    <w:rsid w:val="008F1732"/>
    <w:rsid w:val="008F1B0F"/>
    <w:rsid w:val="008F385B"/>
    <w:rsid w:val="008F3F16"/>
    <w:rsid w:val="008F44BA"/>
    <w:rsid w:val="008F497D"/>
    <w:rsid w:val="008F6D26"/>
    <w:rsid w:val="008F6F67"/>
    <w:rsid w:val="008F7521"/>
    <w:rsid w:val="008F7657"/>
    <w:rsid w:val="00900025"/>
    <w:rsid w:val="00902312"/>
    <w:rsid w:val="009023E8"/>
    <w:rsid w:val="00907502"/>
    <w:rsid w:val="0090792A"/>
    <w:rsid w:val="00907C3F"/>
    <w:rsid w:val="00914827"/>
    <w:rsid w:val="00914D7B"/>
    <w:rsid w:val="00922F99"/>
    <w:rsid w:val="009254ED"/>
    <w:rsid w:val="00927CB8"/>
    <w:rsid w:val="009302DA"/>
    <w:rsid w:val="0093405C"/>
    <w:rsid w:val="00934F26"/>
    <w:rsid w:val="0093569A"/>
    <w:rsid w:val="00935BB5"/>
    <w:rsid w:val="00940D2F"/>
    <w:rsid w:val="0094621F"/>
    <w:rsid w:val="0095077A"/>
    <w:rsid w:val="009530F6"/>
    <w:rsid w:val="009544A8"/>
    <w:rsid w:val="00955520"/>
    <w:rsid w:val="00955895"/>
    <w:rsid w:val="00957A53"/>
    <w:rsid w:val="009608C4"/>
    <w:rsid w:val="00962942"/>
    <w:rsid w:val="00962FA0"/>
    <w:rsid w:val="00963FF9"/>
    <w:rsid w:val="0096770A"/>
    <w:rsid w:val="00971458"/>
    <w:rsid w:val="00971CC9"/>
    <w:rsid w:val="00977EF8"/>
    <w:rsid w:val="009803F5"/>
    <w:rsid w:val="009854C4"/>
    <w:rsid w:val="009856C8"/>
    <w:rsid w:val="00986166"/>
    <w:rsid w:val="00986552"/>
    <w:rsid w:val="00986974"/>
    <w:rsid w:val="009872B0"/>
    <w:rsid w:val="009879B9"/>
    <w:rsid w:val="00987F9C"/>
    <w:rsid w:val="0099061F"/>
    <w:rsid w:val="009919C7"/>
    <w:rsid w:val="00992FFC"/>
    <w:rsid w:val="009948CD"/>
    <w:rsid w:val="00996037"/>
    <w:rsid w:val="00996A7D"/>
    <w:rsid w:val="009A0F08"/>
    <w:rsid w:val="009A394E"/>
    <w:rsid w:val="009A77DA"/>
    <w:rsid w:val="009B0113"/>
    <w:rsid w:val="009B0EB0"/>
    <w:rsid w:val="009B1A41"/>
    <w:rsid w:val="009B3274"/>
    <w:rsid w:val="009B3BE5"/>
    <w:rsid w:val="009B3FF1"/>
    <w:rsid w:val="009B4134"/>
    <w:rsid w:val="009B430D"/>
    <w:rsid w:val="009B52EE"/>
    <w:rsid w:val="009C1F02"/>
    <w:rsid w:val="009C2427"/>
    <w:rsid w:val="009C37EA"/>
    <w:rsid w:val="009C71FD"/>
    <w:rsid w:val="009C7500"/>
    <w:rsid w:val="009C78FA"/>
    <w:rsid w:val="009D053D"/>
    <w:rsid w:val="009D1747"/>
    <w:rsid w:val="009D5585"/>
    <w:rsid w:val="009D6DA5"/>
    <w:rsid w:val="009E284F"/>
    <w:rsid w:val="009E2C76"/>
    <w:rsid w:val="009E3F75"/>
    <w:rsid w:val="009E5CAE"/>
    <w:rsid w:val="009E7769"/>
    <w:rsid w:val="009E7BE4"/>
    <w:rsid w:val="009F5410"/>
    <w:rsid w:val="009F7D94"/>
    <w:rsid w:val="00A020F2"/>
    <w:rsid w:val="00A022A8"/>
    <w:rsid w:val="00A02CD0"/>
    <w:rsid w:val="00A04005"/>
    <w:rsid w:val="00A12038"/>
    <w:rsid w:val="00A126E8"/>
    <w:rsid w:val="00A13F05"/>
    <w:rsid w:val="00A142C1"/>
    <w:rsid w:val="00A15185"/>
    <w:rsid w:val="00A160C1"/>
    <w:rsid w:val="00A174D8"/>
    <w:rsid w:val="00A2074C"/>
    <w:rsid w:val="00A21B4E"/>
    <w:rsid w:val="00A21E3F"/>
    <w:rsid w:val="00A248A4"/>
    <w:rsid w:val="00A3096F"/>
    <w:rsid w:val="00A333E1"/>
    <w:rsid w:val="00A33954"/>
    <w:rsid w:val="00A33B8F"/>
    <w:rsid w:val="00A33C0D"/>
    <w:rsid w:val="00A34DBE"/>
    <w:rsid w:val="00A41190"/>
    <w:rsid w:val="00A438D4"/>
    <w:rsid w:val="00A44ECC"/>
    <w:rsid w:val="00A47F5B"/>
    <w:rsid w:val="00A534FE"/>
    <w:rsid w:val="00A538C9"/>
    <w:rsid w:val="00A53C8C"/>
    <w:rsid w:val="00A54DA4"/>
    <w:rsid w:val="00A550EF"/>
    <w:rsid w:val="00A5551E"/>
    <w:rsid w:val="00A5622A"/>
    <w:rsid w:val="00A60D9F"/>
    <w:rsid w:val="00A610F8"/>
    <w:rsid w:val="00A619E7"/>
    <w:rsid w:val="00A63043"/>
    <w:rsid w:val="00A65222"/>
    <w:rsid w:val="00A65837"/>
    <w:rsid w:val="00A6775B"/>
    <w:rsid w:val="00A67BF3"/>
    <w:rsid w:val="00A71FCE"/>
    <w:rsid w:val="00A73E25"/>
    <w:rsid w:val="00A75071"/>
    <w:rsid w:val="00A7764F"/>
    <w:rsid w:val="00A77BD4"/>
    <w:rsid w:val="00A77ECE"/>
    <w:rsid w:val="00A81D21"/>
    <w:rsid w:val="00A82C98"/>
    <w:rsid w:val="00A868DC"/>
    <w:rsid w:val="00A876AB"/>
    <w:rsid w:val="00A915DD"/>
    <w:rsid w:val="00A92CC5"/>
    <w:rsid w:val="00A94CDE"/>
    <w:rsid w:val="00A9613D"/>
    <w:rsid w:val="00A96567"/>
    <w:rsid w:val="00AA0CC5"/>
    <w:rsid w:val="00AA2F25"/>
    <w:rsid w:val="00AA4708"/>
    <w:rsid w:val="00AA4E93"/>
    <w:rsid w:val="00AB2561"/>
    <w:rsid w:val="00AB5818"/>
    <w:rsid w:val="00AB5FA2"/>
    <w:rsid w:val="00AC154B"/>
    <w:rsid w:val="00AC4474"/>
    <w:rsid w:val="00AC4854"/>
    <w:rsid w:val="00AC52A0"/>
    <w:rsid w:val="00AC6961"/>
    <w:rsid w:val="00AD236B"/>
    <w:rsid w:val="00AD26DA"/>
    <w:rsid w:val="00AD34E2"/>
    <w:rsid w:val="00AD6081"/>
    <w:rsid w:val="00AD74E6"/>
    <w:rsid w:val="00AE0310"/>
    <w:rsid w:val="00AE6DF3"/>
    <w:rsid w:val="00AE7CC2"/>
    <w:rsid w:val="00AF053B"/>
    <w:rsid w:val="00AF263B"/>
    <w:rsid w:val="00AF32AA"/>
    <w:rsid w:val="00AF3F48"/>
    <w:rsid w:val="00B0170A"/>
    <w:rsid w:val="00B025AE"/>
    <w:rsid w:val="00B06FCE"/>
    <w:rsid w:val="00B1369D"/>
    <w:rsid w:val="00B16513"/>
    <w:rsid w:val="00B16B76"/>
    <w:rsid w:val="00B22527"/>
    <w:rsid w:val="00B24048"/>
    <w:rsid w:val="00B304DD"/>
    <w:rsid w:val="00B3127B"/>
    <w:rsid w:val="00B32471"/>
    <w:rsid w:val="00B3696F"/>
    <w:rsid w:val="00B36B2D"/>
    <w:rsid w:val="00B36C02"/>
    <w:rsid w:val="00B36F16"/>
    <w:rsid w:val="00B377B1"/>
    <w:rsid w:val="00B43BCD"/>
    <w:rsid w:val="00B4411C"/>
    <w:rsid w:val="00B455B5"/>
    <w:rsid w:val="00B52B21"/>
    <w:rsid w:val="00B54104"/>
    <w:rsid w:val="00B55FEF"/>
    <w:rsid w:val="00B5658F"/>
    <w:rsid w:val="00B6086E"/>
    <w:rsid w:val="00B664D5"/>
    <w:rsid w:val="00B66B5F"/>
    <w:rsid w:val="00B72F0B"/>
    <w:rsid w:val="00B73C18"/>
    <w:rsid w:val="00B74CFD"/>
    <w:rsid w:val="00B76073"/>
    <w:rsid w:val="00B7692E"/>
    <w:rsid w:val="00B76A70"/>
    <w:rsid w:val="00B77822"/>
    <w:rsid w:val="00B77E94"/>
    <w:rsid w:val="00B82D6A"/>
    <w:rsid w:val="00B9251A"/>
    <w:rsid w:val="00B9592C"/>
    <w:rsid w:val="00B97C6A"/>
    <w:rsid w:val="00BA1A9C"/>
    <w:rsid w:val="00BA43E0"/>
    <w:rsid w:val="00BA70FA"/>
    <w:rsid w:val="00BA713A"/>
    <w:rsid w:val="00BB11AA"/>
    <w:rsid w:val="00BB202A"/>
    <w:rsid w:val="00BB2A7A"/>
    <w:rsid w:val="00BB5249"/>
    <w:rsid w:val="00BB68CB"/>
    <w:rsid w:val="00BB70C1"/>
    <w:rsid w:val="00BC1D27"/>
    <w:rsid w:val="00BC4112"/>
    <w:rsid w:val="00BC5AA0"/>
    <w:rsid w:val="00BC7800"/>
    <w:rsid w:val="00BD2213"/>
    <w:rsid w:val="00BD3E93"/>
    <w:rsid w:val="00BD4845"/>
    <w:rsid w:val="00BD591E"/>
    <w:rsid w:val="00BD6299"/>
    <w:rsid w:val="00BD78A5"/>
    <w:rsid w:val="00BD7DA0"/>
    <w:rsid w:val="00BE3E8B"/>
    <w:rsid w:val="00BE5D79"/>
    <w:rsid w:val="00BF02D1"/>
    <w:rsid w:val="00BF0A46"/>
    <w:rsid w:val="00BF10C7"/>
    <w:rsid w:val="00BF1E7A"/>
    <w:rsid w:val="00BF5AF9"/>
    <w:rsid w:val="00C003B6"/>
    <w:rsid w:val="00C0102A"/>
    <w:rsid w:val="00C03700"/>
    <w:rsid w:val="00C05280"/>
    <w:rsid w:val="00C06234"/>
    <w:rsid w:val="00C06292"/>
    <w:rsid w:val="00C0757E"/>
    <w:rsid w:val="00C13ED2"/>
    <w:rsid w:val="00C1734A"/>
    <w:rsid w:val="00C22465"/>
    <w:rsid w:val="00C225F4"/>
    <w:rsid w:val="00C22F59"/>
    <w:rsid w:val="00C2319E"/>
    <w:rsid w:val="00C24655"/>
    <w:rsid w:val="00C30E2D"/>
    <w:rsid w:val="00C32A7A"/>
    <w:rsid w:val="00C33082"/>
    <w:rsid w:val="00C35530"/>
    <w:rsid w:val="00C3658B"/>
    <w:rsid w:val="00C36AB4"/>
    <w:rsid w:val="00C43ED9"/>
    <w:rsid w:val="00C5248A"/>
    <w:rsid w:val="00C528C3"/>
    <w:rsid w:val="00C536B9"/>
    <w:rsid w:val="00C5466C"/>
    <w:rsid w:val="00C54FEA"/>
    <w:rsid w:val="00C55E5C"/>
    <w:rsid w:val="00C569D9"/>
    <w:rsid w:val="00C57754"/>
    <w:rsid w:val="00C60B52"/>
    <w:rsid w:val="00C60FC7"/>
    <w:rsid w:val="00C625E6"/>
    <w:rsid w:val="00C647F5"/>
    <w:rsid w:val="00C6655B"/>
    <w:rsid w:val="00C72324"/>
    <w:rsid w:val="00C728B2"/>
    <w:rsid w:val="00C75F46"/>
    <w:rsid w:val="00C76B16"/>
    <w:rsid w:val="00C776D3"/>
    <w:rsid w:val="00C83018"/>
    <w:rsid w:val="00C833E8"/>
    <w:rsid w:val="00C9089C"/>
    <w:rsid w:val="00C91BEB"/>
    <w:rsid w:val="00C91E51"/>
    <w:rsid w:val="00C933EB"/>
    <w:rsid w:val="00C93695"/>
    <w:rsid w:val="00C93A44"/>
    <w:rsid w:val="00C94B95"/>
    <w:rsid w:val="00C96C5D"/>
    <w:rsid w:val="00CA1FE1"/>
    <w:rsid w:val="00CA3258"/>
    <w:rsid w:val="00CA4A05"/>
    <w:rsid w:val="00CA66BB"/>
    <w:rsid w:val="00CB0046"/>
    <w:rsid w:val="00CB3001"/>
    <w:rsid w:val="00CB67AA"/>
    <w:rsid w:val="00CC08D7"/>
    <w:rsid w:val="00CC0C87"/>
    <w:rsid w:val="00CC15F0"/>
    <w:rsid w:val="00CC1662"/>
    <w:rsid w:val="00CD11BE"/>
    <w:rsid w:val="00CD1822"/>
    <w:rsid w:val="00CD2DCD"/>
    <w:rsid w:val="00CD4D4E"/>
    <w:rsid w:val="00CD5CC6"/>
    <w:rsid w:val="00CD663E"/>
    <w:rsid w:val="00CE1767"/>
    <w:rsid w:val="00CE2FD1"/>
    <w:rsid w:val="00CE5FA6"/>
    <w:rsid w:val="00CE6221"/>
    <w:rsid w:val="00CF12C6"/>
    <w:rsid w:val="00CF1F68"/>
    <w:rsid w:val="00CF2EC9"/>
    <w:rsid w:val="00CF32C9"/>
    <w:rsid w:val="00CF4E2D"/>
    <w:rsid w:val="00D02D14"/>
    <w:rsid w:val="00D06DC5"/>
    <w:rsid w:val="00D13970"/>
    <w:rsid w:val="00D179D0"/>
    <w:rsid w:val="00D17E04"/>
    <w:rsid w:val="00D25068"/>
    <w:rsid w:val="00D252BA"/>
    <w:rsid w:val="00D253BF"/>
    <w:rsid w:val="00D27F8D"/>
    <w:rsid w:val="00D30491"/>
    <w:rsid w:val="00D318F2"/>
    <w:rsid w:val="00D36163"/>
    <w:rsid w:val="00D41DF2"/>
    <w:rsid w:val="00D46691"/>
    <w:rsid w:val="00D46B9A"/>
    <w:rsid w:val="00D5120C"/>
    <w:rsid w:val="00D51B34"/>
    <w:rsid w:val="00D51B61"/>
    <w:rsid w:val="00D52679"/>
    <w:rsid w:val="00D534FE"/>
    <w:rsid w:val="00D53BB2"/>
    <w:rsid w:val="00D54142"/>
    <w:rsid w:val="00D566A1"/>
    <w:rsid w:val="00D572CC"/>
    <w:rsid w:val="00D60889"/>
    <w:rsid w:val="00D62806"/>
    <w:rsid w:val="00D64AD8"/>
    <w:rsid w:val="00D66D34"/>
    <w:rsid w:val="00D735BD"/>
    <w:rsid w:val="00D758FC"/>
    <w:rsid w:val="00D75B31"/>
    <w:rsid w:val="00D75BC4"/>
    <w:rsid w:val="00D75F17"/>
    <w:rsid w:val="00D76CFC"/>
    <w:rsid w:val="00D77138"/>
    <w:rsid w:val="00D82464"/>
    <w:rsid w:val="00D83838"/>
    <w:rsid w:val="00D86886"/>
    <w:rsid w:val="00D90F14"/>
    <w:rsid w:val="00D9237F"/>
    <w:rsid w:val="00D9408E"/>
    <w:rsid w:val="00D94210"/>
    <w:rsid w:val="00DA1292"/>
    <w:rsid w:val="00DA2551"/>
    <w:rsid w:val="00DA2EA7"/>
    <w:rsid w:val="00DA5A53"/>
    <w:rsid w:val="00DA5D32"/>
    <w:rsid w:val="00DB2994"/>
    <w:rsid w:val="00DB2B4E"/>
    <w:rsid w:val="00DB328E"/>
    <w:rsid w:val="00DB5530"/>
    <w:rsid w:val="00DB659C"/>
    <w:rsid w:val="00DB6AE3"/>
    <w:rsid w:val="00DC1511"/>
    <w:rsid w:val="00DC17BA"/>
    <w:rsid w:val="00DC3292"/>
    <w:rsid w:val="00DC4229"/>
    <w:rsid w:val="00DC4AE4"/>
    <w:rsid w:val="00DC618F"/>
    <w:rsid w:val="00DC72B9"/>
    <w:rsid w:val="00DC7DDD"/>
    <w:rsid w:val="00DD0A71"/>
    <w:rsid w:val="00DD53FE"/>
    <w:rsid w:val="00DE1259"/>
    <w:rsid w:val="00DE5C17"/>
    <w:rsid w:val="00DF1833"/>
    <w:rsid w:val="00DF1932"/>
    <w:rsid w:val="00DF2AB4"/>
    <w:rsid w:val="00DF5F0F"/>
    <w:rsid w:val="00E02842"/>
    <w:rsid w:val="00E03C18"/>
    <w:rsid w:val="00E04621"/>
    <w:rsid w:val="00E059EF"/>
    <w:rsid w:val="00E06233"/>
    <w:rsid w:val="00E1500D"/>
    <w:rsid w:val="00E15641"/>
    <w:rsid w:val="00E158E8"/>
    <w:rsid w:val="00E15C3A"/>
    <w:rsid w:val="00E25FC6"/>
    <w:rsid w:val="00E2633B"/>
    <w:rsid w:val="00E27B93"/>
    <w:rsid w:val="00E324CC"/>
    <w:rsid w:val="00E33E48"/>
    <w:rsid w:val="00E377B7"/>
    <w:rsid w:val="00E37A60"/>
    <w:rsid w:val="00E41333"/>
    <w:rsid w:val="00E41C79"/>
    <w:rsid w:val="00E4476D"/>
    <w:rsid w:val="00E46BFD"/>
    <w:rsid w:val="00E476B5"/>
    <w:rsid w:val="00E47860"/>
    <w:rsid w:val="00E50BBE"/>
    <w:rsid w:val="00E51BB5"/>
    <w:rsid w:val="00E51DB5"/>
    <w:rsid w:val="00E52EFF"/>
    <w:rsid w:val="00E540A9"/>
    <w:rsid w:val="00E55E0A"/>
    <w:rsid w:val="00E56D8F"/>
    <w:rsid w:val="00E61F9C"/>
    <w:rsid w:val="00E73696"/>
    <w:rsid w:val="00E8375E"/>
    <w:rsid w:val="00E84427"/>
    <w:rsid w:val="00E87246"/>
    <w:rsid w:val="00E96593"/>
    <w:rsid w:val="00E97475"/>
    <w:rsid w:val="00E97D7D"/>
    <w:rsid w:val="00EA5C3F"/>
    <w:rsid w:val="00EB002D"/>
    <w:rsid w:val="00EB4C42"/>
    <w:rsid w:val="00EB562A"/>
    <w:rsid w:val="00EB643E"/>
    <w:rsid w:val="00EB67A3"/>
    <w:rsid w:val="00EB7F1A"/>
    <w:rsid w:val="00EC34F3"/>
    <w:rsid w:val="00EC3CCA"/>
    <w:rsid w:val="00EC50C3"/>
    <w:rsid w:val="00EC5157"/>
    <w:rsid w:val="00EC54F3"/>
    <w:rsid w:val="00EC7117"/>
    <w:rsid w:val="00EC719F"/>
    <w:rsid w:val="00EC7DBA"/>
    <w:rsid w:val="00ED138F"/>
    <w:rsid w:val="00ED2F7C"/>
    <w:rsid w:val="00ED38A2"/>
    <w:rsid w:val="00EE14D9"/>
    <w:rsid w:val="00EE1749"/>
    <w:rsid w:val="00EE188B"/>
    <w:rsid w:val="00EE4253"/>
    <w:rsid w:val="00EE49D2"/>
    <w:rsid w:val="00EE4FA0"/>
    <w:rsid w:val="00EE6768"/>
    <w:rsid w:val="00EF0037"/>
    <w:rsid w:val="00EF1259"/>
    <w:rsid w:val="00EF181F"/>
    <w:rsid w:val="00EF7B19"/>
    <w:rsid w:val="00F0010F"/>
    <w:rsid w:val="00F06A40"/>
    <w:rsid w:val="00F11DBB"/>
    <w:rsid w:val="00F130DE"/>
    <w:rsid w:val="00F135DE"/>
    <w:rsid w:val="00F15D9C"/>
    <w:rsid w:val="00F16CA6"/>
    <w:rsid w:val="00F267DA"/>
    <w:rsid w:val="00F2694E"/>
    <w:rsid w:val="00F26BA1"/>
    <w:rsid w:val="00F313EC"/>
    <w:rsid w:val="00F34F7B"/>
    <w:rsid w:val="00F36A7A"/>
    <w:rsid w:val="00F435F2"/>
    <w:rsid w:val="00F43828"/>
    <w:rsid w:val="00F440EC"/>
    <w:rsid w:val="00F44A6F"/>
    <w:rsid w:val="00F44CD1"/>
    <w:rsid w:val="00F50A2A"/>
    <w:rsid w:val="00F50C25"/>
    <w:rsid w:val="00F519B8"/>
    <w:rsid w:val="00F54B6D"/>
    <w:rsid w:val="00F565CF"/>
    <w:rsid w:val="00F566A0"/>
    <w:rsid w:val="00F575AC"/>
    <w:rsid w:val="00F63301"/>
    <w:rsid w:val="00F65395"/>
    <w:rsid w:val="00F733C5"/>
    <w:rsid w:val="00F76496"/>
    <w:rsid w:val="00F82838"/>
    <w:rsid w:val="00F82F20"/>
    <w:rsid w:val="00F8630C"/>
    <w:rsid w:val="00F87B06"/>
    <w:rsid w:val="00F87CF7"/>
    <w:rsid w:val="00F90048"/>
    <w:rsid w:val="00F95D00"/>
    <w:rsid w:val="00F960FB"/>
    <w:rsid w:val="00FA3A68"/>
    <w:rsid w:val="00FC2B89"/>
    <w:rsid w:val="00FC5FE0"/>
    <w:rsid w:val="00FC7FB1"/>
    <w:rsid w:val="00FD0334"/>
    <w:rsid w:val="00FD3483"/>
    <w:rsid w:val="00FD3930"/>
    <w:rsid w:val="00FD4129"/>
    <w:rsid w:val="00FD5102"/>
    <w:rsid w:val="00FD6B82"/>
    <w:rsid w:val="00FE1DE4"/>
    <w:rsid w:val="00FE2DEF"/>
    <w:rsid w:val="00FE36AC"/>
    <w:rsid w:val="00FE4A38"/>
    <w:rsid w:val="00FF1CED"/>
    <w:rsid w:val="00FF43FB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."/>
  <w:listSeparator w:val=";"/>
  <w14:docId w14:val="296479C6"/>
  <w15:docId w15:val="{DB751B9F-55BC-4AB7-8262-9928E287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7C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EncabezadoCar">
    <w:name w:val="Encabezado Car"/>
    <w:basedOn w:val="Fuentedeprrafopredeter"/>
    <w:link w:val="Encabezado"/>
    <w:uiPriority w:val="99"/>
    <w:rsid w:val="00474875"/>
  </w:style>
  <w:style w:type="paragraph" w:styleId="Piedepgina">
    <w:name w:val="footer"/>
    <w:basedOn w:val="Normal"/>
    <w:link w:val="Piedepgina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74875"/>
  </w:style>
  <w:style w:type="paragraph" w:styleId="Textodeglobo">
    <w:name w:val="Balloon Text"/>
    <w:basedOn w:val="Normal"/>
    <w:link w:val="TextodegloboCar"/>
    <w:uiPriority w:val="99"/>
    <w:semiHidden/>
    <w:unhideWhenUsed/>
    <w:rsid w:val="00474875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474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7B2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EC719F"/>
    <w:rPr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22485C"/>
    <w:rPr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695BCD"/>
    <w:pPr>
      <w:ind w:left="708"/>
    </w:pPr>
  </w:style>
  <w:style w:type="character" w:styleId="Hipervnculo">
    <w:name w:val="Hyperlink"/>
    <w:uiPriority w:val="99"/>
    <w:unhideWhenUsed/>
    <w:rsid w:val="00A619E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25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C625E6"/>
    <w:rPr>
      <w:b/>
      <w:bCs/>
    </w:rPr>
  </w:style>
  <w:style w:type="paragraph" w:customStyle="1" w:styleId="TableContents">
    <w:name w:val="Table Contents"/>
    <w:basedOn w:val="Normal"/>
    <w:qFormat/>
    <w:rsid w:val="00FD6B82"/>
    <w:pPr>
      <w:widowControl w:val="0"/>
      <w:suppressLineNumbers/>
      <w:spacing w:after="0" w:line="240" w:lineRule="auto"/>
      <w:jc w:val="both"/>
    </w:pPr>
    <w:rPr>
      <w:rFonts w:ascii="Arial" w:eastAsia="WenQuanYi Micro Hei" w:hAnsi="Arial" w:cs="Lohit Hindi"/>
      <w:szCs w:val="24"/>
      <w:lang w:val="es-H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eth\Escritorio\Ok%20Papel%20Membretado%20Escuela%20Ciencias%20de%20la%20Cultura%20F+&#161;s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92410-54E4-4AB1-8A18-0AADA3D9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 Papel Membretado Escuela Ciencias de la Cultura F+¡sica</Template>
  <TotalTime>191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1472</CharactersWithSpaces>
  <SharedDoc>false</SharedDoc>
  <HLinks>
    <vt:vector size="6" baseType="variant"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http://www.unah.edu.hn/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lastenia</dc:creator>
  <cp:lastModifiedBy>EMILSON OMAR ACOSTA GIRON</cp:lastModifiedBy>
  <cp:revision>67</cp:revision>
  <cp:lastPrinted>2019-03-19T19:45:00Z</cp:lastPrinted>
  <dcterms:created xsi:type="dcterms:W3CDTF">2017-04-04T17:03:00Z</dcterms:created>
  <dcterms:modified xsi:type="dcterms:W3CDTF">2021-02-05T18:51:00Z</dcterms:modified>
</cp:coreProperties>
</file>