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CA5D1" w14:textId="77777777" w:rsidR="00061CBA" w:rsidRPr="00FC2B89" w:rsidRDefault="00D25068" w:rsidP="001A42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DATOS DE EMPRESA PRÁCTICA PROFESIONAL SUPERVISADA</w:t>
      </w:r>
    </w:p>
    <w:p w14:paraId="0E8233B2" w14:textId="77777777" w:rsidR="001A42FD" w:rsidRDefault="001A42FD" w:rsidP="001A42FD">
      <w:pPr>
        <w:jc w:val="center"/>
      </w:pPr>
    </w:p>
    <w:p w14:paraId="3405F54D" w14:textId="77777777" w:rsidR="001A42FD" w:rsidRDefault="001A42FD" w:rsidP="001A42FD">
      <w:pPr>
        <w:jc w:val="both"/>
      </w:pPr>
      <w:r>
        <w:t xml:space="preserve">Yo, </w:t>
      </w:r>
      <w:r w:rsidRPr="001A42FD">
        <w:rPr>
          <w:b/>
          <w:bCs/>
          <w:highlight w:val="yellow"/>
        </w:rPr>
        <w:t>NOMBRE COMPLETO, EN NEGRITA Y MAYÚSCULA</w:t>
      </w:r>
      <w:r>
        <w:t xml:space="preserve"> matriculado en la Carrera de Ingeniería en Sistemas de la Universidad Nacional Autónoma de Honduras (UNAH) en Ciudad Universitaria (CU), con número de cuenta </w:t>
      </w:r>
      <w:r w:rsidRPr="001A42FD">
        <w:rPr>
          <w:b/>
          <w:bCs/>
          <w:highlight w:val="yellow"/>
        </w:rPr>
        <w:t>NO. CUENTA</w:t>
      </w:r>
      <w:r>
        <w:t xml:space="preserve">, por este medio </w:t>
      </w:r>
      <w:r w:rsidR="00D25068">
        <w:t>requiero</w:t>
      </w:r>
      <w:r w:rsidR="00A15185">
        <w:t xml:space="preserve"> la extensión del documento “Solicitud de Práctica Profesional Supervisada”</w:t>
      </w:r>
      <w:r>
        <w:t xml:space="preserve"> </w:t>
      </w:r>
      <w:r w:rsidR="00A15185">
        <w:t xml:space="preserve">y para el cual proporciono los datos necesarios que detallo </w:t>
      </w:r>
      <w:r>
        <w:t>a continuación:</w:t>
      </w:r>
    </w:p>
    <w:p w14:paraId="53DCD91C" w14:textId="19924A51" w:rsidR="00C27036" w:rsidRDefault="00A15185" w:rsidP="00C27036">
      <w:pPr>
        <w:spacing w:after="0"/>
        <w:jc w:val="both"/>
        <w:rPr>
          <w:b/>
          <w:bCs/>
        </w:rPr>
      </w:pPr>
      <w:r>
        <w:t>Nombre de la empresa</w:t>
      </w:r>
      <w:r w:rsidR="001A42FD">
        <w:t xml:space="preserve">: </w:t>
      </w:r>
      <w:r w:rsidRPr="00A15185">
        <w:rPr>
          <w:b/>
          <w:bCs/>
          <w:highlight w:val="yellow"/>
        </w:rPr>
        <w:t>NOMBRE DE LA EM</w:t>
      </w:r>
      <w:r>
        <w:rPr>
          <w:b/>
          <w:bCs/>
          <w:highlight w:val="yellow"/>
        </w:rPr>
        <w:t>P</w:t>
      </w:r>
      <w:r w:rsidRPr="00A15185">
        <w:rPr>
          <w:b/>
          <w:bCs/>
          <w:highlight w:val="yellow"/>
        </w:rPr>
        <w:t>RESA</w:t>
      </w:r>
    </w:p>
    <w:p w14:paraId="4237D20F" w14:textId="090D007C" w:rsidR="00C27036" w:rsidRDefault="00C27036" w:rsidP="00C27036">
      <w:pPr>
        <w:spacing w:after="0"/>
        <w:jc w:val="both"/>
        <w:rPr>
          <w:b/>
          <w:bCs/>
        </w:rPr>
      </w:pPr>
      <w:r>
        <w:t>Nombre de</w:t>
      </w:r>
      <w:r>
        <w:t xml:space="preserve"> la persona en la empresa a la cual se dirige la solicitud de práctica</w:t>
      </w:r>
      <w:r>
        <w:t xml:space="preserve">: </w:t>
      </w:r>
      <w:r w:rsidRPr="00A15185">
        <w:rPr>
          <w:b/>
          <w:bCs/>
          <w:highlight w:val="yellow"/>
        </w:rPr>
        <w:t xml:space="preserve">NOMBRE COMPLETO </w:t>
      </w:r>
    </w:p>
    <w:p w14:paraId="72825101" w14:textId="7E9BCC6F" w:rsidR="00C27036" w:rsidRDefault="00C27036" w:rsidP="00C27036">
      <w:pPr>
        <w:spacing w:after="0"/>
        <w:jc w:val="both"/>
        <w:rPr>
          <w:b/>
          <w:bCs/>
        </w:rPr>
      </w:pPr>
      <w:r>
        <w:t xml:space="preserve">Correo de la persona en la empresa a la cual se dirige la solicitud de práctica: </w:t>
      </w:r>
      <w:r w:rsidRPr="00A15185">
        <w:rPr>
          <w:b/>
          <w:bCs/>
          <w:highlight w:val="yellow"/>
        </w:rPr>
        <w:t>C</w:t>
      </w:r>
      <w:r>
        <w:rPr>
          <w:b/>
          <w:bCs/>
          <w:highlight w:val="yellow"/>
        </w:rPr>
        <w:t>ORREO ELECTRÓNICO</w:t>
      </w:r>
    </w:p>
    <w:p w14:paraId="5349DE2A" w14:textId="39FEBADB" w:rsidR="00C27036" w:rsidRDefault="00C27036" w:rsidP="0097600C">
      <w:pPr>
        <w:spacing w:after="0"/>
        <w:jc w:val="both"/>
        <w:rPr>
          <w:b/>
          <w:bCs/>
        </w:rPr>
      </w:pPr>
      <w:r>
        <w:t xml:space="preserve">Nombre del puesto laboral de la persona en la empresa a la cual se dirige la solicitud de práctica: </w:t>
      </w:r>
      <w:r w:rsidRPr="00A15185">
        <w:rPr>
          <w:b/>
          <w:bCs/>
          <w:highlight w:val="yellow"/>
        </w:rPr>
        <w:t>N</w:t>
      </w:r>
      <w:r>
        <w:rPr>
          <w:b/>
          <w:bCs/>
          <w:highlight w:val="yellow"/>
        </w:rPr>
        <w:t>OMBRE</w:t>
      </w:r>
      <w:r w:rsidRPr="00A15185">
        <w:rPr>
          <w:b/>
          <w:bCs/>
          <w:highlight w:val="yellow"/>
        </w:rPr>
        <w:t xml:space="preserve"> DE</w:t>
      </w:r>
      <w:r>
        <w:rPr>
          <w:b/>
          <w:bCs/>
          <w:highlight w:val="yellow"/>
        </w:rPr>
        <w:t xml:space="preserve"> PUESTO</w:t>
      </w:r>
      <w:r w:rsidRPr="00A15185">
        <w:rPr>
          <w:b/>
          <w:bCs/>
          <w:highlight w:val="yellow"/>
        </w:rPr>
        <w:t xml:space="preserve"> </w:t>
      </w:r>
    </w:p>
    <w:p w14:paraId="1BF4C97A" w14:textId="77777777" w:rsidR="00A15185" w:rsidRDefault="00A15185" w:rsidP="0097600C">
      <w:pPr>
        <w:spacing w:after="0"/>
        <w:jc w:val="both"/>
        <w:rPr>
          <w:b/>
          <w:bCs/>
        </w:rPr>
      </w:pPr>
      <w:r>
        <w:t xml:space="preserve">Nombre del futuro jefe inmediato del practicante: </w:t>
      </w:r>
      <w:r w:rsidRPr="00A15185">
        <w:rPr>
          <w:b/>
          <w:bCs/>
          <w:highlight w:val="yellow"/>
        </w:rPr>
        <w:t>NOMBRE COMPLETO</w:t>
      </w:r>
    </w:p>
    <w:p w14:paraId="18E215A1" w14:textId="77777777" w:rsidR="001A42FD" w:rsidRDefault="001A42FD" w:rsidP="0097600C">
      <w:pPr>
        <w:spacing w:after="0"/>
        <w:jc w:val="both"/>
        <w:rPr>
          <w:b/>
          <w:bCs/>
        </w:rPr>
      </w:pPr>
      <w:r>
        <w:t xml:space="preserve">Teléfono </w:t>
      </w:r>
      <w:r w:rsidR="00A15185">
        <w:t>de contacto del jefe inmediato</w:t>
      </w:r>
      <w:r>
        <w:t xml:space="preserve">: </w:t>
      </w:r>
      <w:r w:rsidR="00A15185" w:rsidRPr="00A15185">
        <w:rPr>
          <w:b/>
          <w:bCs/>
          <w:highlight w:val="yellow"/>
        </w:rPr>
        <w:t>NÚMERO DE</w:t>
      </w:r>
      <w:r w:rsidR="009872B0">
        <w:rPr>
          <w:b/>
          <w:bCs/>
          <w:highlight w:val="yellow"/>
        </w:rPr>
        <w:t xml:space="preserve"> CONTACTO</w:t>
      </w:r>
      <w:r w:rsidR="00A15185" w:rsidRPr="00A15185">
        <w:rPr>
          <w:b/>
          <w:bCs/>
          <w:highlight w:val="yellow"/>
        </w:rPr>
        <w:t xml:space="preserve"> </w:t>
      </w:r>
    </w:p>
    <w:p w14:paraId="34647FD4" w14:textId="77777777" w:rsidR="00A15185" w:rsidRDefault="00A15185" w:rsidP="0097600C">
      <w:pPr>
        <w:spacing w:after="0"/>
        <w:jc w:val="both"/>
        <w:rPr>
          <w:b/>
          <w:bCs/>
        </w:rPr>
      </w:pPr>
      <w:r>
        <w:t xml:space="preserve">Correo del jefe inmediato: </w:t>
      </w:r>
      <w:r w:rsidRPr="00A15185">
        <w:rPr>
          <w:b/>
          <w:bCs/>
          <w:highlight w:val="yellow"/>
        </w:rPr>
        <w:t>C</w:t>
      </w:r>
      <w:r>
        <w:rPr>
          <w:b/>
          <w:bCs/>
          <w:highlight w:val="yellow"/>
        </w:rPr>
        <w:t>ORREO ELECTRÓNICO</w:t>
      </w:r>
    </w:p>
    <w:p w14:paraId="0E88C6A7" w14:textId="77777777" w:rsidR="00C242A2" w:rsidRDefault="00C242A2" w:rsidP="0097600C">
      <w:pPr>
        <w:spacing w:after="0"/>
        <w:jc w:val="both"/>
        <w:rPr>
          <w:b/>
          <w:bCs/>
        </w:rPr>
      </w:pPr>
      <w:r>
        <w:t xml:space="preserve">Nombre del puesto laboral del jefe inmediato: </w:t>
      </w:r>
      <w:r w:rsidRPr="00A15185">
        <w:rPr>
          <w:b/>
          <w:bCs/>
          <w:highlight w:val="yellow"/>
        </w:rPr>
        <w:t>N</w:t>
      </w:r>
      <w:r>
        <w:rPr>
          <w:b/>
          <w:bCs/>
          <w:highlight w:val="yellow"/>
        </w:rPr>
        <w:t>OMBRE</w:t>
      </w:r>
      <w:r w:rsidRPr="00A15185">
        <w:rPr>
          <w:b/>
          <w:bCs/>
          <w:highlight w:val="yellow"/>
        </w:rPr>
        <w:t xml:space="preserve"> DE</w:t>
      </w:r>
      <w:r>
        <w:rPr>
          <w:b/>
          <w:bCs/>
          <w:highlight w:val="yellow"/>
        </w:rPr>
        <w:t xml:space="preserve"> PUESTO</w:t>
      </w:r>
      <w:r w:rsidRPr="00A15185">
        <w:rPr>
          <w:b/>
          <w:bCs/>
          <w:highlight w:val="yellow"/>
        </w:rPr>
        <w:t xml:space="preserve"> </w:t>
      </w:r>
    </w:p>
    <w:p w14:paraId="3039B7F4" w14:textId="77777777" w:rsidR="00C242A2" w:rsidRDefault="00C242A2" w:rsidP="00C242A2">
      <w:pPr>
        <w:jc w:val="both"/>
        <w:rPr>
          <w:b/>
          <w:bCs/>
        </w:rPr>
      </w:pPr>
      <w:r>
        <w:t xml:space="preserve">Área o departamento de la empresa donde desarrollará la práctica: </w:t>
      </w:r>
      <w:r w:rsidRPr="00A15185">
        <w:rPr>
          <w:b/>
          <w:bCs/>
          <w:highlight w:val="yellow"/>
        </w:rPr>
        <w:t>N</w:t>
      </w:r>
      <w:r>
        <w:rPr>
          <w:b/>
          <w:bCs/>
          <w:highlight w:val="yellow"/>
        </w:rPr>
        <w:t>OMBRE, EJEMPLO: DEPARTAMENTO DE DESARROLLO</w:t>
      </w:r>
      <w:r w:rsidRPr="00A15185">
        <w:rPr>
          <w:b/>
          <w:bCs/>
          <w:highlight w:val="yellow"/>
        </w:rPr>
        <w:t xml:space="preserve"> </w:t>
      </w:r>
    </w:p>
    <w:p w14:paraId="3152E9D4" w14:textId="77777777" w:rsidR="001A42FD" w:rsidRDefault="001A42FD" w:rsidP="001A42FD">
      <w:pPr>
        <w:jc w:val="both"/>
      </w:pPr>
      <w:r>
        <w:t xml:space="preserve">Los datos proporcionados en esta nota son verídicos y exactos, por lo que servirán para que el Coordinador Académico establezca comunicación con </w:t>
      </w:r>
      <w:r w:rsidR="009872B0">
        <w:t xml:space="preserve">la empresa </w:t>
      </w:r>
      <w:r>
        <w:t>ante cualquier situación relacionada con el desarrollo de la práctica profesional.</w:t>
      </w:r>
      <w:r w:rsidR="003F2EFD">
        <w:t xml:space="preserve"> Estos datos de la empresa serán tratados de forma confidencial y no serán divulgados a través de ningún medio de comunicación o red social.</w:t>
      </w:r>
    </w:p>
    <w:p w14:paraId="54E129DB" w14:textId="77777777" w:rsidR="001A42FD" w:rsidRDefault="00B16B76" w:rsidP="001A42FD">
      <w:pPr>
        <w:jc w:val="both"/>
        <w:rPr>
          <w:b/>
          <w:bCs/>
        </w:rPr>
      </w:pPr>
      <w:r>
        <w:t>F</w:t>
      </w:r>
      <w:r w:rsidR="001A42FD">
        <w:t xml:space="preserve">irmo la nota a los </w:t>
      </w:r>
      <w:r w:rsidR="001A42FD" w:rsidRPr="001A42FD">
        <w:rPr>
          <w:b/>
          <w:bCs/>
          <w:highlight w:val="yellow"/>
        </w:rPr>
        <w:t>NÚMERO DE DÍA</w:t>
      </w:r>
      <w:r w:rsidR="001A42FD">
        <w:t xml:space="preserve"> del mes de </w:t>
      </w:r>
      <w:r w:rsidR="001A42FD" w:rsidRPr="001A42FD">
        <w:rPr>
          <w:b/>
          <w:bCs/>
          <w:highlight w:val="yellow"/>
        </w:rPr>
        <w:t>NOMBRE MES</w:t>
      </w:r>
      <w:r w:rsidR="001A42FD">
        <w:t xml:space="preserve"> de </w:t>
      </w:r>
      <w:r w:rsidR="001A42FD" w:rsidRPr="001A42FD">
        <w:rPr>
          <w:b/>
          <w:bCs/>
          <w:highlight w:val="yellow"/>
        </w:rPr>
        <w:t>NÚMERO</w:t>
      </w:r>
      <w:r w:rsidR="001A42FD" w:rsidRPr="001A42FD">
        <w:rPr>
          <w:highlight w:val="yellow"/>
        </w:rPr>
        <w:t xml:space="preserve"> </w:t>
      </w:r>
      <w:r w:rsidR="001A42FD" w:rsidRPr="001A42FD">
        <w:rPr>
          <w:b/>
          <w:bCs/>
          <w:highlight w:val="yellow"/>
        </w:rPr>
        <w:t>AÑO</w:t>
      </w:r>
      <w:r w:rsidR="001A42FD">
        <w:rPr>
          <w:b/>
          <w:bCs/>
        </w:rPr>
        <w:t xml:space="preserve"> </w:t>
      </w:r>
      <w:r w:rsidR="001A42FD">
        <w:t xml:space="preserve">en la ciudad de </w:t>
      </w:r>
      <w:r w:rsidRPr="00B16B76">
        <w:rPr>
          <w:b/>
          <w:bCs/>
          <w:highlight w:val="yellow"/>
        </w:rPr>
        <w:t>NOMBRE DE CIUDAD</w:t>
      </w:r>
      <w:r w:rsidR="001A42FD">
        <w:t xml:space="preserve">, </w:t>
      </w:r>
      <w:r w:rsidRPr="00B16B76">
        <w:rPr>
          <w:b/>
          <w:bCs/>
          <w:highlight w:val="yellow"/>
        </w:rPr>
        <w:t>NOMBRE DEPARTAMENTO</w:t>
      </w:r>
      <w:r w:rsidR="001A42FD">
        <w:t>.</w:t>
      </w:r>
    </w:p>
    <w:p w14:paraId="5D0F871B" w14:textId="77777777" w:rsidR="001A42FD" w:rsidRDefault="001A42FD" w:rsidP="001A42FD">
      <w:pPr>
        <w:jc w:val="both"/>
        <w:rPr>
          <w:b/>
          <w:bCs/>
        </w:rPr>
      </w:pPr>
    </w:p>
    <w:p w14:paraId="37BEFAC4" w14:textId="77777777" w:rsidR="0097600C" w:rsidRDefault="0097600C" w:rsidP="001A42FD">
      <w:pPr>
        <w:jc w:val="both"/>
        <w:rPr>
          <w:b/>
          <w:bCs/>
        </w:rPr>
      </w:pPr>
    </w:p>
    <w:p w14:paraId="34A6F085" w14:textId="77777777" w:rsidR="001A42FD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 w:rsidRPr="00B16B76">
        <w:rPr>
          <w:b/>
          <w:sz w:val="26"/>
          <w:szCs w:val="26"/>
          <w:highlight w:val="yellow"/>
          <w:lang w:val="es-HN"/>
        </w:rPr>
        <w:lastRenderedPageBreak/>
        <w:t>Firma manuscrita, no debe ser digital</w:t>
      </w:r>
    </w:p>
    <w:p w14:paraId="0365E474" w14:textId="77777777" w:rsidR="001A42FD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>
        <w:rPr>
          <w:b/>
          <w:sz w:val="26"/>
          <w:szCs w:val="26"/>
          <w:lang w:val="es-HN"/>
        </w:rPr>
        <w:t>____________________________</w:t>
      </w:r>
    </w:p>
    <w:p w14:paraId="76F9EA36" w14:textId="77777777" w:rsidR="001A42FD" w:rsidRPr="008D6011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 w:rsidRPr="00B16B76">
        <w:rPr>
          <w:b/>
          <w:sz w:val="26"/>
          <w:szCs w:val="26"/>
          <w:highlight w:val="yellow"/>
          <w:lang w:val="es-HN"/>
        </w:rPr>
        <w:t>Nombre del estudiante</w:t>
      </w:r>
    </w:p>
    <w:p w14:paraId="6C9B2309" w14:textId="77777777" w:rsidR="001A42FD" w:rsidRDefault="001A42FD" w:rsidP="001A42FD">
      <w:pPr>
        <w:pStyle w:val="Sinespaciado"/>
        <w:tabs>
          <w:tab w:val="left" w:pos="375"/>
        </w:tabs>
        <w:jc w:val="center"/>
        <w:rPr>
          <w:sz w:val="24"/>
          <w:szCs w:val="24"/>
          <w:lang w:val="es-HN"/>
        </w:rPr>
      </w:pPr>
      <w:r>
        <w:rPr>
          <w:sz w:val="24"/>
          <w:szCs w:val="24"/>
          <w:lang w:val="es-HN"/>
        </w:rPr>
        <w:t>ESTUDIANTE DE</w:t>
      </w:r>
    </w:p>
    <w:p w14:paraId="169BEF35" w14:textId="77777777" w:rsidR="001A42FD" w:rsidRPr="001A42FD" w:rsidRDefault="001A42FD" w:rsidP="00C242A2">
      <w:pPr>
        <w:pStyle w:val="Sinespaciado"/>
        <w:tabs>
          <w:tab w:val="left" w:pos="375"/>
        </w:tabs>
        <w:jc w:val="center"/>
      </w:pPr>
      <w:r>
        <w:rPr>
          <w:sz w:val="24"/>
          <w:szCs w:val="24"/>
          <w:lang w:val="es-HN"/>
        </w:rPr>
        <w:t>INGENIERÍA EN SISTEMAS</w:t>
      </w:r>
    </w:p>
    <w:sectPr w:rsidR="001A42FD" w:rsidRPr="001A42FD" w:rsidSect="00B20E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4C66D" w14:textId="77777777" w:rsidR="00B20E73" w:rsidRDefault="00B20E73" w:rsidP="00474875">
      <w:r>
        <w:separator/>
      </w:r>
    </w:p>
  </w:endnote>
  <w:endnote w:type="continuationSeparator" w:id="0">
    <w:p w14:paraId="33A1A7F6" w14:textId="77777777" w:rsidR="00B20E73" w:rsidRDefault="00B20E73" w:rsidP="0047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Helvetica Light">
    <w:altName w:val="Segoe UI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8776" w14:textId="77777777" w:rsidR="003E6145" w:rsidRDefault="003E61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9CE1" w14:textId="77777777" w:rsidR="001A6C18" w:rsidRDefault="001A6C18" w:rsidP="007D7AD3">
    <w:pPr>
      <w:pStyle w:val="Encabezado"/>
      <w:tabs>
        <w:tab w:val="left" w:pos="2565"/>
      </w:tabs>
      <w:jc w:val="center"/>
      <w:rPr>
        <w:rFonts w:ascii="HelveticaNeueLT Std" w:hAnsi="HelveticaNeueLT Std"/>
        <w:b/>
        <w:i/>
        <w:color w:val="1F497D"/>
        <w:sz w:val="20"/>
      </w:rPr>
    </w:pPr>
  </w:p>
  <w:p w14:paraId="205A41B3" w14:textId="77777777" w:rsidR="007D7AD3" w:rsidRPr="00B06CC7" w:rsidRDefault="007D7AD3" w:rsidP="007D7AD3">
    <w:pPr>
      <w:pStyle w:val="Encabezado"/>
      <w:tabs>
        <w:tab w:val="left" w:pos="2565"/>
      </w:tabs>
      <w:jc w:val="center"/>
      <w:rPr>
        <w:rFonts w:ascii="HelveticaNeueLT Std" w:hAnsi="HelveticaNeueLT Std"/>
        <w:b/>
        <w:i/>
        <w:color w:val="1F497D"/>
        <w:sz w:val="20"/>
      </w:rPr>
    </w:pPr>
    <w:r>
      <w:rPr>
        <w:rFonts w:ascii="HelveticaNeueLT Std" w:hAnsi="HelveticaNeueLT Std"/>
        <w:b/>
        <w:i/>
        <w:color w:val="1F497D"/>
        <w:sz w:val="20"/>
      </w:rPr>
      <w:t>“La Educación es la Primera Necesidad de la República”</w:t>
    </w:r>
  </w:p>
  <w:p w14:paraId="41974153" w14:textId="77777777" w:rsidR="007D7AD3" w:rsidRDefault="007D7AD3" w:rsidP="007D7AD3">
    <w:pPr>
      <w:pStyle w:val="Piedepgina"/>
      <w:rPr>
        <w:noProof/>
        <w:lang w:eastAsia="es-HN"/>
      </w:rPr>
    </w:pPr>
  </w:p>
  <w:p w14:paraId="62B1EA10" w14:textId="77777777" w:rsidR="007D7AD3" w:rsidRDefault="007D7AD3" w:rsidP="007D7AD3">
    <w:pPr>
      <w:pStyle w:val="Piedepgina"/>
    </w:pPr>
    <w:r>
      <w:rPr>
        <w:noProof/>
        <w:lang w:eastAsia="es-HN"/>
      </w:rPr>
      <w:drawing>
        <wp:anchor distT="0" distB="0" distL="114300" distR="114300" simplePos="0" relativeHeight="251646464" behindDoc="0" locked="0" layoutInCell="1" allowOverlap="1" wp14:anchorId="737A8771" wp14:editId="3EAAE13A">
          <wp:simplePos x="0" y="0"/>
          <wp:positionH relativeFrom="page">
            <wp:posOffset>-3175</wp:posOffset>
          </wp:positionH>
          <wp:positionV relativeFrom="paragraph">
            <wp:posOffset>3810</wp:posOffset>
          </wp:positionV>
          <wp:extent cx="7775575" cy="538480"/>
          <wp:effectExtent l="0" t="0" r="0" b="0"/>
          <wp:wrapThrough wrapText="bothSides">
            <wp:wrapPolygon edited="0">
              <wp:start x="0" y="0"/>
              <wp:lineTo x="0" y="10698"/>
              <wp:lineTo x="20586" y="12226"/>
              <wp:lineTo x="20586" y="20632"/>
              <wp:lineTo x="21538" y="20632"/>
              <wp:lineTo x="21538" y="0"/>
              <wp:lineTo x="0" y="0"/>
            </wp:wrapPolygon>
          </wp:wrapThrough>
          <wp:docPr id="1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6D4AA4" w14:textId="77777777" w:rsidR="00CC1662" w:rsidRPr="00C625E6" w:rsidRDefault="00CC1662" w:rsidP="00075485">
    <w:pPr>
      <w:pStyle w:val="Encabezado"/>
      <w:tabs>
        <w:tab w:val="left" w:pos="2565"/>
      </w:tabs>
      <w:rPr>
        <w:rFonts w:ascii="Arial Narrow" w:hAnsi="Arial Narrow"/>
        <w:b/>
        <w:i/>
        <w:color w:val="FFFFFF"/>
        <w:sz w:val="16"/>
        <w:szCs w:val="16"/>
      </w:rPr>
    </w:pPr>
    <w:r w:rsidRPr="00C625E6">
      <w:rPr>
        <w:rFonts w:ascii="Century Schoolbook" w:hAnsi="Century Schoolbook"/>
        <w:b/>
        <w:color w:val="FFFFFF"/>
        <w:sz w:val="18"/>
        <w:szCs w:val="18"/>
      </w:rPr>
      <w:t>ICIO IS-00</w:t>
    </w:r>
    <w:r w:rsidR="008D5791" w:rsidRPr="00C625E6">
      <w:rPr>
        <w:rFonts w:ascii="Century Schoolbook" w:hAnsi="Century Schoolbook"/>
        <w:b/>
        <w:color w:val="FFFFFF"/>
        <w:sz w:val="18"/>
        <w:szCs w:val="18"/>
      </w:rPr>
      <w:t>7</w:t>
    </w:r>
    <w:r w:rsidRPr="00C625E6">
      <w:rPr>
        <w:rFonts w:ascii="Century Schoolbook" w:hAnsi="Century Schoolbook"/>
        <w:b/>
        <w:color w:val="FFFFFF"/>
        <w:sz w:val="18"/>
        <w:szCs w:val="18"/>
      </w:rPr>
      <w:t xml:space="preserve">-2017   Paginas  </w:t>
    </w:r>
    <w:r w:rsidRPr="00C625E6">
      <w:rPr>
        <w:rFonts w:ascii="Century Schoolbook" w:hAnsi="Century Schoolbook"/>
        <w:b/>
        <w:color w:val="FFFFFF"/>
        <w:sz w:val="18"/>
        <w:szCs w:val="18"/>
      </w:rPr>
      <w:fldChar w:fldCharType="begin"/>
    </w:r>
    <w:r w:rsidRPr="00C625E6">
      <w:rPr>
        <w:rFonts w:ascii="Century Schoolbook" w:hAnsi="Century Schoolbook"/>
        <w:b/>
        <w:color w:val="FFFFFF"/>
        <w:sz w:val="18"/>
        <w:szCs w:val="18"/>
      </w:rPr>
      <w:instrText>PAGE   \* MERGEFORMAT</w:instrText>
    </w:r>
    <w:r w:rsidRPr="00C625E6">
      <w:rPr>
        <w:rFonts w:ascii="Century Schoolbook" w:hAnsi="Century Schoolbook"/>
        <w:b/>
        <w:color w:val="FFFFFF"/>
        <w:sz w:val="18"/>
        <w:szCs w:val="18"/>
      </w:rPr>
      <w:fldChar w:fldCharType="separate"/>
    </w:r>
    <w:r w:rsidR="006E2118" w:rsidRPr="006E2118">
      <w:rPr>
        <w:rFonts w:ascii="Century Schoolbook" w:hAnsi="Century Schoolbook"/>
        <w:b/>
        <w:noProof/>
        <w:color w:val="FFFFFF"/>
        <w:sz w:val="18"/>
        <w:szCs w:val="18"/>
        <w:lang w:val="es-ES"/>
      </w:rPr>
      <w:t>4</w:t>
    </w:r>
    <w:r w:rsidRPr="00C625E6">
      <w:rPr>
        <w:rFonts w:ascii="Century Schoolbook" w:hAnsi="Century Schoolbook"/>
        <w:b/>
        <w:color w:val="FFFFFF"/>
        <w:sz w:val="18"/>
        <w:szCs w:val="18"/>
      </w:rPr>
      <w:fldChar w:fldCharType="end"/>
    </w:r>
    <w:r w:rsidRPr="00C625E6">
      <w:rPr>
        <w:rFonts w:ascii="Century Schoolbook" w:hAnsi="Century Schoolbook"/>
        <w:b/>
        <w:color w:val="FFFFFF"/>
        <w:sz w:val="18"/>
        <w:szCs w:val="18"/>
      </w:rPr>
      <w:t xml:space="preserve"> 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60D50" w14:textId="77777777" w:rsidR="003E6145" w:rsidRDefault="003E61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3120" w14:textId="77777777" w:rsidR="00B20E73" w:rsidRDefault="00B20E73" w:rsidP="00474875">
      <w:r>
        <w:separator/>
      </w:r>
    </w:p>
  </w:footnote>
  <w:footnote w:type="continuationSeparator" w:id="0">
    <w:p w14:paraId="39947487" w14:textId="77777777" w:rsidR="00B20E73" w:rsidRDefault="00B20E73" w:rsidP="0047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5963B" w14:textId="77777777" w:rsidR="003E6145" w:rsidRDefault="003E61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1F11A" w14:textId="77777777" w:rsidR="007D7AD3" w:rsidRDefault="007D7AD3" w:rsidP="007D7AD3">
    <w:pPr>
      <w:pStyle w:val="Encabezado"/>
      <w:tabs>
        <w:tab w:val="left" w:pos="142"/>
        <w:tab w:val="left" w:pos="7230"/>
      </w:tabs>
      <w:rPr>
        <w:rFonts w:ascii="Helvetica Light" w:hAnsi="Helvetica Light"/>
        <w:sz w:val="20"/>
        <w:szCs w:val="20"/>
      </w:rPr>
    </w:pPr>
    <w:r w:rsidRPr="00B06CC7">
      <w:rPr>
        <w:rFonts w:ascii="Helvetica Light" w:hAnsi="Helvetica Light"/>
        <w:noProof/>
        <w:sz w:val="20"/>
        <w:szCs w:val="20"/>
        <w:lang w:eastAsia="es-HN"/>
      </w:rPr>
      <mc:AlternateContent>
        <mc:Choice Requires="wps">
          <w:drawing>
            <wp:anchor distT="45720" distB="45720" distL="114300" distR="114300" simplePos="0" relativeHeight="251653632" behindDoc="0" locked="0" layoutInCell="1" allowOverlap="1" wp14:anchorId="1207E7B2" wp14:editId="545061D8">
              <wp:simplePos x="0" y="0"/>
              <wp:positionH relativeFrom="column">
                <wp:posOffset>3608510</wp:posOffset>
              </wp:positionH>
              <wp:positionV relativeFrom="paragraph">
                <wp:posOffset>-17145</wp:posOffset>
              </wp:positionV>
              <wp:extent cx="2360930" cy="51435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8F4C8E" w14:textId="77777777" w:rsidR="007D7AD3" w:rsidRDefault="007D7AD3" w:rsidP="007D7AD3">
                          <w:pPr>
                            <w:pStyle w:val="TableContents"/>
                            <w:jc w:val="center"/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Light" w:hAnsi="Helvetica Light"/>
                              <w:sz w:val="20"/>
                              <w:szCs w:val="20"/>
                            </w:rPr>
                            <w:tab/>
                          </w:r>
                          <w:r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Planta: (504)2216-3000 Ext. 100573</w:t>
                          </w:r>
                        </w:p>
                        <w:p w14:paraId="6078BF4C" w14:textId="77777777" w:rsidR="007D7AD3" w:rsidRPr="004D47A0" w:rsidRDefault="007D7AD3" w:rsidP="007D7AD3">
                          <w:pPr>
                            <w:pStyle w:val="Sinespaciado"/>
                            <w:jc w:val="right"/>
                            <w:rPr>
                              <w:rFonts w:ascii="Cambria" w:eastAsia="Times New Roman" w:hAnsi="Cambria"/>
                              <w:b/>
                              <w:i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Edificio B2, 4to. Piso, Pasillo Izquierdo</w:t>
                          </w:r>
                        </w:p>
                        <w:p w14:paraId="134FAD0A" w14:textId="77777777" w:rsidR="007D7AD3" w:rsidRDefault="007D7AD3" w:rsidP="007D7A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07E7B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4.15pt;margin-top:-1.35pt;width:185.9pt;height:40.5pt;z-index:2516536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" stroked="f">
              <v:textbox>
                <w:txbxContent>
                  <w:p w14:paraId="3C8F4C8E" w14:textId="77777777" w:rsidR="007D7AD3" w:rsidRDefault="007D7AD3" w:rsidP="007D7AD3">
                    <w:pPr>
                      <w:pStyle w:val="TableContents"/>
                      <w:jc w:val="center"/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</w:pPr>
                    <w:r>
                      <w:rPr>
                        <w:rFonts w:ascii="Helvetica Light" w:hAnsi="Helvetica Light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Planta: (504)2216-3000 Ext. 100573</w:t>
                    </w:r>
                  </w:p>
                  <w:p w14:paraId="6078BF4C" w14:textId="77777777" w:rsidR="007D7AD3" w:rsidRPr="004D47A0" w:rsidRDefault="007D7AD3" w:rsidP="007D7AD3">
                    <w:pPr>
                      <w:pStyle w:val="Sinespaciado"/>
                      <w:jc w:val="right"/>
                      <w:rPr>
                        <w:rFonts w:ascii="Cambria" w:eastAsia="Times New Roman" w:hAnsi="Cambria"/>
                        <w:b/>
                        <w:i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Edificio B2, 4to. Piso, Pasillo Izquierdo</w:t>
                    </w:r>
                  </w:p>
                  <w:p w14:paraId="134FAD0A" w14:textId="77777777" w:rsidR="007D7AD3" w:rsidRDefault="007D7AD3" w:rsidP="007D7AD3"/>
                </w:txbxContent>
              </v:textbox>
              <w10:wrap type="square"/>
            </v:shape>
          </w:pict>
        </mc:Fallback>
      </mc:AlternateContent>
    </w:r>
    <w:r>
      <w:rPr>
        <w:rFonts w:ascii="Helvetica Light" w:hAnsi="Helvetica Light"/>
        <w:noProof/>
        <w:sz w:val="20"/>
        <w:szCs w:val="20"/>
        <w:lang w:eastAsia="es-HN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AC66E91" wp14:editId="198C7503">
              <wp:simplePos x="0" y="0"/>
              <wp:positionH relativeFrom="rightMargin">
                <wp:posOffset>220980</wp:posOffset>
              </wp:positionH>
              <wp:positionV relativeFrom="paragraph">
                <wp:posOffset>-55245</wp:posOffset>
              </wp:positionV>
              <wp:extent cx="257175" cy="1082675"/>
              <wp:effectExtent l="0" t="0" r="9525" b="3175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175" cy="1082675"/>
                      </a:xfrm>
                      <a:prstGeom prst="rect">
                        <a:avLst/>
                      </a:prstGeom>
                      <a:solidFill>
                        <a:srgbClr val="FFC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CFDC0C4" id="Rectángulo 6" o:spid="_x0000_s1026" style="position:absolute;margin-left:17.4pt;margin-top:-4.35pt;width:20.25pt;height:85.25pt;z-index:251666944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" fillcolor="#fc0" stroked="f" strokeweight="2pt">
              <w10:wrap anchorx="margin"/>
            </v:rect>
          </w:pict>
        </mc:Fallback>
      </mc:AlternateContent>
    </w:r>
    <w:r>
      <w:rPr>
        <w:rFonts w:ascii="Helvetica Light" w:hAnsi="Helvetica Light"/>
        <w:noProof/>
        <w:sz w:val="20"/>
        <w:szCs w:val="20"/>
        <w:lang w:eastAsia="es-HN"/>
      </w:rPr>
      <w:drawing>
        <wp:anchor distT="0" distB="0" distL="114300" distR="114300" simplePos="0" relativeHeight="251674112" behindDoc="0" locked="0" layoutInCell="1" allowOverlap="1" wp14:anchorId="3C71C0BE" wp14:editId="72FC0BE4">
          <wp:simplePos x="0" y="0"/>
          <wp:positionH relativeFrom="column">
            <wp:posOffset>2597150</wp:posOffset>
          </wp:positionH>
          <wp:positionV relativeFrom="paragraph">
            <wp:posOffset>-86995</wp:posOffset>
          </wp:positionV>
          <wp:extent cx="958850" cy="958850"/>
          <wp:effectExtent l="0" t="0" r="0" b="0"/>
          <wp:wrapNone/>
          <wp:docPr id="50" name="Imagen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958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70016" behindDoc="0" locked="0" layoutInCell="1" allowOverlap="1" wp14:anchorId="4A6125FC" wp14:editId="0BFB0DA4">
          <wp:simplePos x="0" y="0"/>
          <wp:positionH relativeFrom="margin">
            <wp:posOffset>1502391</wp:posOffset>
          </wp:positionH>
          <wp:positionV relativeFrom="paragraph">
            <wp:posOffset>-134004</wp:posOffset>
          </wp:positionV>
          <wp:extent cx="1028700" cy="1028700"/>
          <wp:effectExtent l="0" t="0" r="0" b="0"/>
          <wp:wrapNone/>
          <wp:docPr id="51" name="Imagen 51" descr="Facultad de IngenierÃ­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ultad de IngenierÃ­a 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6CC7">
      <w:rPr>
        <w:rFonts w:ascii="Helvetica Light" w:hAnsi="Helvetica Light"/>
        <w:noProof/>
        <w:sz w:val="20"/>
        <w:szCs w:val="20"/>
        <w:lang w:eastAsia="es-HN"/>
      </w:rPr>
      <w:drawing>
        <wp:anchor distT="0" distB="0" distL="114300" distR="114300" simplePos="0" relativeHeight="251657728" behindDoc="0" locked="0" layoutInCell="1" allowOverlap="1" wp14:anchorId="3946FEEE" wp14:editId="73AECCB2">
          <wp:simplePos x="0" y="0"/>
          <wp:positionH relativeFrom="column">
            <wp:posOffset>-281580</wp:posOffset>
          </wp:positionH>
          <wp:positionV relativeFrom="paragraph">
            <wp:posOffset>-133378</wp:posOffset>
          </wp:positionV>
          <wp:extent cx="1723869" cy="1095375"/>
          <wp:effectExtent l="0" t="0" r="0" b="0"/>
          <wp:wrapNone/>
          <wp:docPr id="52" name="Imagen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869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4B5D85" w14:textId="77777777" w:rsidR="007D7AD3" w:rsidRDefault="007D7AD3" w:rsidP="007D7AD3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3D4F8086" w14:textId="77777777" w:rsidR="007D7AD3" w:rsidRDefault="007D7AD3" w:rsidP="007D7AD3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2E0259EA" w14:textId="77777777" w:rsidR="007D7AD3" w:rsidRDefault="007D7AD3" w:rsidP="007D7AD3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2B40398E" w14:textId="77777777" w:rsidR="007D7AD3" w:rsidRDefault="007D7AD3" w:rsidP="007D7AD3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59ECC45E" w14:textId="77777777" w:rsidR="007D7AD3" w:rsidRDefault="007D7AD3" w:rsidP="007D7AD3">
    <w:pPr>
      <w:pStyle w:val="Sinespaciado"/>
      <w:ind w:left="-142"/>
      <w:jc w:val="right"/>
      <w:rPr>
        <w:rFonts w:ascii="Helvetica Light" w:hAnsi="Helvetica Light"/>
        <w:sz w:val="20"/>
        <w:szCs w:val="20"/>
      </w:rPr>
    </w:pPr>
    <w:r w:rsidRPr="00B06CC7"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 wp14:anchorId="13EFB982" wp14:editId="6EAC78FB">
              <wp:simplePos x="0" y="0"/>
              <wp:positionH relativeFrom="column">
                <wp:posOffset>487680</wp:posOffset>
              </wp:positionH>
              <wp:positionV relativeFrom="paragraph">
                <wp:posOffset>155575</wp:posOffset>
              </wp:positionV>
              <wp:extent cx="4353560" cy="299720"/>
              <wp:effectExtent l="0" t="0" r="8890" b="508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299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D0EBCD" w14:textId="77777777" w:rsidR="007D7AD3" w:rsidRPr="00887F6D" w:rsidRDefault="007D7AD3" w:rsidP="007D7AD3">
                          <w:pPr>
                            <w:pStyle w:val="Encabezado"/>
                            <w:tabs>
                              <w:tab w:val="left" w:pos="2565"/>
                            </w:tabs>
                            <w:spacing w:line="276" w:lineRule="auto"/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>DEPARTAMENTO DE INGENIERÍA EN SISTEMAS</w:t>
                          </w:r>
                          <w:r w:rsidRPr="00887F6D"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 xml:space="preserve">                                                </w:t>
                          </w:r>
                        </w:p>
                        <w:p w14:paraId="38F2D7FD" w14:textId="77777777" w:rsidR="007D7AD3" w:rsidRDefault="007D7AD3" w:rsidP="007D7A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EFB982" id="_x0000_s1027" type="#_x0000_t202" style="position:absolute;left:0;text-align:left;margin-left:38.4pt;margin-top:12.25pt;width:342.8pt;height:23.6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" stroked="f">
              <v:textbox>
                <w:txbxContent>
                  <w:p w14:paraId="1BD0EBCD" w14:textId="77777777" w:rsidR="007D7AD3" w:rsidRPr="00887F6D" w:rsidRDefault="007D7AD3" w:rsidP="007D7AD3">
                    <w:pPr>
                      <w:pStyle w:val="Encabezado"/>
                      <w:tabs>
                        <w:tab w:val="left" w:pos="2565"/>
                      </w:tabs>
                      <w:spacing w:line="276" w:lineRule="auto"/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</w:pPr>
                    <w:r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>DEPARTAMENTO DE INGENIERÍA EN SISTEMAS</w:t>
                    </w:r>
                    <w:r w:rsidRPr="00887F6D"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 xml:space="preserve">                                                </w:t>
                    </w:r>
                  </w:p>
                  <w:p w14:paraId="38F2D7FD" w14:textId="77777777" w:rsidR="007D7AD3" w:rsidRDefault="007D7AD3" w:rsidP="007D7AD3"/>
                </w:txbxContent>
              </v:textbox>
              <w10:wrap type="square"/>
            </v:shape>
          </w:pict>
        </mc:Fallback>
      </mc:AlternateContent>
    </w:r>
  </w:p>
  <w:p w14:paraId="6B36246F" w14:textId="77777777" w:rsidR="007D7AD3" w:rsidRPr="004D47A0" w:rsidRDefault="007D7AD3" w:rsidP="007D7AD3">
    <w:pPr>
      <w:pStyle w:val="Sinespaciado"/>
      <w:jc w:val="right"/>
      <w:rPr>
        <w:rFonts w:ascii="Cambria" w:eastAsia="Times New Roman" w:hAnsi="Cambria"/>
        <w:b/>
        <w:i/>
        <w:color w:val="1F497D"/>
        <w:sz w:val="16"/>
        <w:szCs w:val="16"/>
      </w:rPr>
    </w:pPr>
    <w:r w:rsidRPr="0021797A">
      <w:rPr>
        <w:noProof/>
        <w:lang w:val="es-HN" w:eastAsia="es-HN"/>
      </w:rPr>
      <w:drawing>
        <wp:anchor distT="0" distB="0" distL="114300" distR="114300" simplePos="0" relativeHeight="251649536" behindDoc="1" locked="0" layoutInCell="1" allowOverlap="1" wp14:anchorId="69AA1D55" wp14:editId="3E34324D">
          <wp:simplePos x="0" y="0"/>
          <wp:positionH relativeFrom="column">
            <wp:posOffset>3750945</wp:posOffset>
          </wp:positionH>
          <wp:positionV relativeFrom="paragraph">
            <wp:posOffset>2910205</wp:posOffset>
          </wp:positionV>
          <wp:extent cx="3317875" cy="4618990"/>
          <wp:effectExtent l="0" t="0" r="0" b="0"/>
          <wp:wrapNone/>
          <wp:docPr id="5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lum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7875" cy="461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Helvetica Light" w:hAnsi="Helvetica Light"/>
        <w:sz w:val="20"/>
        <w:szCs w:val="20"/>
      </w:rPr>
      <w:t xml:space="preserve">                                                                                      </w:t>
    </w:r>
  </w:p>
  <w:p w14:paraId="1720B1CF" w14:textId="77777777" w:rsidR="000E3D94" w:rsidRPr="003E6145" w:rsidRDefault="007D7AD3" w:rsidP="003E6145">
    <w:pPr>
      <w:pStyle w:val="Encabezado"/>
      <w:tabs>
        <w:tab w:val="left" w:pos="2565"/>
      </w:tabs>
      <w:spacing w:line="276" w:lineRule="auto"/>
      <w:rPr>
        <w:rFonts w:ascii="HelveticaNeueLT Std" w:hAnsi="HelveticaNeueLT Std"/>
        <w:b/>
        <w:color w:val="1F497D"/>
        <w:sz w:val="24"/>
        <w:szCs w:val="24"/>
      </w:rPr>
    </w:pPr>
    <w:r>
      <w:rPr>
        <w:rFonts w:ascii="HelveticaNeueLT Std" w:hAnsi="HelveticaNeueLT Std"/>
        <w:b/>
        <w:color w:val="1F497D"/>
        <w:sz w:val="24"/>
        <w:szCs w:val="24"/>
      </w:rPr>
      <w:t xml:space="preserve">  </w:t>
    </w:r>
  </w:p>
  <w:p w14:paraId="5C5212DC" w14:textId="77777777" w:rsidR="000E3D94" w:rsidRDefault="000E3D94" w:rsidP="007D7AD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006E1" w14:textId="77777777" w:rsidR="003E6145" w:rsidRDefault="003E61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F615C"/>
    <w:multiLevelType w:val="hybridMultilevel"/>
    <w:tmpl w:val="86142C5E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A72D0"/>
    <w:multiLevelType w:val="hybridMultilevel"/>
    <w:tmpl w:val="56D0C578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46C3A"/>
    <w:multiLevelType w:val="hybridMultilevel"/>
    <w:tmpl w:val="78527F22"/>
    <w:lvl w:ilvl="0" w:tplc="4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877CDA"/>
    <w:multiLevelType w:val="hybridMultilevel"/>
    <w:tmpl w:val="FC085750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47BB3"/>
    <w:multiLevelType w:val="hybridMultilevel"/>
    <w:tmpl w:val="DA045942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CE7067"/>
    <w:multiLevelType w:val="hybridMultilevel"/>
    <w:tmpl w:val="D79AC58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7678CC"/>
    <w:multiLevelType w:val="hybridMultilevel"/>
    <w:tmpl w:val="F268456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6206CC"/>
    <w:multiLevelType w:val="hybridMultilevel"/>
    <w:tmpl w:val="C0FAF044"/>
    <w:lvl w:ilvl="0" w:tplc="EB56E3F8">
      <w:start w:val="1"/>
      <w:numFmt w:val="decimal"/>
      <w:lvlText w:val="%1."/>
      <w:lvlJc w:val="left"/>
      <w:pPr>
        <w:ind w:left="1838" w:hanging="420"/>
      </w:pPr>
      <w:rPr>
        <w:rFonts w:ascii="Calibri" w:eastAsia="Times New Roman" w:hAnsi="Calibri" w:cs="Times New Roman"/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30B49"/>
    <w:multiLevelType w:val="hybridMultilevel"/>
    <w:tmpl w:val="401E40A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B67B0"/>
    <w:multiLevelType w:val="hybridMultilevel"/>
    <w:tmpl w:val="37B6D0D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004FB"/>
    <w:multiLevelType w:val="hybridMultilevel"/>
    <w:tmpl w:val="D62E1A16"/>
    <w:lvl w:ilvl="0" w:tplc="9E1ABE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E6051"/>
    <w:multiLevelType w:val="hybridMultilevel"/>
    <w:tmpl w:val="CFC436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923FF"/>
    <w:multiLevelType w:val="hybridMultilevel"/>
    <w:tmpl w:val="F8742050"/>
    <w:lvl w:ilvl="0" w:tplc="CE8661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779BF"/>
    <w:multiLevelType w:val="hybridMultilevel"/>
    <w:tmpl w:val="48D81160"/>
    <w:lvl w:ilvl="0" w:tplc="35847E2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C7E8F"/>
    <w:multiLevelType w:val="hybridMultilevel"/>
    <w:tmpl w:val="42CCEA06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21865"/>
    <w:multiLevelType w:val="hybridMultilevel"/>
    <w:tmpl w:val="1FB02B02"/>
    <w:lvl w:ilvl="0" w:tplc="480A000F">
      <w:start w:val="1"/>
      <w:numFmt w:val="decimal"/>
      <w:lvlText w:val="%1."/>
      <w:lvlJc w:val="left"/>
      <w:pPr>
        <w:ind w:left="901" w:hanging="360"/>
      </w:pPr>
    </w:lvl>
    <w:lvl w:ilvl="1" w:tplc="480A0019" w:tentative="1">
      <w:start w:val="1"/>
      <w:numFmt w:val="lowerLetter"/>
      <w:lvlText w:val="%2."/>
      <w:lvlJc w:val="left"/>
      <w:pPr>
        <w:ind w:left="1621" w:hanging="360"/>
      </w:pPr>
    </w:lvl>
    <w:lvl w:ilvl="2" w:tplc="480A001B" w:tentative="1">
      <w:start w:val="1"/>
      <w:numFmt w:val="lowerRoman"/>
      <w:lvlText w:val="%3."/>
      <w:lvlJc w:val="right"/>
      <w:pPr>
        <w:ind w:left="2341" w:hanging="180"/>
      </w:pPr>
    </w:lvl>
    <w:lvl w:ilvl="3" w:tplc="480A000F" w:tentative="1">
      <w:start w:val="1"/>
      <w:numFmt w:val="decimal"/>
      <w:lvlText w:val="%4."/>
      <w:lvlJc w:val="left"/>
      <w:pPr>
        <w:ind w:left="3061" w:hanging="360"/>
      </w:pPr>
    </w:lvl>
    <w:lvl w:ilvl="4" w:tplc="480A0019" w:tentative="1">
      <w:start w:val="1"/>
      <w:numFmt w:val="lowerLetter"/>
      <w:lvlText w:val="%5."/>
      <w:lvlJc w:val="left"/>
      <w:pPr>
        <w:ind w:left="3781" w:hanging="360"/>
      </w:pPr>
    </w:lvl>
    <w:lvl w:ilvl="5" w:tplc="480A001B" w:tentative="1">
      <w:start w:val="1"/>
      <w:numFmt w:val="lowerRoman"/>
      <w:lvlText w:val="%6."/>
      <w:lvlJc w:val="right"/>
      <w:pPr>
        <w:ind w:left="4501" w:hanging="180"/>
      </w:pPr>
    </w:lvl>
    <w:lvl w:ilvl="6" w:tplc="480A000F" w:tentative="1">
      <w:start w:val="1"/>
      <w:numFmt w:val="decimal"/>
      <w:lvlText w:val="%7."/>
      <w:lvlJc w:val="left"/>
      <w:pPr>
        <w:ind w:left="5221" w:hanging="360"/>
      </w:pPr>
    </w:lvl>
    <w:lvl w:ilvl="7" w:tplc="480A0019" w:tentative="1">
      <w:start w:val="1"/>
      <w:numFmt w:val="lowerLetter"/>
      <w:lvlText w:val="%8."/>
      <w:lvlJc w:val="left"/>
      <w:pPr>
        <w:ind w:left="5941" w:hanging="360"/>
      </w:pPr>
    </w:lvl>
    <w:lvl w:ilvl="8" w:tplc="480A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6" w15:restartNumberingAfterBreak="0">
    <w:nsid w:val="5C626BEC"/>
    <w:multiLevelType w:val="hybridMultilevel"/>
    <w:tmpl w:val="3D6A7B28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AB0"/>
    <w:multiLevelType w:val="hybridMultilevel"/>
    <w:tmpl w:val="C2640CEC"/>
    <w:lvl w:ilvl="0" w:tplc="1A7414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5D0F74"/>
    <w:multiLevelType w:val="hybridMultilevel"/>
    <w:tmpl w:val="0AC68976"/>
    <w:lvl w:ilvl="0" w:tplc="4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E3314"/>
    <w:multiLevelType w:val="hybridMultilevel"/>
    <w:tmpl w:val="82C2BF8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D7B23"/>
    <w:multiLevelType w:val="hybridMultilevel"/>
    <w:tmpl w:val="A5821D3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83C3A"/>
    <w:multiLevelType w:val="hybridMultilevel"/>
    <w:tmpl w:val="A798197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781C23"/>
    <w:multiLevelType w:val="hybridMultilevel"/>
    <w:tmpl w:val="26B06FE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3A14A4B"/>
    <w:multiLevelType w:val="hybridMultilevel"/>
    <w:tmpl w:val="C0FAF044"/>
    <w:lvl w:ilvl="0" w:tplc="EB56E3F8">
      <w:start w:val="1"/>
      <w:numFmt w:val="decimal"/>
      <w:lvlText w:val="%1."/>
      <w:lvlJc w:val="left"/>
      <w:pPr>
        <w:ind w:left="1838" w:hanging="420"/>
      </w:pPr>
      <w:rPr>
        <w:rFonts w:ascii="Calibri" w:eastAsia="Times New Roman" w:hAnsi="Calibri" w:cs="Times New Roman"/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E7B83"/>
    <w:multiLevelType w:val="hybridMultilevel"/>
    <w:tmpl w:val="74BCF53A"/>
    <w:lvl w:ilvl="0" w:tplc="4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7121851">
    <w:abstractNumId w:val="23"/>
  </w:num>
  <w:num w:numId="2" w16cid:durableId="1467116361">
    <w:abstractNumId w:val="7"/>
  </w:num>
  <w:num w:numId="3" w16cid:durableId="925580075">
    <w:abstractNumId w:val="17"/>
  </w:num>
  <w:num w:numId="4" w16cid:durableId="1676566566">
    <w:abstractNumId w:val="10"/>
  </w:num>
  <w:num w:numId="5" w16cid:durableId="610866618">
    <w:abstractNumId w:val="13"/>
  </w:num>
  <w:num w:numId="6" w16cid:durableId="74561214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0215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9562470">
    <w:abstractNumId w:val="12"/>
  </w:num>
  <w:num w:numId="9" w16cid:durableId="1186553174">
    <w:abstractNumId w:val="18"/>
  </w:num>
  <w:num w:numId="10" w16cid:durableId="443351636">
    <w:abstractNumId w:val="10"/>
  </w:num>
  <w:num w:numId="11" w16cid:durableId="457264420">
    <w:abstractNumId w:val="15"/>
  </w:num>
  <w:num w:numId="12" w16cid:durableId="845287258">
    <w:abstractNumId w:val="19"/>
  </w:num>
  <w:num w:numId="13" w16cid:durableId="128865142">
    <w:abstractNumId w:val="8"/>
  </w:num>
  <w:num w:numId="14" w16cid:durableId="1203324968">
    <w:abstractNumId w:val="0"/>
  </w:num>
  <w:num w:numId="15" w16cid:durableId="1760176357">
    <w:abstractNumId w:val="20"/>
  </w:num>
  <w:num w:numId="16" w16cid:durableId="1383750588">
    <w:abstractNumId w:val="3"/>
  </w:num>
  <w:num w:numId="17" w16cid:durableId="1403529367">
    <w:abstractNumId w:val="14"/>
  </w:num>
  <w:num w:numId="18" w16cid:durableId="440607555">
    <w:abstractNumId w:val="9"/>
  </w:num>
  <w:num w:numId="19" w16cid:durableId="1999991105">
    <w:abstractNumId w:val="1"/>
  </w:num>
  <w:num w:numId="20" w16cid:durableId="1134984524">
    <w:abstractNumId w:val="2"/>
  </w:num>
  <w:num w:numId="21" w16cid:durableId="720863076">
    <w:abstractNumId w:val="24"/>
  </w:num>
  <w:num w:numId="22" w16cid:durableId="1771925186">
    <w:abstractNumId w:val="4"/>
  </w:num>
  <w:num w:numId="23" w16cid:durableId="955260088">
    <w:abstractNumId w:val="21"/>
  </w:num>
  <w:num w:numId="24" w16cid:durableId="1507598998">
    <w:abstractNumId w:val="16"/>
  </w:num>
  <w:num w:numId="25" w16cid:durableId="1985432434">
    <w:abstractNumId w:val="11"/>
  </w:num>
  <w:num w:numId="26" w16cid:durableId="1245263620">
    <w:abstractNumId w:val="6"/>
  </w:num>
  <w:num w:numId="27" w16cid:durableId="8592458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66A"/>
    <w:rsid w:val="0000063E"/>
    <w:rsid w:val="00012F45"/>
    <w:rsid w:val="00013811"/>
    <w:rsid w:val="00014E18"/>
    <w:rsid w:val="00015985"/>
    <w:rsid w:val="00015FEE"/>
    <w:rsid w:val="000168D6"/>
    <w:rsid w:val="00022771"/>
    <w:rsid w:val="00022C7B"/>
    <w:rsid w:val="00025398"/>
    <w:rsid w:val="0002596D"/>
    <w:rsid w:val="000259E9"/>
    <w:rsid w:val="00030BC6"/>
    <w:rsid w:val="00035922"/>
    <w:rsid w:val="00040585"/>
    <w:rsid w:val="0004098D"/>
    <w:rsid w:val="00041399"/>
    <w:rsid w:val="0004619C"/>
    <w:rsid w:val="00054662"/>
    <w:rsid w:val="000559C1"/>
    <w:rsid w:val="0005648D"/>
    <w:rsid w:val="000565EC"/>
    <w:rsid w:val="000610E8"/>
    <w:rsid w:val="00061CBA"/>
    <w:rsid w:val="00064531"/>
    <w:rsid w:val="00067AD9"/>
    <w:rsid w:val="000735DE"/>
    <w:rsid w:val="00073C68"/>
    <w:rsid w:val="00075485"/>
    <w:rsid w:val="00075F77"/>
    <w:rsid w:val="00076AF4"/>
    <w:rsid w:val="000874BE"/>
    <w:rsid w:val="000874FD"/>
    <w:rsid w:val="0009033B"/>
    <w:rsid w:val="00090402"/>
    <w:rsid w:val="0009199E"/>
    <w:rsid w:val="00092DB0"/>
    <w:rsid w:val="00095BE9"/>
    <w:rsid w:val="000A15C9"/>
    <w:rsid w:val="000A74CB"/>
    <w:rsid w:val="000B202B"/>
    <w:rsid w:val="000B2B52"/>
    <w:rsid w:val="000B33A2"/>
    <w:rsid w:val="000B43F3"/>
    <w:rsid w:val="000B50D3"/>
    <w:rsid w:val="000C143C"/>
    <w:rsid w:val="000C6003"/>
    <w:rsid w:val="000D1394"/>
    <w:rsid w:val="000D3304"/>
    <w:rsid w:val="000D73AF"/>
    <w:rsid w:val="000E06D6"/>
    <w:rsid w:val="000E2143"/>
    <w:rsid w:val="000E34BE"/>
    <w:rsid w:val="000E3D94"/>
    <w:rsid w:val="000E576E"/>
    <w:rsid w:val="000E5D63"/>
    <w:rsid w:val="000E683F"/>
    <w:rsid w:val="000F213B"/>
    <w:rsid w:val="000F4C26"/>
    <w:rsid w:val="000F4C6C"/>
    <w:rsid w:val="000F67E2"/>
    <w:rsid w:val="00100693"/>
    <w:rsid w:val="00102A45"/>
    <w:rsid w:val="0010444D"/>
    <w:rsid w:val="00104974"/>
    <w:rsid w:val="00104DDF"/>
    <w:rsid w:val="001055DE"/>
    <w:rsid w:val="00105E40"/>
    <w:rsid w:val="00113D5B"/>
    <w:rsid w:val="00114B29"/>
    <w:rsid w:val="001157BC"/>
    <w:rsid w:val="001173A1"/>
    <w:rsid w:val="001223DF"/>
    <w:rsid w:val="0012472D"/>
    <w:rsid w:val="0012491C"/>
    <w:rsid w:val="00127430"/>
    <w:rsid w:val="00127F4B"/>
    <w:rsid w:val="00132E81"/>
    <w:rsid w:val="0013363A"/>
    <w:rsid w:val="001361D3"/>
    <w:rsid w:val="00136484"/>
    <w:rsid w:val="0014717D"/>
    <w:rsid w:val="001516EC"/>
    <w:rsid w:val="00151DE5"/>
    <w:rsid w:val="0015289F"/>
    <w:rsid w:val="001537F2"/>
    <w:rsid w:val="00154842"/>
    <w:rsid w:val="00154D44"/>
    <w:rsid w:val="00155A26"/>
    <w:rsid w:val="00155E23"/>
    <w:rsid w:val="00156D98"/>
    <w:rsid w:val="00157E0A"/>
    <w:rsid w:val="00160BC4"/>
    <w:rsid w:val="001618E6"/>
    <w:rsid w:val="001624AA"/>
    <w:rsid w:val="001642BE"/>
    <w:rsid w:val="00167146"/>
    <w:rsid w:val="00167BEF"/>
    <w:rsid w:val="0017742F"/>
    <w:rsid w:val="0018155E"/>
    <w:rsid w:val="0018229D"/>
    <w:rsid w:val="00185CFC"/>
    <w:rsid w:val="001878D7"/>
    <w:rsid w:val="0019026D"/>
    <w:rsid w:val="00192BD1"/>
    <w:rsid w:val="00194D2B"/>
    <w:rsid w:val="00195C7A"/>
    <w:rsid w:val="00196F96"/>
    <w:rsid w:val="001A037B"/>
    <w:rsid w:val="001A320C"/>
    <w:rsid w:val="001A42FD"/>
    <w:rsid w:val="001A4C15"/>
    <w:rsid w:val="001A6C18"/>
    <w:rsid w:val="001B0BA9"/>
    <w:rsid w:val="001B15B8"/>
    <w:rsid w:val="001B1DD6"/>
    <w:rsid w:val="001B2DC1"/>
    <w:rsid w:val="001B30BD"/>
    <w:rsid w:val="001B67F9"/>
    <w:rsid w:val="001C1D98"/>
    <w:rsid w:val="001C7081"/>
    <w:rsid w:val="001C7655"/>
    <w:rsid w:val="001D17F3"/>
    <w:rsid w:val="001D1C25"/>
    <w:rsid w:val="001D2B03"/>
    <w:rsid w:val="001D2F09"/>
    <w:rsid w:val="001D5AA9"/>
    <w:rsid w:val="001D6AAC"/>
    <w:rsid w:val="001E0837"/>
    <w:rsid w:val="001E1F91"/>
    <w:rsid w:val="001E4129"/>
    <w:rsid w:val="001E4F69"/>
    <w:rsid w:val="001E742C"/>
    <w:rsid w:val="001F2BEE"/>
    <w:rsid w:val="001F3401"/>
    <w:rsid w:val="001F39F7"/>
    <w:rsid w:val="001F4FEC"/>
    <w:rsid w:val="002005EC"/>
    <w:rsid w:val="002018B8"/>
    <w:rsid w:val="0020298D"/>
    <w:rsid w:val="00203464"/>
    <w:rsid w:val="002054D5"/>
    <w:rsid w:val="00205F8A"/>
    <w:rsid w:val="002114F8"/>
    <w:rsid w:val="002132E1"/>
    <w:rsid w:val="00215082"/>
    <w:rsid w:val="002157BA"/>
    <w:rsid w:val="00216551"/>
    <w:rsid w:val="00216828"/>
    <w:rsid w:val="002177CF"/>
    <w:rsid w:val="002208C1"/>
    <w:rsid w:val="0022485C"/>
    <w:rsid w:val="00224FF7"/>
    <w:rsid w:val="0023297E"/>
    <w:rsid w:val="00241E26"/>
    <w:rsid w:val="002431F9"/>
    <w:rsid w:val="00244A48"/>
    <w:rsid w:val="0025060D"/>
    <w:rsid w:val="00251786"/>
    <w:rsid w:val="00252CDA"/>
    <w:rsid w:val="00257493"/>
    <w:rsid w:val="00263116"/>
    <w:rsid w:val="00264FAE"/>
    <w:rsid w:val="00266AC6"/>
    <w:rsid w:val="002756C8"/>
    <w:rsid w:val="002779DB"/>
    <w:rsid w:val="00277A57"/>
    <w:rsid w:val="00281043"/>
    <w:rsid w:val="00287EC1"/>
    <w:rsid w:val="002925AB"/>
    <w:rsid w:val="002A034A"/>
    <w:rsid w:val="002A0EA7"/>
    <w:rsid w:val="002A28EA"/>
    <w:rsid w:val="002B21DB"/>
    <w:rsid w:val="002B2415"/>
    <w:rsid w:val="002B24DA"/>
    <w:rsid w:val="002B293D"/>
    <w:rsid w:val="002B63AE"/>
    <w:rsid w:val="002C3EC4"/>
    <w:rsid w:val="002C4D4D"/>
    <w:rsid w:val="002C7D18"/>
    <w:rsid w:val="002D0049"/>
    <w:rsid w:val="002D32A2"/>
    <w:rsid w:val="002D3395"/>
    <w:rsid w:val="002D4F64"/>
    <w:rsid w:val="002D57FD"/>
    <w:rsid w:val="002E167A"/>
    <w:rsid w:val="002E3034"/>
    <w:rsid w:val="002E4417"/>
    <w:rsid w:val="002E7353"/>
    <w:rsid w:val="002E73E6"/>
    <w:rsid w:val="0030186C"/>
    <w:rsid w:val="003020F3"/>
    <w:rsid w:val="0030328D"/>
    <w:rsid w:val="003052E3"/>
    <w:rsid w:val="003061E4"/>
    <w:rsid w:val="003108A4"/>
    <w:rsid w:val="003118DD"/>
    <w:rsid w:val="003128D4"/>
    <w:rsid w:val="00313948"/>
    <w:rsid w:val="00313F7A"/>
    <w:rsid w:val="003146D9"/>
    <w:rsid w:val="0032413C"/>
    <w:rsid w:val="0032465C"/>
    <w:rsid w:val="0032709A"/>
    <w:rsid w:val="00336A0A"/>
    <w:rsid w:val="00336F04"/>
    <w:rsid w:val="00340062"/>
    <w:rsid w:val="003424B6"/>
    <w:rsid w:val="00343282"/>
    <w:rsid w:val="0034510A"/>
    <w:rsid w:val="0034553E"/>
    <w:rsid w:val="00345598"/>
    <w:rsid w:val="00346467"/>
    <w:rsid w:val="0034745D"/>
    <w:rsid w:val="0035064E"/>
    <w:rsid w:val="00352538"/>
    <w:rsid w:val="003548B5"/>
    <w:rsid w:val="003633FA"/>
    <w:rsid w:val="003651A0"/>
    <w:rsid w:val="00372B34"/>
    <w:rsid w:val="00375B11"/>
    <w:rsid w:val="00375C87"/>
    <w:rsid w:val="00381C01"/>
    <w:rsid w:val="0038300E"/>
    <w:rsid w:val="0038471D"/>
    <w:rsid w:val="00384FB1"/>
    <w:rsid w:val="00385991"/>
    <w:rsid w:val="00385E60"/>
    <w:rsid w:val="003871A0"/>
    <w:rsid w:val="00392223"/>
    <w:rsid w:val="00395FC2"/>
    <w:rsid w:val="003A12A8"/>
    <w:rsid w:val="003A132E"/>
    <w:rsid w:val="003A3459"/>
    <w:rsid w:val="003A3E6F"/>
    <w:rsid w:val="003A47FC"/>
    <w:rsid w:val="003A585B"/>
    <w:rsid w:val="003A67A5"/>
    <w:rsid w:val="003B1090"/>
    <w:rsid w:val="003B3D21"/>
    <w:rsid w:val="003B5E74"/>
    <w:rsid w:val="003B648A"/>
    <w:rsid w:val="003B764A"/>
    <w:rsid w:val="003C0286"/>
    <w:rsid w:val="003C24D4"/>
    <w:rsid w:val="003C261C"/>
    <w:rsid w:val="003C3B84"/>
    <w:rsid w:val="003C4C5D"/>
    <w:rsid w:val="003C6C7F"/>
    <w:rsid w:val="003C6D82"/>
    <w:rsid w:val="003D0194"/>
    <w:rsid w:val="003D03E4"/>
    <w:rsid w:val="003D08FE"/>
    <w:rsid w:val="003D1613"/>
    <w:rsid w:val="003D4AE9"/>
    <w:rsid w:val="003E183D"/>
    <w:rsid w:val="003E551A"/>
    <w:rsid w:val="003E6145"/>
    <w:rsid w:val="003E65BD"/>
    <w:rsid w:val="003F0A16"/>
    <w:rsid w:val="003F0D30"/>
    <w:rsid w:val="003F140E"/>
    <w:rsid w:val="003F2EFD"/>
    <w:rsid w:val="003F7045"/>
    <w:rsid w:val="00403FE1"/>
    <w:rsid w:val="00404F03"/>
    <w:rsid w:val="004132FC"/>
    <w:rsid w:val="00413DF2"/>
    <w:rsid w:val="0041527C"/>
    <w:rsid w:val="004213FE"/>
    <w:rsid w:val="00421AAB"/>
    <w:rsid w:val="00423417"/>
    <w:rsid w:val="0043073B"/>
    <w:rsid w:val="0043339A"/>
    <w:rsid w:val="00433D13"/>
    <w:rsid w:val="00436554"/>
    <w:rsid w:val="00441158"/>
    <w:rsid w:val="0044164C"/>
    <w:rsid w:val="00442DF4"/>
    <w:rsid w:val="0044604A"/>
    <w:rsid w:val="004506B6"/>
    <w:rsid w:val="00452246"/>
    <w:rsid w:val="004525E4"/>
    <w:rsid w:val="004532F6"/>
    <w:rsid w:val="004545BA"/>
    <w:rsid w:val="00455F04"/>
    <w:rsid w:val="00461CE2"/>
    <w:rsid w:val="004622EB"/>
    <w:rsid w:val="00463405"/>
    <w:rsid w:val="00464E53"/>
    <w:rsid w:val="004667C2"/>
    <w:rsid w:val="0047020B"/>
    <w:rsid w:val="00472C60"/>
    <w:rsid w:val="00472DF1"/>
    <w:rsid w:val="0047364B"/>
    <w:rsid w:val="00474875"/>
    <w:rsid w:val="00476016"/>
    <w:rsid w:val="00476AEC"/>
    <w:rsid w:val="00480278"/>
    <w:rsid w:val="004805E7"/>
    <w:rsid w:val="00480726"/>
    <w:rsid w:val="00483B1B"/>
    <w:rsid w:val="00483D85"/>
    <w:rsid w:val="00484521"/>
    <w:rsid w:val="0048618B"/>
    <w:rsid w:val="0048704A"/>
    <w:rsid w:val="00491E0B"/>
    <w:rsid w:val="0049463C"/>
    <w:rsid w:val="00496FC9"/>
    <w:rsid w:val="004A18BF"/>
    <w:rsid w:val="004A564D"/>
    <w:rsid w:val="004A5BE2"/>
    <w:rsid w:val="004A77FC"/>
    <w:rsid w:val="004B398C"/>
    <w:rsid w:val="004B6584"/>
    <w:rsid w:val="004B6C3F"/>
    <w:rsid w:val="004B7A60"/>
    <w:rsid w:val="004B7F29"/>
    <w:rsid w:val="004C112A"/>
    <w:rsid w:val="004C21EB"/>
    <w:rsid w:val="004C2BD9"/>
    <w:rsid w:val="004C2DE5"/>
    <w:rsid w:val="004C48B7"/>
    <w:rsid w:val="004C4F1C"/>
    <w:rsid w:val="004C57CA"/>
    <w:rsid w:val="004C6E6E"/>
    <w:rsid w:val="004D0C1F"/>
    <w:rsid w:val="004D47A0"/>
    <w:rsid w:val="004D735C"/>
    <w:rsid w:val="004E1CCE"/>
    <w:rsid w:val="004E20D9"/>
    <w:rsid w:val="004E7C5B"/>
    <w:rsid w:val="004F00C9"/>
    <w:rsid w:val="004F20B1"/>
    <w:rsid w:val="004F22C6"/>
    <w:rsid w:val="004F2D2F"/>
    <w:rsid w:val="004F6C0D"/>
    <w:rsid w:val="004F6F3F"/>
    <w:rsid w:val="004F72F5"/>
    <w:rsid w:val="00500F3E"/>
    <w:rsid w:val="00503C10"/>
    <w:rsid w:val="005051D4"/>
    <w:rsid w:val="00505AC4"/>
    <w:rsid w:val="0050763F"/>
    <w:rsid w:val="00507B34"/>
    <w:rsid w:val="005126BB"/>
    <w:rsid w:val="00516075"/>
    <w:rsid w:val="0052041D"/>
    <w:rsid w:val="005209BE"/>
    <w:rsid w:val="00523D56"/>
    <w:rsid w:val="0052652D"/>
    <w:rsid w:val="00536310"/>
    <w:rsid w:val="005373FF"/>
    <w:rsid w:val="005407B9"/>
    <w:rsid w:val="0054184D"/>
    <w:rsid w:val="00543EE9"/>
    <w:rsid w:val="00544955"/>
    <w:rsid w:val="00544CA5"/>
    <w:rsid w:val="00544D98"/>
    <w:rsid w:val="00550FBA"/>
    <w:rsid w:val="005512CD"/>
    <w:rsid w:val="00552DED"/>
    <w:rsid w:val="00553C06"/>
    <w:rsid w:val="005601C3"/>
    <w:rsid w:val="0056070A"/>
    <w:rsid w:val="005610C1"/>
    <w:rsid w:val="00564AB1"/>
    <w:rsid w:val="005727A7"/>
    <w:rsid w:val="00572FF4"/>
    <w:rsid w:val="00575007"/>
    <w:rsid w:val="00575AA0"/>
    <w:rsid w:val="0057648E"/>
    <w:rsid w:val="00581207"/>
    <w:rsid w:val="005822C4"/>
    <w:rsid w:val="00584D76"/>
    <w:rsid w:val="00585221"/>
    <w:rsid w:val="00594DC7"/>
    <w:rsid w:val="0059524E"/>
    <w:rsid w:val="00595593"/>
    <w:rsid w:val="00596963"/>
    <w:rsid w:val="00596C51"/>
    <w:rsid w:val="005A02A9"/>
    <w:rsid w:val="005A3015"/>
    <w:rsid w:val="005A59DA"/>
    <w:rsid w:val="005A6322"/>
    <w:rsid w:val="005A7BF1"/>
    <w:rsid w:val="005B0579"/>
    <w:rsid w:val="005B2967"/>
    <w:rsid w:val="005C066A"/>
    <w:rsid w:val="005C66F2"/>
    <w:rsid w:val="005D0032"/>
    <w:rsid w:val="005D17E8"/>
    <w:rsid w:val="005D223F"/>
    <w:rsid w:val="005D25DF"/>
    <w:rsid w:val="005D3826"/>
    <w:rsid w:val="005D6542"/>
    <w:rsid w:val="005E0D22"/>
    <w:rsid w:val="005E5A5B"/>
    <w:rsid w:val="005E712B"/>
    <w:rsid w:val="005F2605"/>
    <w:rsid w:val="005F2C7D"/>
    <w:rsid w:val="005F2D2B"/>
    <w:rsid w:val="005F321D"/>
    <w:rsid w:val="00603D69"/>
    <w:rsid w:val="0060536C"/>
    <w:rsid w:val="006105DF"/>
    <w:rsid w:val="00610B53"/>
    <w:rsid w:val="0061416F"/>
    <w:rsid w:val="00633604"/>
    <w:rsid w:val="00634774"/>
    <w:rsid w:val="00635517"/>
    <w:rsid w:val="006412FC"/>
    <w:rsid w:val="00642789"/>
    <w:rsid w:val="006429DD"/>
    <w:rsid w:val="00644912"/>
    <w:rsid w:val="0064794F"/>
    <w:rsid w:val="00650B82"/>
    <w:rsid w:val="00652F86"/>
    <w:rsid w:val="00653070"/>
    <w:rsid w:val="00654CC0"/>
    <w:rsid w:val="00656F04"/>
    <w:rsid w:val="00657E82"/>
    <w:rsid w:val="006637D7"/>
    <w:rsid w:val="00663ECA"/>
    <w:rsid w:val="006701FB"/>
    <w:rsid w:val="006819DC"/>
    <w:rsid w:val="006833FE"/>
    <w:rsid w:val="00683AF1"/>
    <w:rsid w:val="0069108E"/>
    <w:rsid w:val="00691E15"/>
    <w:rsid w:val="00695BCD"/>
    <w:rsid w:val="006A0EB5"/>
    <w:rsid w:val="006A1686"/>
    <w:rsid w:val="006A1B87"/>
    <w:rsid w:val="006A62E6"/>
    <w:rsid w:val="006A78C8"/>
    <w:rsid w:val="006A7D50"/>
    <w:rsid w:val="006B2241"/>
    <w:rsid w:val="006B26AA"/>
    <w:rsid w:val="006B2B60"/>
    <w:rsid w:val="006B6590"/>
    <w:rsid w:val="006C1A66"/>
    <w:rsid w:val="006C6460"/>
    <w:rsid w:val="006C7406"/>
    <w:rsid w:val="006C7DED"/>
    <w:rsid w:val="006D2CDB"/>
    <w:rsid w:val="006E1ACB"/>
    <w:rsid w:val="006E2118"/>
    <w:rsid w:val="006E7968"/>
    <w:rsid w:val="006F22C4"/>
    <w:rsid w:val="006F31E1"/>
    <w:rsid w:val="006F4D8D"/>
    <w:rsid w:val="006F5EDA"/>
    <w:rsid w:val="00704D6B"/>
    <w:rsid w:val="00704DD2"/>
    <w:rsid w:val="00714F36"/>
    <w:rsid w:val="0071603F"/>
    <w:rsid w:val="00720942"/>
    <w:rsid w:val="0072183E"/>
    <w:rsid w:val="0072327B"/>
    <w:rsid w:val="00726E57"/>
    <w:rsid w:val="00727613"/>
    <w:rsid w:val="00727C51"/>
    <w:rsid w:val="00727D70"/>
    <w:rsid w:val="00730125"/>
    <w:rsid w:val="00730CA7"/>
    <w:rsid w:val="00731068"/>
    <w:rsid w:val="00731485"/>
    <w:rsid w:val="007315EB"/>
    <w:rsid w:val="0073331A"/>
    <w:rsid w:val="00734044"/>
    <w:rsid w:val="00740F6C"/>
    <w:rsid w:val="00741073"/>
    <w:rsid w:val="0074409F"/>
    <w:rsid w:val="007450FB"/>
    <w:rsid w:val="0074732D"/>
    <w:rsid w:val="00751BD8"/>
    <w:rsid w:val="00752742"/>
    <w:rsid w:val="00755CF2"/>
    <w:rsid w:val="007577C0"/>
    <w:rsid w:val="00760297"/>
    <w:rsid w:val="00760C87"/>
    <w:rsid w:val="00760F0B"/>
    <w:rsid w:val="0076429B"/>
    <w:rsid w:val="00767C57"/>
    <w:rsid w:val="007709FC"/>
    <w:rsid w:val="007763E0"/>
    <w:rsid w:val="00781DF0"/>
    <w:rsid w:val="00783D07"/>
    <w:rsid w:val="00784894"/>
    <w:rsid w:val="00786212"/>
    <w:rsid w:val="007904F4"/>
    <w:rsid w:val="0079586D"/>
    <w:rsid w:val="00796080"/>
    <w:rsid w:val="007A104B"/>
    <w:rsid w:val="007A2A83"/>
    <w:rsid w:val="007A785B"/>
    <w:rsid w:val="007B023C"/>
    <w:rsid w:val="007B2408"/>
    <w:rsid w:val="007B27CB"/>
    <w:rsid w:val="007B3FE0"/>
    <w:rsid w:val="007B586E"/>
    <w:rsid w:val="007C5923"/>
    <w:rsid w:val="007D418C"/>
    <w:rsid w:val="007D4B29"/>
    <w:rsid w:val="007D6AA8"/>
    <w:rsid w:val="007D7AD3"/>
    <w:rsid w:val="007E0691"/>
    <w:rsid w:val="007E0FFC"/>
    <w:rsid w:val="007E17F5"/>
    <w:rsid w:val="007E38AC"/>
    <w:rsid w:val="007E76B1"/>
    <w:rsid w:val="007F435D"/>
    <w:rsid w:val="007F5EC5"/>
    <w:rsid w:val="008001E9"/>
    <w:rsid w:val="00802AAD"/>
    <w:rsid w:val="00810037"/>
    <w:rsid w:val="008111A9"/>
    <w:rsid w:val="00811C08"/>
    <w:rsid w:val="00812536"/>
    <w:rsid w:val="008133C1"/>
    <w:rsid w:val="00817ED7"/>
    <w:rsid w:val="00821EEB"/>
    <w:rsid w:val="008245CD"/>
    <w:rsid w:val="00825075"/>
    <w:rsid w:val="00825D53"/>
    <w:rsid w:val="0082603F"/>
    <w:rsid w:val="00830437"/>
    <w:rsid w:val="00833E10"/>
    <w:rsid w:val="0083572F"/>
    <w:rsid w:val="008370B8"/>
    <w:rsid w:val="008379CE"/>
    <w:rsid w:val="0084033A"/>
    <w:rsid w:val="00845486"/>
    <w:rsid w:val="00850F4D"/>
    <w:rsid w:val="00851E8E"/>
    <w:rsid w:val="008536A1"/>
    <w:rsid w:val="00853936"/>
    <w:rsid w:val="008540C2"/>
    <w:rsid w:val="008545A7"/>
    <w:rsid w:val="00857E5A"/>
    <w:rsid w:val="008617DA"/>
    <w:rsid w:val="00861D01"/>
    <w:rsid w:val="00863179"/>
    <w:rsid w:val="00865E96"/>
    <w:rsid w:val="0086697A"/>
    <w:rsid w:val="00876B30"/>
    <w:rsid w:val="008778B0"/>
    <w:rsid w:val="00881DD0"/>
    <w:rsid w:val="00887F6D"/>
    <w:rsid w:val="0089207B"/>
    <w:rsid w:val="00893FC3"/>
    <w:rsid w:val="008955E7"/>
    <w:rsid w:val="00895FCD"/>
    <w:rsid w:val="00896FC7"/>
    <w:rsid w:val="00897D07"/>
    <w:rsid w:val="00897F2C"/>
    <w:rsid w:val="008A394A"/>
    <w:rsid w:val="008A714E"/>
    <w:rsid w:val="008B0919"/>
    <w:rsid w:val="008B12F2"/>
    <w:rsid w:val="008B2009"/>
    <w:rsid w:val="008B3779"/>
    <w:rsid w:val="008B4DE2"/>
    <w:rsid w:val="008B5FD6"/>
    <w:rsid w:val="008B6731"/>
    <w:rsid w:val="008D5791"/>
    <w:rsid w:val="008D7BF0"/>
    <w:rsid w:val="008E042B"/>
    <w:rsid w:val="008E33A8"/>
    <w:rsid w:val="008E7567"/>
    <w:rsid w:val="008F14D9"/>
    <w:rsid w:val="008F1732"/>
    <w:rsid w:val="008F1B0F"/>
    <w:rsid w:val="008F385B"/>
    <w:rsid w:val="008F3F16"/>
    <w:rsid w:val="008F44BA"/>
    <w:rsid w:val="008F497D"/>
    <w:rsid w:val="008F6D26"/>
    <w:rsid w:val="008F6F67"/>
    <w:rsid w:val="008F7521"/>
    <w:rsid w:val="008F7657"/>
    <w:rsid w:val="00900025"/>
    <w:rsid w:val="00902312"/>
    <w:rsid w:val="009023E8"/>
    <w:rsid w:val="00907502"/>
    <w:rsid w:val="0090792A"/>
    <w:rsid w:val="00907C3F"/>
    <w:rsid w:val="00914D7B"/>
    <w:rsid w:val="00922F99"/>
    <w:rsid w:val="009254ED"/>
    <w:rsid w:val="00927CB8"/>
    <w:rsid w:val="009302DA"/>
    <w:rsid w:val="0093405C"/>
    <w:rsid w:val="00934F26"/>
    <w:rsid w:val="0093569A"/>
    <w:rsid w:val="00935BB5"/>
    <w:rsid w:val="00940D2F"/>
    <w:rsid w:val="0094621F"/>
    <w:rsid w:val="0095077A"/>
    <w:rsid w:val="009530F6"/>
    <w:rsid w:val="009544A8"/>
    <w:rsid w:val="00955520"/>
    <w:rsid w:val="00955895"/>
    <w:rsid w:val="00957A53"/>
    <w:rsid w:val="00962942"/>
    <w:rsid w:val="00962FA0"/>
    <w:rsid w:val="00963FF9"/>
    <w:rsid w:val="0096770A"/>
    <w:rsid w:val="00971458"/>
    <w:rsid w:val="00971CC9"/>
    <w:rsid w:val="0097600C"/>
    <w:rsid w:val="00977EF8"/>
    <w:rsid w:val="009803F5"/>
    <w:rsid w:val="009854C4"/>
    <w:rsid w:val="009856C8"/>
    <w:rsid w:val="00986166"/>
    <w:rsid w:val="00986552"/>
    <w:rsid w:val="00986974"/>
    <w:rsid w:val="009872B0"/>
    <w:rsid w:val="009879B9"/>
    <w:rsid w:val="0099061F"/>
    <w:rsid w:val="009919C7"/>
    <w:rsid w:val="00992FFC"/>
    <w:rsid w:val="009948CD"/>
    <w:rsid w:val="00996037"/>
    <w:rsid w:val="00996A7D"/>
    <w:rsid w:val="009A0F08"/>
    <w:rsid w:val="009A394E"/>
    <w:rsid w:val="009A77DA"/>
    <w:rsid w:val="009B0113"/>
    <w:rsid w:val="009B0EB0"/>
    <w:rsid w:val="009B1A41"/>
    <w:rsid w:val="009B3274"/>
    <w:rsid w:val="009B3BE5"/>
    <w:rsid w:val="009B3FF1"/>
    <w:rsid w:val="009B4134"/>
    <w:rsid w:val="009B430D"/>
    <w:rsid w:val="009B52EE"/>
    <w:rsid w:val="009C1F02"/>
    <w:rsid w:val="009C2427"/>
    <w:rsid w:val="009C37EA"/>
    <w:rsid w:val="009C71FD"/>
    <w:rsid w:val="009C7500"/>
    <w:rsid w:val="009C78FA"/>
    <w:rsid w:val="009D053D"/>
    <w:rsid w:val="009D1747"/>
    <w:rsid w:val="009D5585"/>
    <w:rsid w:val="009D6DA5"/>
    <w:rsid w:val="009E284F"/>
    <w:rsid w:val="009E2C76"/>
    <w:rsid w:val="009E3F75"/>
    <w:rsid w:val="009E5CAE"/>
    <w:rsid w:val="009E7769"/>
    <w:rsid w:val="009E7BE4"/>
    <w:rsid w:val="009F5410"/>
    <w:rsid w:val="009F7D94"/>
    <w:rsid w:val="00A020F2"/>
    <w:rsid w:val="00A022A8"/>
    <w:rsid w:val="00A02CD0"/>
    <w:rsid w:val="00A04005"/>
    <w:rsid w:val="00A12038"/>
    <w:rsid w:val="00A126E8"/>
    <w:rsid w:val="00A13F05"/>
    <w:rsid w:val="00A142C1"/>
    <w:rsid w:val="00A15185"/>
    <w:rsid w:val="00A160C1"/>
    <w:rsid w:val="00A174D8"/>
    <w:rsid w:val="00A2074C"/>
    <w:rsid w:val="00A21B4E"/>
    <w:rsid w:val="00A21E3F"/>
    <w:rsid w:val="00A248A4"/>
    <w:rsid w:val="00A3096F"/>
    <w:rsid w:val="00A333E1"/>
    <w:rsid w:val="00A33954"/>
    <w:rsid w:val="00A33B8F"/>
    <w:rsid w:val="00A33C0D"/>
    <w:rsid w:val="00A34DBE"/>
    <w:rsid w:val="00A41190"/>
    <w:rsid w:val="00A438D4"/>
    <w:rsid w:val="00A44ECC"/>
    <w:rsid w:val="00A47F5B"/>
    <w:rsid w:val="00A534FE"/>
    <w:rsid w:val="00A538C9"/>
    <w:rsid w:val="00A53C8C"/>
    <w:rsid w:val="00A54DA4"/>
    <w:rsid w:val="00A550EF"/>
    <w:rsid w:val="00A5551E"/>
    <w:rsid w:val="00A5622A"/>
    <w:rsid w:val="00A60D9F"/>
    <w:rsid w:val="00A610F8"/>
    <w:rsid w:val="00A619E7"/>
    <w:rsid w:val="00A63043"/>
    <w:rsid w:val="00A65222"/>
    <w:rsid w:val="00A65837"/>
    <w:rsid w:val="00A6775B"/>
    <w:rsid w:val="00A67BF3"/>
    <w:rsid w:val="00A71FCE"/>
    <w:rsid w:val="00A73E25"/>
    <w:rsid w:val="00A75071"/>
    <w:rsid w:val="00A7764F"/>
    <w:rsid w:val="00A77BD4"/>
    <w:rsid w:val="00A77ECE"/>
    <w:rsid w:val="00A81D21"/>
    <w:rsid w:val="00A82C98"/>
    <w:rsid w:val="00A868DC"/>
    <w:rsid w:val="00A876AB"/>
    <w:rsid w:val="00A915DD"/>
    <w:rsid w:val="00A92CC5"/>
    <w:rsid w:val="00A94CDE"/>
    <w:rsid w:val="00A9613D"/>
    <w:rsid w:val="00A96567"/>
    <w:rsid w:val="00AA0CC5"/>
    <w:rsid w:val="00AA2F25"/>
    <w:rsid w:val="00AA4708"/>
    <w:rsid w:val="00AA4E93"/>
    <w:rsid w:val="00AB2561"/>
    <w:rsid w:val="00AB5818"/>
    <w:rsid w:val="00AB5FA2"/>
    <w:rsid w:val="00AC154B"/>
    <w:rsid w:val="00AC4474"/>
    <w:rsid w:val="00AC4854"/>
    <w:rsid w:val="00AC52A0"/>
    <w:rsid w:val="00AC6961"/>
    <w:rsid w:val="00AD236B"/>
    <w:rsid w:val="00AD26DA"/>
    <w:rsid w:val="00AD34E2"/>
    <w:rsid w:val="00AD74E6"/>
    <w:rsid w:val="00AE0310"/>
    <w:rsid w:val="00AE6DF3"/>
    <w:rsid w:val="00AE7CC2"/>
    <w:rsid w:val="00AF053B"/>
    <w:rsid w:val="00AF263B"/>
    <w:rsid w:val="00AF32AA"/>
    <w:rsid w:val="00AF3F48"/>
    <w:rsid w:val="00AF408F"/>
    <w:rsid w:val="00B0170A"/>
    <w:rsid w:val="00B025AE"/>
    <w:rsid w:val="00B06FCE"/>
    <w:rsid w:val="00B1369D"/>
    <w:rsid w:val="00B16513"/>
    <w:rsid w:val="00B16B76"/>
    <w:rsid w:val="00B20E73"/>
    <w:rsid w:val="00B22527"/>
    <w:rsid w:val="00B24048"/>
    <w:rsid w:val="00B304DD"/>
    <w:rsid w:val="00B3127B"/>
    <w:rsid w:val="00B32471"/>
    <w:rsid w:val="00B3696F"/>
    <w:rsid w:val="00B36B2D"/>
    <w:rsid w:val="00B36C02"/>
    <w:rsid w:val="00B36F16"/>
    <w:rsid w:val="00B377B1"/>
    <w:rsid w:val="00B43BCD"/>
    <w:rsid w:val="00B4411C"/>
    <w:rsid w:val="00B455B5"/>
    <w:rsid w:val="00B52B21"/>
    <w:rsid w:val="00B5658F"/>
    <w:rsid w:val="00B6086E"/>
    <w:rsid w:val="00B664D5"/>
    <w:rsid w:val="00B66B5F"/>
    <w:rsid w:val="00B72F0B"/>
    <w:rsid w:val="00B73C18"/>
    <w:rsid w:val="00B74CFD"/>
    <w:rsid w:val="00B76073"/>
    <w:rsid w:val="00B7692E"/>
    <w:rsid w:val="00B77822"/>
    <w:rsid w:val="00B77E94"/>
    <w:rsid w:val="00B82D6A"/>
    <w:rsid w:val="00B9251A"/>
    <w:rsid w:val="00B9592C"/>
    <w:rsid w:val="00B97C6A"/>
    <w:rsid w:val="00BA1A9C"/>
    <w:rsid w:val="00BA43E0"/>
    <w:rsid w:val="00BA70FA"/>
    <w:rsid w:val="00BA713A"/>
    <w:rsid w:val="00BB11AA"/>
    <w:rsid w:val="00BB202A"/>
    <w:rsid w:val="00BB2A7A"/>
    <w:rsid w:val="00BB5249"/>
    <w:rsid w:val="00BB68CB"/>
    <w:rsid w:val="00BB70C1"/>
    <w:rsid w:val="00BC4112"/>
    <w:rsid w:val="00BC5AA0"/>
    <w:rsid w:val="00BC7800"/>
    <w:rsid w:val="00BD2213"/>
    <w:rsid w:val="00BD3E93"/>
    <w:rsid w:val="00BD4845"/>
    <w:rsid w:val="00BD591E"/>
    <w:rsid w:val="00BD6299"/>
    <w:rsid w:val="00BD78A5"/>
    <w:rsid w:val="00BD7DA0"/>
    <w:rsid w:val="00BE3E8B"/>
    <w:rsid w:val="00BE5D79"/>
    <w:rsid w:val="00BF02D1"/>
    <w:rsid w:val="00BF0A46"/>
    <w:rsid w:val="00BF10C7"/>
    <w:rsid w:val="00BF1E7A"/>
    <w:rsid w:val="00BF5AF9"/>
    <w:rsid w:val="00C003B6"/>
    <w:rsid w:val="00C0102A"/>
    <w:rsid w:val="00C03700"/>
    <w:rsid w:val="00C05280"/>
    <w:rsid w:val="00C06234"/>
    <w:rsid w:val="00C06292"/>
    <w:rsid w:val="00C0757E"/>
    <w:rsid w:val="00C13ED2"/>
    <w:rsid w:val="00C1734A"/>
    <w:rsid w:val="00C22465"/>
    <w:rsid w:val="00C225F4"/>
    <w:rsid w:val="00C22F59"/>
    <w:rsid w:val="00C2319E"/>
    <w:rsid w:val="00C242A2"/>
    <w:rsid w:val="00C24655"/>
    <w:rsid w:val="00C27036"/>
    <w:rsid w:val="00C30E2D"/>
    <w:rsid w:val="00C32A7A"/>
    <w:rsid w:val="00C33082"/>
    <w:rsid w:val="00C35530"/>
    <w:rsid w:val="00C3658B"/>
    <w:rsid w:val="00C36AB4"/>
    <w:rsid w:val="00C43ED9"/>
    <w:rsid w:val="00C5248A"/>
    <w:rsid w:val="00C528C3"/>
    <w:rsid w:val="00C536B9"/>
    <w:rsid w:val="00C5466C"/>
    <w:rsid w:val="00C54FEA"/>
    <w:rsid w:val="00C55E5C"/>
    <w:rsid w:val="00C569D9"/>
    <w:rsid w:val="00C57754"/>
    <w:rsid w:val="00C60FC7"/>
    <w:rsid w:val="00C625E6"/>
    <w:rsid w:val="00C647F5"/>
    <w:rsid w:val="00C6655B"/>
    <w:rsid w:val="00C72324"/>
    <w:rsid w:val="00C728B2"/>
    <w:rsid w:val="00C75F46"/>
    <w:rsid w:val="00C76B16"/>
    <w:rsid w:val="00C776D3"/>
    <w:rsid w:val="00C83018"/>
    <w:rsid w:val="00C833E8"/>
    <w:rsid w:val="00C9089C"/>
    <w:rsid w:val="00C91BEB"/>
    <w:rsid w:val="00C91E51"/>
    <w:rsid w:val="00C933EB"/>
    <w:rsid w:val="00C93695"/>
    <w:rsid w:val="00C93A44"/>
    <w:rsid w:val="00C94B95"/>
    <w:rsid w:val="00C96C5D"/>
    <w:rsid w:val="00CA1FE1"/>
    <w:rsid w:val="00CA3258"/>
    <w:rsid w:val="00CA4A05"/>
    <w:rsid w:val="00CA66BB"/>
    <w:rsid w:val="00CB0046"/>
    <w:rsid w:val="00CB3001"/>
    <w:rsid w:val="00CB67AA"/>
    <w:rsid w:val="00CC08D7"/>
    <w:rsid w:val="00CC0C87"/>
    <w:rsid w:val="00CC15F0"/>
    <w:rsid w:val="00CC1662"/>
    <w:rsid w:val="00CD11BE"/>
    <w:rsid w:val="00CD1822"/>
    <w:rsid w:val="00CD2DCD"/>
    <w:rsid w:val="00CD4D4E"/>
    <w:rsid w:val="00CD5CC6"/>
    <w:rsid w:val="00CD663E"/>
    <w:rsid w:val="00CE1767"/>
    <w:rsid w:val="00CE2FD1"/>
    <w:rsid w:val="00CE5FA6"/>
    <w:rsid w:val="00CE6221"/>
    <w:rsid w:val="00CF12C6"/>
    <w:rsid w:val="00CF1F68"/>
    <w:rsid w:val="00CF2EC9"/>
    <w:rsid w:val="00CF32C9"/>
    <w:rsid w:val="00CF4E2D"/>
    <w:rsid w:val="00D02D14"/>
    <w:rsid w:val="00D06DC5"/>
    <w:rsid w:val="00D13970"/>
    <w:rsid w:val="00D179D0"/>
    <w:rsid w:val="00D17E04"/>
    <w:rsid w:val="00D25068"/>
    <w:rsid w:val="00D252BA"/>
    <w:rsid w:val="00D253BF"/>
    <w:rsid w:val="00D27F8D"/>
    <w:rsid w:val="00D30491"/>
    <w:rsid w:val="00D318F2"/>
    <w:rsid w:val="00D36163"/>
    <w:rsid w:val="00D41DF2"/>
    <w:rsid w:val="00D46691"/>
    <w:rsid w:val="00D46B9A"/>
    <w:rsid w:val="00D5120C"/>
    <w:rsid w:val="00D51B34"/>
    <w:rsid w:val="00D51B61"/>
    <w:rsid w:val="00D52679"/>
    <w:rsid w:val="00D534FE"/>
    <w:rsid w:val="00D53BB2"/>
    <w:rsid w:val="00D54142"/>
    <w:rsid w:val="00D566A1"/>
    <w:rsid w:val="00D572CC"/>
    <w:rsid w:val="00D60889"/>
    <w:rsid w:val="00D62806"/>
    <w:rsid w:val="00D64AD8"/>
    <w:rsid w:val="00D66D34"/>
    <w:rsid w:val="00D735BD"/>
    <w:rsid w:val="00D758FC"/>
    <w:rsid w:val="00D75B31"/>
    <w:rsid w:val="00D75BC4"/>
    <w:rsid w:val="00D75F17"/>
    <w:rsid w:val="00D76CFC"/>
    <w:rsid w:val="00D77138"/>
    <w:rsid w:val="00D82464"/>
    <w:rsid w:val="00D83838"/>
    <w:rsid w:val="00D86886"/>
    <w:rsid w:val="00D90F14"/>
    <w:rsid w:val="00D9237F"/>
    <w:rsid w:val="00D9408E"/>
    <w:rsid w:val="00D94210"/>
    <w:rsid w:val="00DA1292"/>
    <w:rsid w:val="00DA2551"/>
    <w:rsid w:val="00DA2EA7"/>
    <w:rsid w:val="00DA5A53"/>
    <w:rsid w:val="00DA5D32"/>
    <w:rsid w:val="00DB2994"/>
    <w:rsid w:val="00DB2B4E"/>
    <w:rsid w:val="00DB328E"/>
    <w:rsid w:val="00DB5530"/>
    <w:rsid w:val="00DB659C"/>
    <w:rsid w:val="00DB6AE3"/>
    <w:rsid w:val="00DC1511"/>
    <w:rsid w:val="00DC17B9"/>
    <w:rsid w:val="00DC17BA"/>
    <w:rsid w:val="00DC3292"/>
    <w:rsid w:val="00DC4229"/>
    <w:rsid w:val="00DC4AE4"/>
    <w:rsid w:val="00DC618F"/>
    <w:rsid w:val="00DC72B9"/>
    <w:rsid w:val="00DC7DDD"/>
    <w:rsid w:val="00DD0A71"/>
    <w:rsid w:val="00DD53FE"/>
    <w:rsid w:val="00DE1259"/>
    <w:rsid w:val="00DE5C17"/>
    <w:rsid w:val="00DF1833"/>
    <w:rsid w:val="00DF1932"/>
    <w:rsid w:val="00DF2AB4"/>
    <w:rsid w:val="00DF5F0F"/>
    <w:rsid w:val="00E02842"/>
    <w:rsid w:val="00E03C18"/>
    <w:rsid w:val="00E04621"/>
    <w:rsid w:val="00E059EF"/>
    <w:rsid w:val="00E06233"/>
    <w:rsid w:val="00E1500D"/>
    <w:rsid w:val="00E15641"/>
    <w:rsid w:val="00E158E8"/>
    <w:rsid w:val="00E15C3A"/>
    <w:rsid w:val="00E25FC6"/>
    <w:rsid w:val="00E2633B"/>
    <w:rsid w:val="00E27B93"/>
    <w:rsid w:val="00E324CC"/>
    <w:rsid w:val="00E33E48"/>
    <w:rsid w:val="00E377B7"/>
    <w:rsid w:val="00E37A60"/>
    <w:rsid w:val="00E41333"/>
    <w:rsid w:val="00E41C79"/>
    <w:rsid w:val="00E4476D"/>
    <w:rsid w:val="00E476B5"/>
    <w:rsid w:val="00E47860"/>
    <w:rsid w:val="00E50BBE"/>
    <w:rsid w:val="00E51BB5"/>
    <w:rsid w:val="00E51DB5"/>
    <w:rsid w:val="00E52EFF"/>
    <w:rsid w:val="00E540A9"/>
    <w:rsid w:val="00E55E0A"/>
    <w:rsid w:val="00E56D8F"/>
    <w:rsid w:val="00E61F9C"/>
    <w:rsid w:val="00E73696"/>
    <w:rsid w:val="00E8375E"/>
    <w:rsid w:val="00E84427"/>
    <w:rsid w:val="00E87246"/>
    <w:rsid w:val="00E96593"/>
    <w:rsid w:val="00E97475"/>
    <w:rsid w:val="00E97D7D"/>
    <w:rsid w:val="00EA5C3F"/>
    <w:rsid w:val="00EB002D"/>
    <w:rsid w:val="00EB4C42"/>
    <w:rsid w:val="00EB562A"/>
    <w:rsid w:val="00EB643E"/>
    <w:rsid w:val="00EB7F1A"/>
    <w:rsid w:val="00EC34F3"/>
    <w:rsid w:val="00EC3CCA"/>
    <w:rsid w:val="00EC50C3"/>
    <w:rsid w:val="00EC5157"/>
    <w:rsid w:val="00EC54F3"/>
    <w:rsid w:val="00EC7117"/>
    <w:rsid w:val="00EC719F"/>
    <w:rsid w:val="00EC7DBA"/>
    <w:rsid w:val="00ED138F"/>
    <w:rsid w:val="00ED2F7C"/>
    <w:rsid w:val="00ED38A2"/>
    <w:rsid w:val="00EE14D9"/>
    <w:rsid w:val="00EE1749"/>
    <w:rsid w:val="00EE4253"/>
    <w:rsid w:val="00EE49D2"/>
    <w:rsid w:val="00EE4FA0"/>
    <w:rsid w:val="00EE6768"/>
    <w:rsid w:val="00EF0037"/>
    <w:rsid w:val="00EF1259"/>
    <w:rsid w:val="00EF181F"/>
    <w:rsid w:val="00F0010F"/>
    <w:rsid w:val="00F06A40"/>
    <w:rsid w:val="00F11DBB"/>
    <w:rsid w:val="00F130DE"/>
    <w:rsid w:val="00F135DE"/>
    <w:rsid w:val="00F16CA6"/>
    <w:rsid w:val="00F267DA"/>
    <w:rsid w:val="00F2694E"/>
    <w:rsid w:val="00F26BA1"/>
    <w:rsid w:val="00F313EC"/>
    <w:rsid w:val="00F34F7B"/>
    <w:rsid w:val="00F36A7A"/>
    <w:rsid w:val="00F435F2"/>
    <w:rsid w:val="00F43828"/>
    <w:rsid w:val="00F440EC"/>
    <w:rsid w:val="00F44A6F"/>
    <w:rsid w:val="00F44CD1"/>
    <w:rsid w:val="00F50A2A"/>
    <w:rsid w:val="00F50C25"/>
    <w:rsid w:val="00F519B8"/>
    <w:rsid w:val="00F54B6D"/>
    <w:rsid w:val="00F565CF"/>
    <w:rsid w:val="00F566A0"/>
    <w:rsid w:val="00F575AC"/>
    <w:rsid w:val="00F63301"/>
    <w:rsid w:val="00F65395"/>
    <w:rsid w:val="00F733C5"/>
    <w:rsid w:val="00F76496"/>
    <w:rsid w:val="00F82838"/>
    <w:rsid w:val="00F82F20"/>
    <w:rsid w:val="00F8630C"/>
    <w:rsid w:val="00F87B06"/>
    <w:rsid w:val="00F87CF7"/>
    <w:rsid w:val="00F90048"/>
    <w:rsid w:val="00F95D00"/>
    <w:rsid w:val="00F960FB"/>
    <w:rsid w:val="00FA3A68"/>
    <w:rsid w:val="00FC2B89"/>
    <w:rsid w:val="00FC5FE0"/>
    <w:rsid w:val="00FC7FB1"/>
    <w:rsid w:val="00FD0334"/>
    <w:rsid w:val="00FD3930"/>
    <w:rsid w:val="00FD4129"/>
    <w:rsid w:val="00FD5102"/>
    <w:rsid w:val="00FE1DE4"/>
    <w:rsid w:val="00FE2DEF"/>
    <w:rsid w:val="00FE36AC"/>
    <w:rsid w:val="00FE4A38"/>
    <w:rsid w:val="00FF1CED"/>
    <w:rsid w:val="00FF43FB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  <v:textbox style="mso-rotate-with-shape:t"/>
    </o:shapedefaults>
    <o:shapelayout v:ext="edit">
      <o:idmap v:ext="edit" data="2"/>
    </o:shapelayout>
  </w:shapeDefaults>
  <w:decimalSymbol w:val="."/>
  <w:listSeparator w:val=";"/>
  <w14:docId w14:val="6F66264A"/>
  <w15:docId w15:val="{DB751B9F-55BC-4AB7-8262-9928E287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7C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4875"/>
    <w:pPr>
      <w:tabs>
        <w:tab w:val="center" w:pos="4419"/>
        <w:tab w:val="right" w:pos="8838"/>
      </w:tabs>
      <w:spacing w:after="0" w:line="240" w:lineRule="auto"/>
    </w:pPr>
    <w:rPr>
      <w:lang w:val="es-HN"/>
    </w:rPr>
  </w:style>
  <w:style w:type="character" w:customStyle="1" w:styleId="EncabezadoCar">
    <w:name w:val="Encabezado Car"/>
    <w:basedOn w:val="Fuentedeprrafopredeter"/>
    <w:link w:val="Encabezado"/>
    <w:uiPriority w:val="99"/>
    <w:rsid w:val="00474875"/>
  </w:style>
  <w:style w:type="paragraph" w:styleId="Piedepgina">
    <w:name w:val="footer"/>
    <w:basedOn w:val="Normal"/>
    <w:link w:val="PiedepginaCar"/>
    <w:uiPriority w:val="99"/>
    <w:unhideWhenUsed/>
    <w:rsid w:val="00474875"/>
    <w:pPr>
      <w:tabs>
        <w:tab w:val="center" w:pos="4419"/>
        <w:tab w:val="right" w:pos="8838"/>
      </w:tabs>
      <w:spacing w:after="0" w:line="240" w:lineRule="auto"/>
    </w:pPr>
    <w:rPr>
      <w:lang w:val="es-H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74875"/>
  </w:style>
  <w:style w:type="paragraph" w:styleId="Textodeglobo">
    <w:name w:val="Balloon Text"/>
    <w:basedOn w:val="Normal"/>
    <w:link w:val="TextodegloboCar"/>
    <w:uiPriority w:val="99"/>
    <w:semiHidden/>
    <w:unhideWhenUsed/>
    <w:rsid w:val="00474875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474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7B27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EC719F"/>
    <w:rPr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22485C"/>
    <w:rPr>
      <w:sz w:val="22"/>
      <w:szCs w:val="22"/>
      <w:lang w:val="es-ES" w:eastAsia="en-US" w:bidi="ar-SA"/>
    </w:rPr>
  </w:style>
  <w:style w:type="paragraph" w:styleId="Prrafodelista">
    <w:name w:val="List Paragraph"/>
    <w:basedOn w:val="Normal"/>
    <w:uiPriority w:val="34"/>
    <w:qFormat/>
    <w:rsid w:val="00695BCD"/>
    <w:pPr>
      <w:ind w:left="708"/>
    </w:pPr>
  </w:style>
  <w:style w:type="character" w:styleId="Hipervnculo">
    <w:name w:val="Hyperlink"/>
    <w:uiPriority w:val="99"/>
    <w:unhideWhenUsed/>
    <w:rsid w:val="00A619E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625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C625E6"/>
    <w:rPr>
      <w:b/>
      <w:bCs/>
    </w:rPr>
  </w:style>
  <w:style w:type="paragraph" w:customStyle="1" w:styleId="TableContents">
    <w:name w:val="Table Contents"/>
    <w:basedOn w:val="Normal"/>
    <w:qFormat/>
    <w:rsid w:val="007D7AD3"/>
    <w:pPr>
      <w:widowControl w:val="0"/>
      <w:suppressLineNumbers/>
      <w:spacing w:after="0" w:line="240" w:lineRule="auto"/>
      <w:jc w:val="both"/>
    </w:pPr>
    <w:rPr>
      <w:rFonts w:ascii="Arial" w:eastAsia="WenQuanYi Micro Hei" w:hAnsi="Arial" w:cs="Lohit Hindi"/>
      <w:szCs w:val="24"/>
      <w:lang w:val="es-HN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5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eth\Escritorio\Ok%20Papel%20Membretado%20Escuela%20Ciencias%20de%20la%20Cultura%20F+&#161;s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6BCFC-A333-4F84-ACDE-3CC119D6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 Papel Membretado Escuela Ciencias de la Cultura F+¡sica</Template>
  <TotalTime>181</TotalTime>
  <Pages>2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Links>
    <vt:vector size="6" baseType="variant">
      <vt:variant>
        <vt:i4>3473454</vt:i4>
      </vt:variant>
      <vt:variant>
        <vt:i4>0</vt:i4>
      </vt:variant>
      <vt:variant>
        <vt:i4>0</vt:i4>
      </vt:variant>
      <vt:variant>
        <vt:i4>5</vt:i4>
      </vt:variant>
      <vt:variant>
        <vt:lpwstr>http://www.unah.edu.hn/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lastenia</dc:creator>
  <cp:lastModifiedBy>EMILSON OMAR ACOSTA GIRON</cp:lastModifiedBy>
  <cp:revision>56</cp:revision>
  <cp:lastPrinted>2019-03-19T19:45:00Z</cp:lastPrinted>
  <dcterms:created xsi:type="dcterms:W3CDTF">2017-04-04T17:03:00Z</dcterms:created>
  <dcterms:modified xsi:type="dcterms:W3CDTF">2024-03-04T16:22:00Z</dcterms:modified>
</cp:coreProperties>
</file>