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A3FD9" w14:textId="77777777" w:rsidR="002E71DC" w:rsidRPr="00E51F6C" w:rsidRDefault="002E71DC" w:rsidP="002E71DC">
      <w:pPr>
        <w:spacing w:line="480" w:lineRule="auto"/>
        <w:jc w:val="center"/>
        <w:rPr>
          <w:rFonts w:ascii="Arial" w:hAnsi="Arial" w:cs="Arial"/>
          <w:b/>
          <w:caps/>
          <w:sz w:val="30"/>
          <w:szCs w:val="30"/>
          <w:lang w:val="es-HN"/>
        </w:rPr>
      </w:pPr>
      <w:r w:rsidRPr="00E51F6C">
        <w:rPr>
          <w:rFonts w:ascii="Arial" w:hAnsi="Arial" w:cs="Arial"/>
          <w:b/>
          <w:caps/>
          <w:sz w:val="30"/>
          <w:szCs w:val="30"/>
          <w:lang w:val="es-HN"/>
        </w:rPr>
        <w:t>Constancia de verificacion deL nombre</w:t>
      </w:r>
    </w:p>
    <w:p w14:paraId="3A93C515" w14:textId="77777777" w:rsidR="002E71DC" w:rsidRPr="00E51F6C" w:rsidRDefault="002E71DC" w:rsidP="002E71DC">
      <w:pPr>
        <w:spacing w:after="0" w:line="240" w:lineRule="auto"/>
        <w:jc w:val="both"/>
        <w:rPr>
          <w:rFonts w:ascii="Arial" w:hAnsi="Arial" w:cs="Arial"/>
          <w:b/>
          <w:lang w:val="es-HN"/>
        </w:rPr>
      </w:pPr>
      <w:r w:rsidRPr="00E51F6C">
        <w:rPr>
          <w:rFonts w:ascii="Arial" w:hAnsi="Arial" w:cs="Arial"/>
          <w:b/>
          <w:lang w:val="es-HN"/>
        </w:rPr>
        <w:t>SEÑORES</w:t>
      </w:r>
    </w:p>
    <w:p w14:paraId="51FC787D" w14:textId="77777777" w:rsidR="002E71DC" w:rsidRPr="00E51F6C" w:rsidRDefault="002E71DC" w:rsidP="002E71DC">
      <w:pPr>
        <w:spacing w:after="0" w:line="240" w:lineRule="auto"/>
        <w:jc w:val="both"/>
        <w:rPr>
          <w:rFonts w:ascii="Arial" w:hAnsi="Arial" w:cs="Arial"/>
          <w:b/>
          <w:lang w:val="es-HN"/>
        </w:rPr>
      </w:pPr>
      <w:r w:rsidRPr="00E51F6C">
        <w:rPr>
          <w:rFonts w:ascii="Arial" w:hAnsi="Arial" w:cs="Arial"/>
          <w:b/>
          <w:lang w:val="es-HN"/>
        </w:rPr>
        <w:t>MIEMBROS DE LA COMISIÓN DE REVISIÓN DE EXPEDIENTES</w:t>
      </w:r>
    </w:p>
    <w:p w14:paraId="5DA746A6" w14:textId="77777777" w:rsidR="002E71DC" w:rsidRPr="00E51F6C" w:rsidRDefault="002E71DC" w:rsidP="002E71DC">
      <w:pPr>
        <w:spacing w:after="0" w:line="240" w:lineRule="auto"/>
        <w:jc w:val="both"/>
        <w:rPr>
          <w:rFonts w:ascii="Arial" w:hAnsi="Arial" w:cs="Arial"/>
          <w:b/>
          <w:lang w:val="es-HN"/>
        </w:rPr>
      </w:pPr>
      <w:r w:rsidRPr="00E51F6C">
        <w:rPr>
          <w:rFonts w:ascii="Arial" w:hAnsi="Arial" w:cs="Arial"/>
          <w:b/>
          <w:lang w:val="es-HN"/>
        </w:rPr>
        <w:t>PRESENTES.</w:t>
      </w:r>
    </w:p>
    <w:p w14:paraId="754E3614" w14:textId="77777777" w:rsidR="002E71DC" w:rsidRPr="00E51F6C" w:rsidRDefault="002E71DC" w:rsidP="002E71DC">
      <w:pPr>
        <w:spacing w:line="480" w:lineRule="auto"/>
        <w:jc w:val="both"/>
        <w:rPr>
          <w:rFonts w:ascii="Arial" w:hAnsi="Arial" w:cs="Arial"/>
          <w:lang w:val="es-HN"/>
        </w:rPr>
      </w:pPr>
    </w:p>
    <w:p w14:paraId="547D8D0F" w14:textId="77777777" w:rsidR="002E71DC" w:rsidRPr="00E51F6C" w:rsidRDefault="002E71DC" w:rsidP="002E71DC">
      <w:pPr>
        <w:spacing w:line="480" w:lineRule="auto"/>
        <w:jc w:val="both"/>
        <w:rPr>
          <w:rFonts w:ascii="Arial" w:hAnsi="Arial" w:cs="Arial"/>
          <w:lang w:val="es-HN"/>
        </w:rPr>
      </w:pPr>
      <w:r w:rsidRPr="00E51F6C">
        <w:rPr>
          <w:rFonts w:ascii="Arial" w:hAnsi="Arial" w:cs="Arial"/>
          <w:lang w:val="es-HN"/>
        </w:rPr>
        <w:t>Estimados Señores:</w:t>
      </w:r>
    </w:p>
    <w:p w14:paraId="6F995296" w14:textId="77777777" w:rsidR="002E71DC" w:rsidRPr="00E51F6C" w:rsidRDefault="002E71DC" w:rsidP="002E71DC">
      <w:pPr>
        <w:spacing w:line="480" w:lineRule="auto"/>
        <w:rPr>
          <w:rFonts w:ascii="Arial" w:hAnsi="Arial" w:cs="Arial"/>
          <w:b/>
          <w:lang w:val="es-HN"/>
        </w:rPr>
      </w:pPr>
      <w:r w:rsidRPr="00E51F6C">
        <w:rPr>
          <w:rFonts w:ascii="Arial" w:hAnsi="Arial" w:cs="Arial"/>
          <w:lang w:val="es-HN"/>
        </w:rPr>
        <w:t xml:space="preserve">Por este medio HAGO CONSTAR: que mi nombre es: </w:t>
      </w:r>
      <w:proofErr w:type="gramStart"/>
      <w:r w:rsidRPr="00E51F6C">
        <w:rPr>
          <w:rFonts w:ascii="Arial" w:eastAsia="Arial Unicode MS" w:hAnsi="Arial" w:cs="Arial"/>
          <w:b/>
          <w:bCs/>
          <w:highlight w:val="yellow"/>
          <w:lang w:val="es-HN"/>
        </w:rPr>
        <w:t xml:space="preserve">XXX  </w:t>
      </w:r>
      <w:proofErr w:type="spellStart"/>
      <w:r w:rsidRPr="00E51F6C">
        <w:rPr>
          <w:rFonts w:ascii="Arial" w:eastAsia="Arial Unicode MS" w:hAnsi="Arial" w:cs="Arial"/>
          <w:b/>
          <w:bCs/>
          <w:highlight w:val="yellow"/>
          <w:lang w:val="es-HN"/>
        </w:rPr>
        <w:t>XXX</w:t>
      </w:r>
      <w:proofErr w:type="spellEnd"/>
      <w:proofErr w:type="gramEnd"/>
      <w:r w:rsidRPr="00E51F6C">
        <w:rPr>
          <w:rFonts w:ascii="Arial" w:eastAsia="Arial Unicode MS" w:hAnsi="Arial" w:cs="Arial"/>
          <w:b/>
          <w:bCs/>
          <w:highlight w:val="yellow"/>
          <w:lang w:val="es-HN"/>
        </w:rPr>
        <w:t xml:space="preserve"> (Debe ir escrito a mano, letra clara y legible)</w:t>
      </w:r>
    </w:p>
    <w:p w14:paraId="68023209" w14:textId="77777777" w:rsidR="002E71DC" w:rsidRPr="00E51F6C" w:rsidRDefault="002E71DC" w:rsidP="002E71DC">
      <w:pPr>
        <w:spacing w:line="480" w:lineRule="auto"/>
        <w:jc w:val="both"/>
        <w:rPr>
          <w:rFonts w:ascii="Arial" w:eastAsia="Arial Unicode MS" w:hAnsi="Arial" w:cs="Arial"/>
          <w:b/>
          <w:bCs/>
          <w:lang w:val="es-HN"/>
        </w:rPr>
      </w:pPr>
      <w:r w:rsidRPr="00E51F6C">
        <w:rPr>
          <w:rFonts w:ascii="Arial" w:hAnsi="Arial" w:cs="Arial"/>
          <w:lang w:val="es-HN"/>
        </w:rPr>
        <w:t xml:space="preserve">Y mis apellidos son: </w:t>
      </w:r>
      <w:r w:rsidRPr="00E51F6C">
        <w:rPr>
          <w:rFonts w:ascii="Arial" w:eastAsia="Arial Unicode MS" w:hAnsi="Arial" w:cs="Arial"/>
          <w:b/>
          <w:bCs/>
          <w:highlight w:val="yellow"/>
          <w:lang w:val="es-HN"/>
        </w:rPr>
        <w:t xml:space="preserve">XXXX </w:t>
      </w:r>
      <w:proofErr w:type="spellStart"/>
      <w:r w:rsidRPr="00E51F6C">
        <w:rPr>
          <w:rFonts w:ascii="Arial" w:eastAsia="Arial Unicode MS" w:hAnsi="Arial" w:cs="Arial"/>
          <w:b/>
          <w:bCs/>
          <w:highlight w:val="yellow"/>
          <w:lang w:val="es-HN"/>
        </w:rPr>
        <w:t>XXXX</w:t>
      </w:r>
      <w:proofErr w:type="spellEnd"/>
      <w:r w:rsidRPr="00E51F6C">
        <w:rPr>
          <w:rFonts w:ascii="Arial" w:eastAsia="Arial Unicode MS" w:hAnsi="Arial" w:cs="Arial"/>
          <w:b/>
          <w:bCs/>
          <w:highlight w:val="yellow"/>
          <w:lang w:val="es-HN"/>
        </w:rPr>
        <w:t xml:space="preserve"> (Debe ir escrito a mano, letra clara y legible</w:t>
      </w:r>
      <w:r w:rsidRPr="00E51F6C">
        <w:rPr>
          <w:rFonts w:ascii="Arial" w:eastAsia="Arial Unicode MS" w:hAnsi="Arial" w:cs="Arial"/>
          <w:b/>
          <w:bCs/>
          <w:lang w:val="es-HN"/>
        </w:rPr>
        <w:t>)</w:t>
      </w:r>
    </w:p>
    <w:p w14:paraId="374672B0" w14:textId="77777777" w:rsidR="002E71DC" w:rsidRPr="00E51F6C" w:rsidRDefault="002E71DC" w:rsidP="002E71DC">
      <w:pPr>
        <w:spacing w:line="480" w:lineRule="auto"/>
        <w:jc w:val="both"/>
        <w:rPr>
          <w:rFonts w:ascii="Arial" w:hAnsi="Arial" w:cs="Arial"/>
          <w:lang w:val="es-HN"/>
        </w:rPr>
      </w:pPr>
      <w:r w:rsidRPr="00E51F6C">
        <w:rPr>
          <w:rFonts w:ascii="Arial" w:hAnsi="Arial" w:cs="Arial"/>
          <w:lang w:val="es-HN"/>
        </w:rPr>
        <w:t xml:space="preserve">Para fines de impresión de mi título de </w:t>
      </w:r>
      <w:r w:rsidRPr="00E51F6C">
        <w:rPr>
          <w:rFonts w:ascii="Arial" w:hAnsi="Arial" w:cs="Arial"/>
          <w:b/>
          <w:lang w:val="es-HN"/>
        </w:rPr>
        <w:t>Ingeniero en Sistemas.</w:t>
      </w:r>
    </w:p>
    <w:p w14:paraId="24AAA79A" w14:textId="7C17FD9C" w:rsidR="002E71DC" w:rsidRPr="00E51F6C" w:rsidRDefault="002E71DC" w:rsidP="002E71DC">
      <w:pPr>
        <w:spacing w:line="480" w:lineRule="auto"/>
        <w:jc w:val="both"/>
        <w:rPr>
          <w:rFonts w:ascii="Arial" w:hAnsi="Arial" w:cs="Arial"/>
          <w:b/>
          <w:lang w:val="es-HN"/>
        </w:rPr>
      </w:pPr>
      <w:r w:rsidRPr="00E51F6C">
        <w:rPr>
          <w:rFonts w:ascii="Arial" w:hAnsi="Arial" w:cs="Arial"/>
          <w:lang w:val="es-HN"/>
        </w:rPr>
        <w:t xml:space="preserve">Ciudad Universitaria </w:t>
      </w:r>
      <w:r w:rsidRPr="00E51F6C">
        <w:rPr>
          <w:rFonts w:ascii="Arial" w:hAnsi="Arial" w:cs="Arial"/>
          <w:highlight w:val="yellow"/>
          <w:lang w:val="es-HN"/>
        </w:rPr>
        <w:t xml:space="preserve">25 </w:t>
      </w:r>
      <w:r w:rsidRPr="00E51F6C">
        <w:rPr>
          <w:rFonts w:ascii="Arial" w:hAnsi="Arial" w:cs="Arial"/>
          <w:lang w:val="es-HN"/>
        </w:rPr>
        <w:t>de</w:t>
      </w:r>
      <w:r w:rsidRPr="00E51F6C">
        <w:rPr>
          <w:rFonts w:ascii="Arial" w:hAnsi="Arial" w:cs="Arial"/>
          <w:highlight w:val="yellow"/>
          <w:lang w:val="es-HN"/>
        </w:rPr>
        <w:t xml:space="preserve"> </w:t>
      </w:r>
      <w:proofErr w:type="gramStart"/>
      <w:r w:rsidRPr="00E51F6C">
        <w:rPr>
          <w:rFonts w:ascii="Arial" w:hAnsi="Arial" w:cs="Arial"/>
          <w:highlight w:val="yellow"/>
          <w:lang w:val="es-HN"/>
        </w:rPr>
        <w:t>Enero</w:t>
      </w:r>
      <w:proofErr w:type="gramEnd"/>
      <w:r w:rsidRPr="00E51F6C">
        <w:rPr>
          <w:rFonts w:ascii="Arial" w:hAnsi="Arial" w:cs="Arial"/>
          <w:highlight w:val="yellow"/>
          <w:lang w:val="es-HN"/>
        </w:rPr>
        <w:t xml:space="preserve"> </w:t>
      </w:r>
      <w:r w:rsidRPr="00E51F6C">
        <w:rPr>
          <w:rFonts w:ascii="Arial" w:hAnsi="Arial" w:cs="Arial"/>
          <w:lang w:val="es-HN"/>
        </w:rPr>
        <w:t xml:space="preserve">del año </w:t>
      </w:r>
      <w:r w:rsidRPr="00E51F6C">
        <w:rPr>
          <w:rFonts w:ascii="Arial" w:hAnsi="Arial" w:cs="Arial"/>
          <w:highlight w:val="yellow"/>
          <w:lang w:val="es-HN"/>
        </w:rPr>
        <w:t>2</w:t>
      </w:r>
      <w:r w:rsidR="00F01B5D" w:rsidRPr="00E51F6C">
        <w:rPr>
          <w:rFonts w:ascii="Arial" w:hAnsi="Arial" w:cs="Arial"/>
          <w:highlight w:val="yellow"/>
          <w:lang w:val="es-HN"/>
        </w:rPr>
        <w:t>024</w:t>
      </w:r>
      <w:r w:rsidRPr="00E51F6C">
        <w:rPr>
          <w:rFonts w:ascii="Arial" w:hAnsi="Arial" w:cs="Arial"/>
          <w:b/>
          <w:lang w:val="es-HN"/>
        </w:rPr>
        <w:t>.</w:t>
      </w:r>
    </w:p>
    <w:p w14:paraId="56AEE0D4" w14:textId="79D83B03" w:rsidR="002E71DC" w:rsidRPr="00E51F6C" w:rsidRDefault="002E71DC" w:rsidP="002E71DC">
      <w:pPr>
        <w:spacing w:line="480" w:lineRule="auto"/>
        <w:jc w:val="both"/>
        <w:rPr>
          <w:rFonts w:ascii="Arial" w:hAnsi="Arial" w:cs="Arial"/>
          <w:b/>
          <w:lang w:val="es-HN"/>
        </w:rPr>
      </w:pPr>
    </w:p>
    <w:p w14:paraId="621C248F" w14:textId="77777777" w:rsidR="00E10674" w:rsidRPr="00E51F6C" w:rsidRDefault="00E10674" w:rsidP="002E71DC">
      <w:pPr>
        <w:spacing w:line="480" w:lineRule="auto"/>
        <w:jc w:val="both"/>
        <w:rPr>
          <w:rFonts w:ascii="Arial" w:hAnsi="Arial" w:cs="Arial"/>
          <w:b/>
          <w:lang w:val="es-HN"/>
        </w:rPr>
      </w:pPr>
    </w:p>
    <w:p w14:paraId="0DF3FCFC" w14:textId="77777777" w:rsidR="002E71DC" w:rsidRPr="00E51F6C" w:rsidRDefault="002E71DC" w:rsidP="002E71DC">
      <w:pPr>
        <w:spacing w:after="0" w:line="240" w:lineRule="auto"/>
        <w:jc w:val="center"/>
        <w:rPr>
          <w:rFonts w:ascii="Arial" w:hAnsi="Arial" w:cs="Arial"/>
          <w:b/>
          <w:lang w:val="es-HN"/>
        </w:rPr>
      </w:pPr>
      <w:r w:rsidRPr="00E51F6C">
        <w:rPr>
          <w:rFonts w:ascii="Arial" w:hAnsi="Arial" w:cs="Arial"/>
          <w:b/>
          <w:lang w:val="es-HN"/>
        </w:rPr>
        <w:t>______________________</w:t>
      </w:r>
    </w:p>
    <w:p w14:paraId="643D0C76" w14:textId="77777777" w:rsidR="002E71DC" w:rsidRPr="00E51F6C" w:rsidRDefault="002E71DC" w:rsidP="002E71DC">
      <w:pPr>
        <w:spacing w:after="0" w:line="240" w:lineRule="auto"/>
        <w:jc w:val="center"/>
        <w:rPr>
          <w:rFonts w:ascii="Arial" w:hAnsi="Arial" w:cs="Arial"/>
          <w:caps/>
          <w:lang w:val="es-HN"/>
        </w:rPr>
      </w:pPr>
      <w:r w:rsidRPr="00E51F6C">
        <w:rPr>
          <w:rFonts w:ascii="Arial" w:hAnsi="Arial" w:cs="Arial"/>
          <w:caps/>
          <w:lang w:val="es-HN"/>
        </w:rPr>
        <w:t>FIRMA DEL ALUMNO.</w:t>
      </w:r>
    </w:p>
    <w:p w14:paraId="1513FE8F" w14:textId="77777777" w:rsidR="002E71DC" w:rsidRPr="00E51F6C" w:rsidRDefault="002E71DC" w:rsidP="002E71DC">
      <w:pPr>
        <w:spacing w:after="0" w:line="240" w:lineRule="auto"/>
        <w:jc w:val="center"/>
        <w:rPr>
          <w:rFonts w:ascii="Arial" w:hAnsi="Arial" w:cs="Arial"/>
          <w:caps/>
          <w:lang w:val="es-HN"/>
        </w:rPr>
      </w:pPr>
      <w:r w:rsidRPr="00E51F6C">
        <w:rPr>
          <w:rFonts w:ascii="Arial" w:hAnsi="Arial" w:cs="Arial"/>
          <w:caps/>
          <w:highlight w:val="yellow"/>
          <w:lang w:val="es-HN"/>
        </w:rPr>
        <w:t>NOMBRE DEL ALUMNO (ESCRITO A COMPUTADORA)</w:t>
      </w:r>
    </w:p>
    <w:p w14:paraId="6FC40B3B" w14:textId="200BCCBB" w:rsidR="00B83C17" w:rsidRPr="00E51F6C" w:rsidRDefault="00B83C17" w:rsidP="002E71DC">
      <w:pPr>
        <w:spacing w:after="0" w:line="240" w:lineRule="auto"/>
        <w:jc w:val="center"/>
        <w:rPr>
          <w:rFonts w:ascii="Arial" w:hAnsi="Arial" w:cs="Arial"/>
          <w:caps/>
          <w:lang w:val="es-HN"/>
        </w:rPr>
      </w:pPr>
      <w:r w:rsidRPr="00E51F6C">
        <w:rPr>
          <w:rFonts w:ascii="Arial" w:hAnsi="Arial" w:cs="Arial"/>
          <w:caps/>
          <w:lang w:val="es-HN"/>
        </w:rPr>
        <w:t xml:space="preserve">NÚMERO DE TELÉFONO </w:t>
      </w:r>
      <w:r w:rsidRPr="00E51F6C">
        <w:rPr>
          <w:rFonts w:ascii="Arial" w:hAnsi="Arial" w:cs="Arial"/>
          <w:caps/>
          <w:highlight w:val="yellow"/>
          <w:lang w:val="es-HN"/>
        </w:rPr>
        <w:t>####-####</w:t>
      </w:r>
    </w:p>
    <w:p w14:paraId="5B3C7444" w14:textId="77777777" w:rsidR="002E71DC" w:rsidRPr="00E51F6C" w:rsidRDefault="002E71DC" w:rsidP="002E71DC">
      <w:pPr>
        <w:spacing w:after="0" w:line="240" w:lineRule="auto"/>
        <w:jc w:val="both"/>
        <w:rPr>
          <w:rFonts w:ascii="Arial" w:hAnsi="Arial" w:cs="Arial"/>
          <w:sz w:val="24"/>
          <w:szCs w:val="28"/>
        </w:rPr>
      </w:pPr>
    </w:p>
    <w:p w14:paraId="39453117" w14:textId="77777777" w:rsidR="002E71DC" w:rsidRPr="00E51F6C" w:rsidRDefault="002E71DC" w:rsidP="002E71DC">
      <w:pPr>
        <w:spacing w:after="0" w:line="240" w:lineRule="auto"/>
        <w:jc w:val="both"/>
        <w:rPr>
          <w:rFonts w:ascii="Arial" w:hAnsi="Arial" w:cs="Arial"/>
          <w:sz w:val="24"/>
          <w:szCs w:val="28"/>
        </w:rPr>
      </w:pPr>
    </w:p>
    <w:p w14:paraId="419DB6A1" w14:textId="249C608A" w:rsidR="008177FE" w:rsidRPr="00E51F6C" w:rsidRDefault="002E71DC" w:rsidP="00E10674">
      <w:pPr>
        <w:spacing w:after="0" w:line="240" w:lineRule="auto"/>
        <w:jc w:val="both"/>
        <w:rPr>
          <w:rFonts w:ascii="Arial" w:hAnsi="Arial" w:cs="Arial"/>
        </w:rPr>
      </w:pPr>
      <w:r w:rsidRPr="00E51F6C">
        <w:rPr>
          <w:rFonts w:ascii="Arial" w:hAnsi="Arial" w:cs="Arial"/>
          <w:sz w:val="24"/>
          <w:szCs w:val="28"/>
        </w:rPr>
        <w:sym w:font="Wingdings" w:char="F031"/>
      </w:r>
      <w:r w:rsidRPr="00E51F6C">
        <w:rPr>
          <w:rFonts w:ascii="Arial" w:eastAsia="Arial Unicode MS" w:hAnsi="Arial" w:cs="Arial"/>
          <w:sz w:val="24"/>
          <w:szCs w:val="28"/>
        </w:rPr>
        <w:t>: Archivo.</w:t>
      </w:r>
    </w:p>
    <w:sectPr w:rsidR="008177FE" w:rsidRPr="00E51F6C" w:rsidSect="00E106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440" w:left="1440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B61364" w14:textId="77777777" w:rsidR="00E90729" w:rsidRDefault="00E90729" w:rsidP="001367C0">
      <w:pPr>
        <w:spacing w:after="0" w:line="240" w:lineRule="auto"/>
      </w:pPr>
      <w:r>
        <w:separator/>
      </w:r>
    </w:p>
  </w:endnote>
  <w:endnote w:type="continuationSeparator" w:id="0">
    <w:p w14:paraId="48589835" w14:textId="77777777" w:rsidR="00E90729" w:rsidRDefault="00E90729" w:rsidP="0013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Light">
    <w:altName w:val="Segoe UI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9344A" w14:textId="77777777" w:rsidR="00B00F15" w:rsidRDefault="00B00F1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4A171" w14:textId="77777777" w:rsidR="00ED7FDD" w:rsidRPr="00B06CC7" w:rsidRDefault="00ED7FDD" w:rsidP="00ED7FDD">
    <w:pPr>
      <w:pStyle w:val="Encabezado"/>
      <w:tabs>
        <w:tab w:val="left" w:pos="2565"/>
      </w:tabs>
      <w:jc w:val="center"/>
      <w:rPr>
        <w:rFonts w:ascii="HelveticaNeueLT Std" w:hAnsi="HelveticaNeueLT Std"/>
        <w:b/>
        <w:i/>
        <w:color w:val="1F497D"/>
        <w:sz w:val="20"/>
      </w:rPr>
    </w:pPr>
    <w:r>
      <w:rPr>
        <w:rFonts w:ascii="HelveticaNeueLT Std" w:hAnsi="HelveticaNeueLT Std"/>
        <w:b/>
        <w:i/>
        <w:color w:val="1F497D"/>
        <w:sz w:val="20"/>
      </w:rPr>
      <w:t>“La Educación es la Primera Necesidad de la República”</w:t>
    </w:r>
  </w:p>
  <w:p w14:paraId="47126BE1" w14:textId="77777777" w:rsidR="00ED7FDD" w:rsidRDefault="00ED7FDD">
    <w:pPr>
      <w:pStyle w:val="Piedepgina"/>
      <w:rPr>
        <w:noProof/>
        <w:lang w:val="es-HN" w:eastAsia="es-HN"/>
      </w:rPr>
    </w:pPr>
  </w:p>
  <w:p w14:paraId="28C16C15" w14:textId="77777777" w:rsidR="0077567D" w:rsidRDefault="0077567D">
    <w:pPr>
      <w:pStyle w:val="Piedepgina"/>
    </w:pPr>
    <w:r>
      <w:rPr>
        <w:noProof/>
        <w:lang w:val="es-HN" w:eastAsia="es-HN"/>
      </w:rPr>
      <w:drawing>
        <wp:anchor distT="0" distB="0" distL="114300" distR="114300" simplePos="0" relativeHeight="251664384" behindDoc="0" locked="0" layoutInCell="1" allowOverlap="1" wp14:anchorId="45509A69" wp14:editId="404085A9">
          <wp:simplePos x="0" y="0"/>
          <wp:positionH relativeFrom="page">
            <wp:posOffset>-3175</wp:posOffset>
          </wp:positionH>
          <wp:positionV relativeFrom="paragraph">
            <wp:posOffset>3810</wp:posOffset>
          </wp:positionV>
          <wp:extent cx="7775575" cy="538480"/>
          <wp:effectExtent l="0" t="0" r="0" b="0"/>
          <wp:wrapThrough wrapText="bothSides">
            <wp:wrapPolygon edited="0">
              <wp:start x="0" y="0"/>
              <wp:lineTo x="0" y="10698"/>
              <wp:lineTo x="20586" y="12226"/>
              <wp:lineTo x="20586" y="20632"/>
              <wp:lineTo x="21538" y="20632"/>
              <wp:lineTo x="21538" y="0"/>
              <wp:lineTo x="0" y="0"/>
            </wp:wrapPolygon>
          </wp:wrapThrough>
          <wp:docPr id="1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5575" cy="538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A4962" w14:textId="77777777" w:rsidR="00B00F15" w:rsidRDefault="00B00F1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E62A43" w14:textId="77777777" w:rsidR="00E90729" w:rsidRDefault="00E90729" w:rsidP="001367C0">
      <w:pPr>
        <w:spacing w:after="0" w:line="240" w:lineRule="auto"/>
      </w:pPr>
      <w:r>
        <w:separator/>
      </w:r>
    </w:p>
  </w:footnote>
  <w:footnote w:type="continuationSeparator" w:id="0">
    <w:p w14:paraId="0B038CDF" w14:textId="77777777" w:rsidR="00E90729" w:rsidRDefault="00E90729" w:rsidP="0013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EB698" w14:textId="77777777" w:rsidR="00B00F15" w:rsidRDefault="00B00F1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9570A" w14:textId="77777777" w:rsidR="0077567D" w:rsidRDefault="00B00F15" w:rsidP="00800354">
    <w:pPr>
      <w:pStyle w:val="Encabezado"/>
      <w:tabs>
        <w:tab w:val="clear" w:pos="4252"/>
        <w:tab w:val="clear" w:pos="8504"/>
        <w:tab w:val="left" w:pos="142"/>
        <w:tab w:val="left" w:pos="7230"/>
      </w:tabs>
      <w:rPr>
        <w:rFonts w:ascii="Helvetica Light" w:hAnsi="Helvetica Light"/>
        <w:sz w:val="20"/>
        <w:szCs w:val="20"/>
      </w:rPr>
    </w:pPr>
    <w:r>
      <w:rPr>
        <w:rFonts w:ascii="Helvetica Light" w:hAnsi="Helvetica Light"/>
        <w:noProof/>
        <w:sz w:val="20"/>
        <w:szCs w:val="20"/>
        <w:lang w:val="es-HN" w:eastAsia="es-HN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9DF8E29" wp14:editId="205D95A3">
              <wp:simplePos x="0" y="0"/>
              <wp:positionH relativeFrom="rightMargin">
                <wp:posOffset>220980</wp:posOffset>
              </wp:positionH>
              <wp:positionV relativeFrom="paragraph">
                <wp:posOffset>-55245</wp:posOffset>
              </wp:positionV>
              <wp:extent cx="257175" cy="1082675"/>
              <wp:effectExtent l="0" t="0" r="9525" b="3175"/>
              <wp:wrapNone/>
              <wp:docPr id="6" name="Rectángul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7175" cy="1082675"/>
                      </a:xfrm>
                      <a:prstGeom prst="rect">
                        <a:avLst/>
                      </a:prstGeom>
                      <a:solidFill>
                        <a:srgbClr val="FFCC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6B181FDA" id="Rectángulo 6" o:spid="_x0000_s1026" style="position:absolute;margin-left:17.4pt;margin-top:-4.35pt;width:20.25pt;height:85.25pt;z-index:251672576;visibility:visible;mso-wrap-style:square;mso-width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" fillcolor="#fc0" stroked="f" strokeweight="2pt">
              <w10:wrap anchorx="margin"/>
            </v:rect>
          </w:pict>
        </mc:Fallback>
      </mc:AlternateContent>
    </w:r>
    <w:r w:rsidR="00B04D2C">
      <w:rPr>
        <w:rFonts w:ascii="Helvetica Light" w:hAnsi="Helvetica Light"/>
        <w:noProof/>
        <w:sz w:val="20"/>
        <w:szCs w:val="20"/>
        <w:lang w:val="es-HN" w:eastAsia="es-HN"/>
      </w:rPr>
      <w:drawing>
        <wp:anchor distT="0" distB="0" distL="114300" distR="114300" simplePos="0" relativeHeight="251674624" behindDoc="0" locked="0" layoutInCell="1" allowOverlap="1" wp14:anchorId="4142406B" wp14:editId="25AE172C">
          <wp:simplePos x="0" y="0"/>
          <wp:positionH relativeFrom="column">
            <wp:posOffset>2597150</wp:posOffset>
          </wp:positionH>
          <wp:positionV relativeFrom="paragraph">
            <wp:posOffset>-86995</wp:posOffset>
          </wp:positionV>
          <wp:extent cx="958850" cy="958850"/>
          <wp:effectExtent l="0" t="0" r="0" b="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8850" cy="958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4D2C">
      <w:rPr>
        <w:noProof/>
        <w:lang w:val="es-HN" w:eastAsia="es-HN"/>
      </w:rPr>
      <w:drawing>
        <wp:anchor distT="0" distB="0" distL="114300" distR="114300" simplePos="0" relativeHeight="251673600" behindDoc="0" locked="0" layoutInCell="1" allowOverlap="1" wp14:anchorId="22BBC5B5" wp14:editId="189C789D">
          <wp:simplePos x="0" y="0"/>
          <wp:positionH relativeFrom="margin">
            <wp:posOffset>1502391</wp:posOffset>
          </wp:positionH>
          <wp:positionV relativeFrom="paragraph">
            <wp:posOffset>-134004</wp:posOffset>
          </wp:positionV>
          <wp:extent cx="1028700" cy="1028700"/>
          <wp:effectExtent l="0" t="0" r="0" b="0"/>
          <wp:wrapNone/>
          <wp:docPr id="10" name="Imagen 10" descr="Facultad de IngenierÃ­a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acultad de IngenierÃ­a 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4D2C" w:rsidRPr="00B06CC7">
      <w:rPr>
        <w:rFonts w:ascii="Helvetica Light" w:hAnsi="Helvetica Light"/>
        <w:noProof/>
        <w:sz w:val="20"/>
        <w:szCs w:val="20"/>
        <w:lang w:val="es-HN" w:eastAsia="es-HN"/>
      </w:rPr>
      <w:drawing>
        <wp:anchor distT="0" distB="0" distL="114300" distR="114300" simplePos="0" relativeHeight="251668480" behindDoc="0" locked="0" layoutInCell="1" allowOverlap="1" wp14:anchorId="45CBD9EE" wp14:editId="38745076">
          <wp:simplePos x="0" y="0"/>
          <wp:positionH relativeFrom="column">
            <wp:posOffset>-281580</wp:posOffset>
          </wp:positionH>
          <wp:positionV relativeFrom="paragraph">
            <wp:posOffset>-133378</wp:posOffset>
          </wp:positionV>
          <wp:extent cx="1723869" cy="1095375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3869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6CC7" w:rsidRPr="00B06CC7">
      <w:rPr>
        <w:rFonts w:ascii="Helvetica Light" w:hAnsi="Helvetica Light"/>
        <w:noProof/>
        <w:sz w:val="20"/>
        <w:szCs w:val="20"/>
        <w:lang w:val="es-HN" w:eastAsia="es-HN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613F7FE7" wp14:editId="5C1AB43B">
              <wp:simplePos x="0" y="0"/>
              <wp:positionH relativeFrom="column">
                <wp:posOffset>3819525</wp:posOffset>
              </wp:positionH>
              <wp:positionV relativeFrom="paragraph">
                <wp:posOffset>-17145</wp:posOffset>
              </wp:positionV>
              <wp:extent cx="2360930" cy="51435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514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DFAF12" w14:textId="77777777" w:rsidR="00B00F15" w:rsidRDefault="00B06CC7" w:rsidP="00B00F15">
                          <w:pPr>
                            <w:pStyle w:val="TableContents"/>
                            <w:jc w:val="center"/>
                            <w:rPr>
                              <w:rFonts w:ascii="Liberation Sans" w:hAnsi="Liberation Sans"/>
                              <w:i/>
                              <w:iCs/>
                              <w:color w:val="00458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 Light" w:hAnsi="Helvetica Light"/>
                              <w:sz w:val="20"/>
                              <w:szCs w:val="20"/>
                            </w:rPr>
                            <w:tab/>
                          </w:r>
                          <w:r w:rsidR="00B00F15">
                            <w:rPr>
                              <w:rFonts w:ascii="Liberation Sans" w:hAnsi="Liberation Sans"/>
                              <w:i/>
                              <w:iCs/>
                              <w:color w:val="004586"/>
                              <w:sz w:val="16"/>
                              <w:szCs w:val="16"/>
                            </w:rPr>
                            <w:t>Planta: (504)2216-3000 Ext. 100573</w:t>
                          </w:r>
                        </w:p>
                        <w:p w14:paraId="5D4C4358" w14:textId="77777777" w:rsidR="00B06CC7" w:rsidRPr="004D47A0" w:rsidRDefault="00B00F15" w:rsidP="00B00F15">
                          <w:pPr>
                            <w:pStyle w:val="Sinespaciado"/>
                            <w:jc w:val="right"/>
                            <w:rPr>
                              <w:rFonts w:ascii="Cambria" w:eastAsia="Times New Roman" w:hAnsi="Cambria"/>
                              <w:b/>
                              <w:i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Liberation Sans" w:hAnsi="Liberation Sans"/>
                              <w:i/>
                              <w:iCs/>
                              <w:color w:val="004586"/>
                              <w:sz w:val="16"/>
                              <w:szCs w:val="16"/>
                            </w:rPr>
                            <w:t>Edificio B2, 4to. Piso, Pasillo Izquierdo</w:t>
                          </w:r>
                        </w:p>
                        <w:p w14:paraId="51C05FD5" w14:textId="77777777" w:rsidR="00B06CC7" w:rsidRDefault="00B06CC7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3F7FE7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00.75pt;margin-top:-1.35pt;width:185.9pt;height:40.5pt;z-index:25166745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" stroked="f">
              <v:textbox>
                <w:txbxContent>
                  <w:p w14:paraId="61DFAF12" w14:textId="77777777" w:rsidR="00B00F15" w:rsidRDefault="00B06CC7" w:rsidP="00B00F15">
                    <w:pPr>
                      <w:pStyle w:val="TableContents"/>
                      <w:jc w:val="center"/>
                      <w:rPr>
                        <w:rFonts w:ascii="Liberation Sans" w:hAnsi="Liberation Sans"/>
                        <w:i/>
                        <w:iCs/>
                        <w:color w:val="004586"/>
                        <w:sz w:val="16"/>
                        <w:szCs w:val="16"/>
                      </w:rPr>
                    </w:pPr>
                    <w:r>
                      <w:rPr>
                        <w:rFonts w:ascii="Helvetica Light" w:hAnsi="Helvetica Light"/>
                        <w:sz w:val="20"/>
                        <w:szCs w:val="20"/>
                      </w:rPr>
                      <w:tab/>
                    </w:r>
                    <w:r w:rsidR="00B00F15">
                      <w:rPr>
                        <w:rFonts w:ascii="Liberation Sans" w:hAnsi="Liberation Sans"/>
                        <w:i/>
                        <w:iCs/>
                        <w:color w:val="004586"/>
                        <w:sz w:val="16"/>
                        <w:szCs w:val="16"/>
                      </w:rPr>
                      <w:t>Planta: (504)2216-3000 Ext. 100573</w:t>
                    </w:r>
                  </w:p>
                  <w:p w14:paraId="5D4C4358" w14:textId="77777777" w:rsidR="00B06CC7" w:rsidRPr="004D47A0" w:rsidRDefault="00B00F15" w:rsidP="00B00F15">
                    <w:pPr>
                      <w:pStyle w:val="Sinespaciado"/>
                      <w:jc w:val="right"/>
                      <w:rPr>
                        <w:rFonts w:ascii="Cambria" w:eastAsia="Times New Roman" w:hAnsi="Cambria"/>
                        <w:b/>
                        <w:i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Liberation Sans" w:hAnsi="Liberation Sans"/>
                        <w:i/>
                        <w:iCs/>
                        <w:color w:val="004586"/>
                        <w:sz w:val="16"/>
                        <w:szCs w:val="16"/>
                      </w:rPr>
                      <w:t>Edificio B2, 4to. Piso, Pasillo Izquierdo</w:t>
                    </w:r>
                  </w:p>
                  <w:p w14:paraId="51C05FD5" w14:textId="77777777" w:rsidR="00B06CC7" w:rsidRDefault="00B06CC7"/>
                </w:txbxContent>
              </v:textbox>
              <w10:wrap type="square"/>
            </v:shape>
          </w:pict>
        </mc:Fallback>
      </mc:AlternateContent>
    </w:r>
  </w:p>
  <w:p w14:paraId="2E8CF42C" w14:textId="77777777" w:rsidR="00B06CC7" w:rsidRDefault="00B06CC7" w:rsidP="00B06CC7">
    <w:pPr>
      <w:pStyle w:val="Sinespaciado"/>
      <w:jc w:val="right"/>
      <w:rPr>
        <w:rFonts w:ascii="Helvetica Light" w:hAnsi="Helvetica Light"/>
        <w:sz w:val="20"/>
        <w:szCs w:val="20"/>
      </w:rPr>
    </w:pPr>
  </w:p>
  <w:p w14:paraId="70801825" w14:textId="77777777" w:rsidR="00B06CC7" w:rsidRDefault="00B06CC7" w:rsidP="00B06CC7">
    <w:pPr>
      <w:pStyle w:val="Sinespaciado"/>
      <w:jc w:val="right"/>
      <w:rPr>
        <w:rFonts w:ascii="Helvetica Light" w:hAnsi="Helvetica Light"/>
        <w:sz w:val="20"/>
        <w:szCs w:val="20"/>
      </w:rPr>
    </w:pPr>
  </w:p>
  <w:p w14:paraId="7D2B2D50" w14:textId="77777777" w:rsidR="00B06CC7" w:rsidRDefault="00B06CC7" w:rsidP="00B06CC7">
    <w:pPr>
      <w:pStyle w:val="Sinespaciado"/>
      <w:jc w:val="right"/>
      <w:rPr>
        <w:rFonts w:ascii="Helvetica Light" w:hAnsi="Helvetica Light"/>
        <w:sz w:val="20"/>
        <w:szCs w:val="20"/>
      </w:rPr>
    </w:pPr>
  </w:p>
  <w:p w14:paraId="7C764939" w14:textId="77777777" w:rsidR="00B06CC7" w:rsidRDefault="00B06CC7" w:rsidP="00B06CC7">
    <w:pPr>
      <w:pStyle w:val="Sinespaciado"/>
      <w:jc w:val="right"/>
      <w:rPr>
        <w:rFonts w:ascii="Helvetica Light" w:hAnsi="Helvetica Light"/>
        <w:sz w:val="20"/>
        <w:szCs w:val="20"/>
      </w:rPr>
    </w:pPr>
  </w:p>
  <w:p w14:paraId="60E416F3" w14:textId="77777777" w:rsidR="00B06CC7" w:rsidRDefault="00B04D2C" w:rsidP="00B06CC7">
    <w:pPr>
      <w:pStyle w:val="Sinespaciado"/>
      <w:jc w:val="right"/>
      <w:rPr>
        <w:rFonts w:ascii="Helvetica Light" w:hAnsi="Helvetica Light"/>
        <w:sz w:val="20"/>
        <w:szCs w:val="20"/>
      </w:rPr>
    </w:pPr>
    <w:r w:rsidRPr="00B06CC7">
      <w:rPr>
        <w:rFonts w:ascii="Helvetica Light" w:hAnsi="Helvetica Light"/>
        <w:noProof/>
        <w:sz w:val="20"/>
        <w:szCs w:val="20"/>
        <w:lang w:val="es-HN" w:eastAsia="es-HN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07812A2E" wp14:editId="013BEC06">
              <wp:simplePos x="0" y="0"/>
              <wp:positionH relativeFrom="column">
                <wp:posOffset>487680</wp:posOffset>
              </wp:positionH>
              <wp:positionV relativeFrom="paragraph">
                <wp:posOffset>155575</wp:posOffset>
              </wp:positionV>
              <wp:extent cx="4353560" cy="299720"/>
              <wp:effectExtent l="0" t="0" r="8890" b="5080"/>
              <wp:wrapSquare wrapText="bothSides"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53560" cy="299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93701D3" w14:textId="77777777" w:rsidR="00B06CC7" w:rsidRPr="00887F6D" w:rsidRDefault="00B06CC7" w:rsidP="00B06CC7">
                          <w:pPr>
                            <w:pStyle w:val="Encabezado"/>
                            <w:tabs>
                              <w:tab w:val="left" w:pos="2565"/>
                            </w:tabs>
                            <w:spacing w:line="276" w:lineRule="auto"/>
                            <w:rPr>
                              <w:rFonts w:ascii="HelveticaNeueLT Std" w:hAnsi="HelveticaNeueLT Std"/>
                              <w:b/>
                              <w:color w:val="1F497D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HelveticaNeueLT Std" w:hAnsi="HelveticaNeueLT Std"/>
                              <w:b/>
                              <w:color w:val="1F497D"/>
                              <w:sz w:val="24"/>
                              <w:szCs w:val="24"/>
                            </w:rPr>
                            <w:t>DEPARTAMENTO DE</w:t>
                          </w:r>
                          <w:r w:rsidR="00B04D2C">
                            <w:rPr>
                              <w:rFonts w:ascii="HelveticaNeueLT Std" w:hAnsi="HelveticaNeueLT Std"/>
                              <w:b/>
                              <w:color w:val="1F497D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HelveticaNeueLT Std" w:hAnsi="HelveticaNeueLT Std"/>
                              <w:b/>
                              <w:color w:val="1F497D"/>
                              <w:sz w:val="24"/>
                              <w:szCs w:val="24"/>
                            </w:rPr>
                            <w:t>INGENIERÍA EN SISTEMAS</w:t>
                          </w:r>
                          <w:r w:rsidRPr="00887F6D">
                            <w:rPr>
                              <w:rFonts w:ascii="HelveticaNeueLT Std" w:hAnsi="HelveticaNeueLT Std"/>
                              <w:b/>
                              <w:color w:val="1F497D"/>
                              <w:sz w:val="24"/>
                              <w:szCs w:val="24"/>
                            </w:rPr>
                            <w:t xml:space="preserve">                                                </w:t>
                          </w:r>
                        </w:p>
                        <w:p w14:paraId="0E4DC503" w14:textId="77777777" w:rsidR="00B06CC7" w:rsidRDefault="00B06CC7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812A2E" id="_x0000_s1027" type="#_x0000_t202" style="position:absolute;left:0;text-align:left;margin-left:38.4pt;margin-top:12.25pt;width:342.8pt;height:23.6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" stroked="f">
              <v:textbox>
                <w:txbxContent>
                  <w:p w14:paraId="393701D3" w14:textId="77777777" w:rsidR="00B06CC7" w:rsidRPr="00887F6D" w:rsidRDefault="00B06CC7" w:rsidP="00B06CC7">
                    <w:pPr>
                      <w:pStyle w:val="Encabezado"/>
                      <w:tabs>
                        <w:tab w:val="left" w:pos="2565"/>
                      </w:tabs>
                      <w:spacing w:line="276" w:lineRule="auto"/>
                      <w:rPr>
                        <w:rFonts w:ascii="HelveticaNeueLT Std" w:hAnsi="HelveticaNeueLT Std"/>
                        <w:b/>
                        <w:color w:val="1F497D"/>
                        <w:sz w:val="24"/>
                        <w:szCs w:val="24"/>
                      </w:rPr>
                    </w:pPr>
                    <w:r>
                      <w:rPr>
                        <w:rFonts w:ascii="HelveticaNeueLT Std" w:hAnsi="HelveticaNeueLT Std"/>
                        <w:b/>
                        <w:color w:val="1F497D"/>
                        <w:sz w:val="24"/>
                        <w:szCs w:val="24"/>
                      </w:rPr>
                      <w:t>DEPARTAMENTO DE</w:t>
                    </w:r>
                    <w:r w:rsidR="00B04D2C">
                      <w:rPr>
                        <w:rFonts w:ascii="HelveticaNeueLT Std" w:hAnsi="HelveticaNeueLT Std"/>
                        <w:b/>
                        <w:color w:val="1F497D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HelveticaNeueLT Std" w:hAnsi="HelveticaNeueLT Std"/>
                        <w:b/>
                        <w:color w:val="1F497D"/>
                        <w:sz w:val="24"/>
                        <w:szCs w:val="24"/>
                      </w:rPr>
                      <w:t>INGENIERÍA EN SISTEMAS</w:t>
                    </w:r>
                    <w:r w:rsidRPr="00887F6D">
                      <w:rPr>
                        <w:rFonts w:ascii="HelveticaNeueLT Std" w:hAnsi="HelveticaNeueLT Std"/>
                        <w:b/>
                        <w:color w:val="1F497D"/>
                        <w:sz w:val="24"/>
                        <w:szCs w:val="24"/>
                      </w:rPr>
                      <w:t xml:space="preserve">                                                </w:t>
                    </w:r>
                  </w:p>
                  <w:p w14:paraId="0E4DC503" w14:textId="77777777" w:rsidR="00B06CC7" w:rsidRDefault="00B06CC7"/>
                </w:txbxContent>
              </v:textbox>
              <w10:wrap type="square"/>
            </v:shape>
          </w:pict>
        </mc:Fallback>
      </mc:AlternateContent>
    </w:r>
  </w:p>
  <w:p w14:paraId="2951633D" w14:textId="77777777" w:rsidR="00B06CC7" w:rsidRPr="004D47A0" w:rsidRDefault="001D0408" w:rsidP="00B06CC7">
    <w:pPr>
      <w:pStyle w:val="Sinespaciado"/>
      <w:jc w:val="right"/>
      <w:rPr>
        <w:rFonts w:ascii="Cambria" w:eastAsia="Times New Roman" w:hAnsi="Cambria"/>
        <w:b/>
        <w:i/>
        <w:color w:val="1F497D"/>
        <w:sz w:val="16"/>
        <w:szCs w:val="16"/>
      </w:rPr>
    </w:pPr>
    <w:r w:rsidRPr="0021797A">
      <w:rPr>
        <w:noProof/>
        <w:lang w:val="es-HN" w:eastAsia="es-HN"/>
      </w:rPr>
      <w:drawing>
        <wp:anchor distT="0" distB="0" distL="114300" distR="114300" simplePos="0" relativeHeight="251661312" behindDoc="1" locked="0" layoutInCell="1" allowOverlap="1" wp14:anchorId="72DA5654" wp14:editId="3D2EBE8A">
          <wp:simplePos x="0" y="0"/>
          <wp:positionH relativeFrom="column">
            <wp:posOffset>3750945</wp:posOffset>
          </wp:positionH>
          <wp:positionV relativeFrom="paragraph">
            <wp:posOffset>2910205</wp:posOffset>
          </wp:positionV>
          <wp:extent cx="3317875" cy="4618990"/>
          <wp:effectExtent l="0" t="0" r="0" b="0"/>
          <wp:wrapNone/>
          <wp:docPr id="13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lum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7875" cy="4618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7567D">
      <w:rPr>
        <w:rFonts w:ascii="Helvetica Light" w:hAnsi="Helvetica Light"/>
        <w:sz w:val="20"/>
        <w:szCs w:val="20"/>
      </w:rPr>
      <w:t xml:space="preserve">                                                                                      </w:t>
    </w:r>
  </w:p>
  <w:p w14:paraId="3258D169" w14:textId="77777777" w:rsidR="00B06CC7" w:rsidRPr="00887F6D" w:rsidRDefault="00B06CC7" w:rsidP="00B06CC7">
    <w:pPr>
      <w:pStyle w:val="Encabezado"/>
      <w:tabs>
        <w:tab w:val="left" w:pos="2565"/>
      </w:tabs>
      <w:spacing w:line="276" w:lineRule="auto"/>
      <w:rPr>
        <w:rFonts w:ascii="HelveticaNeueLT Std" w:hAnsi="HelveticaNeueLT Std"/>
        <w:b/>
        <w:color w:val="1F497D"/>
        <w:sz w:val="24"/>
        <w:szCs w:val="24"/>
      </w:rPr>
    </w:pPr>
    <w:r>
      <w:rPr>
        <w:rFonts w:ascii="HelveticaNeueLT Std" w:hAnsi="HelveticaNeueLT Std"/>
        <w:b/>
        <w:color w:val="1F497D"/>
        <w:sz w:val="24"/>
        <w:szCs w:val="24"/>
      </w:rPr>
      <w:t xml:space="preserve">  </w:t>
    </w:r>
  </w:p>
  <w:p w14:paraId="1466701B" w14:textId="77777777" w:rsidR="0077567D" w:rsidRPr="00F45C33" w:rsidRDefault="0077567D" w:rsidP="00B06CC7">
    <w:pPr>
      <w:pStyle w:val="Encabezado"/>
      <w:tabs>
        <w:tab w:val="clear" w:pos="4252"/>
        <w:tab w:val="clear" w:pos="8504"/>
        <w:tab w:val="left" w:pos="142"/>
        <w:tab w:val="left" w:pos="8370"/>
      </w:tabs>
      <w:rPr>
        <w:rFonts w:ascii="Agency FB" w:hAnsi="Agency F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E63A3" w14:textId="77777777" w:rsidR="00B00F15" w:rsidRDefault="00B00F1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37F76"/>
    <w:multiLevelType w:val="hybridMultilevel"/>
    <w:tmpl w:val="72464C2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A5C0F"/>
    <w:multiLevelType w:val="hybridMultilevel"/>
    <w:tmpl w:val="FDD6BB4C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94CE9"/>
    <w:multiLevelType w:val="hybridMultilevel"/>
    <w:tmpl w:val="9BAC88A8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CE1695"/>
    <w:multiLevelType w:val="hybridMultilevel"/>
    <w:tmpl w:val="FD64970A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B139FF"/>
    <w:multiLevelType w:val="hybridMultilevel"/>
    <w:tmpl w:val="3D1CE710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0A7F04"/>
    <w:multiLevelType w:val="hybridMultilevel"/>
    <w:tmpl w:val="0F547E26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2106691">
    <w:abstractNumId w:val="4"/>
  </w:num>
  <w:num w:numId="2" w16cid:durableId="308097329">
    <w:abstractNumId w:val="1"/>
  </w:num>
  <w:num w:numId="3" w16cid:durableId="775950190">
    <w:abstractNumId w:val="5"/>
  </w:num>
  <w:num w:numId="4" w16cid:durableId="1798137630">
    <w:abstractNumId w:val="2"/>
  </w:num>
  <w:num w:numId="5" w16cid:durableId="804082419">
    <w:abstractNumId w:val="3"/>
  </w:num>
  <w:num w:numId="6" w16cid:durableId="1821919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CC7"/>
    <w:rsid w:val="000023B6"/>
    <w:rsid w:val="00005B83"/>
    <w:rsid w:val="0001122C"/>
    <w:rsid w:val="000124B8"/>
    <w:rsid w:val="000215EA"/>
    <w:rsid w:val="00024D84"/>
    <w:rsid w:val="00025FA7"/>
    <w:rsid w:val="0002731D"/>
    <w:rsid w:val="00030EA0"/>
    <w:rsid w:val="000322CB"/>
    <w:rsid w:val="0003499D"/>
    <w:rsid w:val="000456E4"/>
    <w:rsid w:val="00046A18"/>
    <w:rsid w:val="00060232"/>
    <w:rsid w:val="0006444B"/>
    <w:rsid w:val="00064B4E"/>
    <w:rsid w:val="00076DA8"/>
    <w:rsid w:val="00084525"/>
    <w:rsid w:val="0009065C"/>
    <w:rsid w:val="00091804"/>
    <w:rsid w:val="000965B8"/>
    <w:rsid w:val="00097F56"/>
    <w:rsid w:val="000A07BE"/>
    <w:rsid w:val="000B667A"/>
    <w:rsid w:val="000C03C4"/>
    <w:rsid w:val="000C136A"/>
    <w:rsid w:val="000C342A"/>
    <w:rsid w:val="000C34E3"/>
    <w:rsid w:val="000D5D5A"/>
    <w:rsid w:val="000E3337"/>
    <w:rsid w:val="000F439D"/>
    <w:rsid w:val="001103E7"/>
    <w:rsid w:val="0011527E"/>
    <w:rsid w:val="00116B00"/>
    <w:rsid w:val="00130099"/>
    <w:rsid w:val="001338A3"/>
    <w:rsid w:val="0013677A"/>
    <w:rsid w:val="001367C0"/>
    <w:rsid w:val="00137A56"/>
    <w:rsid w:val="00140DF9"/>
    <w:rsid w:val="00146EEC"/>
    <w:rsid w:val="00152CED"/>
    <w:rsid w:val="001651B4"/>
    <w:rsid w:val="00171DBF"/>
    <w:rsid w:val="00176AE6"/>
    <w:rsid w:val="00177FB4"/>
    <w:rsid w:val="00184E1C"/>
    <w:rsid w:val="001859D8"/>
    <w:rsid w:val="00187D57"/>
    <w:rsid w:val="00196980"/>
    <w:rsid w:val="001A0BDD"/>
    <w:rsid w:val="001B386A"/>
    <w:rsid w:val="001B7E53"/>
    <w:rsid w:val="001C7BFF"/>
    <w:rsid w:val="001D0408"/>
    <w:rsid w:val="001D44F7"/>
    <w:rsid w:val="001E080D"/>
    <w:rsid w:val="001E386A"/>
    <w:rsid w:val="0020128E"/>
    <w:rsid w:val="00202179"/>
    <w:rsid w:val="00210440"/>
    <w:rsid w:val="0021115F"/>
    <w:rsid w:val="0021722E"/>
    <w:rsid w:val="0021797A"/>
    <w:rsid w:val="00220C85"/>
    <w:rsid w:val="00221367"/>
    <w:rsid w:val="00224091"/>
    <w:rsid w:val="00234A94"/>
    <w:rsid w:val="00240C33"/>
    <w:rsid w:val="00256B88"/>
    <w:rsid w:val="002628A5"/>
    <w:rsid w:val="002903ED"/>
    <w:rsid w:val="002965C7"/>
    <w:rsid w:val="002D1C73"/>
    <w:rsid w:val="002E0F3F"/>
    <w:rsid w:val="002E71DC"/>
    <w:rsid w:val="002E73F6"/>
    <w:rsid w:val="002F45C1"/>
    <w:rsid w:val="002F5DAB"/>
    <w:rsid w:val="00300EF2"/>
    <w:rsid w:val="003116AA"/>
    <w:rsid w:val="00311B64"/>
    <w:rsid w:val="00311DAA"/>
    <w:rsid w:val="0033165E"/>
    <w:rsid w:val="00334E26"/>
    <w:rsid w:val="00337D96"/>
    <w:rsid w:val="003464A6"/>
    <w:rsid w:val="00363D7C"/>
    <w:rsid w:val="0037130C"/>
    <w:rsid w:val="00373987"/>
    <w:rsid w:val="00380103"/>
    <w:rsid w:val="00380318"/>
    <w:rsid w:val="003830C3"/>
    <w:rsid w:val="003A6F42"/>
    <w:rsid w:val="003B5138"/>
    <w:rsid w:val="003C637B"/>
    <w:rsid w:val="003C7BD0"/>
    <w:rsid w:val="003D1C6D"/>
    <w:rsid w:val="003D44D6"/>
    <w:rsid w:val="003E31B9"/>
    <w:rsid w:val="003E36D8"/>
    <w:rsid w:val="00412255"/>
    <w:rsid w:val="00413F08"/>
    <w:rsid w:val="0041580F"/>
    <w:rsid w:val="00422899"/>
    <w:rsid w:val="00430E9C"/>
    <w:rsid w:val="004349E0"/>
    <w:rsid w:val="00443742"/>
    <w:rsid w:val="00452DC3"/>
    <w:rsid w:val="00460F68"/>
    <w:rsid w:val="00462FE9"/>
    <w:rsid w:val="00476777"/>
    <w:rsid w:val="00485C18"/>
    <w:rsid w:val="0048704C"/>
    <w:rsid w:val="00492E44"/>
    <w:rsid w:val="004A3D93"/>
    <w:rsid w:val="004A532F"/>
    <w:rsid w:val="004B500C"/>
    <w:rsid w:val="004B597D"/>
    <w:rsid w:val="004C0627"/>
    <w:rsid w:val="004C1DA3"/>
    <w:rsid w:val="004D0492"/>
    <w:rsid w:val="004F7C70"/>
    <w:rsid w:val="005045C4"/>
    <w:rsid w:val="00523A68"/>
    <w:rsid w:val="0053292C"/>
    <w:rsid w:val="00533F4D"/>
    <w:rsid w:val="00535C2A"/>
    <w:rsid w:val="005444D9"/>
    <w:rsid w:val="00551208"/>
    <w:rsid w:val="00552E9C"/>
    <w:rsid w:val="005552B5"/>
    <w:rsid w:val="00560BBE"/>
    <w:rsid w:val="00570D06"/>
    <w:rsid w:val="00573AC4"/>
    <w:rsid w:val="00575E1F"/>
    <w:rsid w:val="00581653"/>
    <w:rsid w:val="005A25F3"/>
    <w:rsid w:val="005B671A"/>
    <w:rsid w:val="005D7985"/>
    <w:rsid w:val="005E4D86"/>
    <w:rsid w:val="005E6288"/>
    <w:rsid w:val="005F21D7"/>
    <w:rsid w:val="005F2882"/>
    <w:rsid w:val="005F5267"/>
    <w:rsid w:val="005F6D11"/>
    <w:rsid w:val="00606E6F"/>
    <w:rsid w:val="00607040"/>
    <w:rsid w:val="00611255"/>
    <w:rsid w:val="00613FC4"/>
    <w:rsid w:val="0061644E"/>
    <w:rsid w:val="00621CA8"/>
    <w:rsid w:val="00626F0C"/>
    <w:rsid w:val="00630FB1"/>
    <w:rsid w:val="0064158F"/>
    <w:rsid w:val="00642748"/>
    <w:rsid w:val="00657762"/>
    <w:rsid w:val="00661D23"/>
    <w:rsid w:val="00673636"/>
    <w:rsid w:val="00675095"/>
    <w:rsid w:val="00681C88"/>
    <w:rsid w:val="00683BFD"/>
    <w:rsid w:val="00684FD1"/>
    <w:rsid w:val="00691910"/>
    <w:rsid w:val="00696B73"/>
    <w:rsid w:val="006A1211"/>
    <w:rsid w:val="006B4B18"/>
    <w:rsid w:val="006C1720"/>
    <w:rsid w:val="006C2E02"/>
    <w:rsid w:val="006C403D"/>
    <w:rsid w:val="006C6DCF"/>
    <w:rsid w:val="006D2D3E"/>
    <w:rsid w:val="006E2A67"/>
    <w:rsid w:val="006F5B51"/>
    <w:rsid w:val="00703564"/>
    <w:rsid w:val="00712D12"/>
    <w:rsid w:val="00712D1F"/>
    <w:rsid w:val="0071691B"/>
    <w:rsid w:val="007256FA"/>
    <w:rsid w:val="00727DB4"/>
    <w:rsid w:val="007367BB"/>
    <w:rsid w:val="00740523"/>
    <w:rsid w:val="00751F47"/>
    <w:rsid w:val="00763E92"/>
    <w:rsid w:val="00774F1F"/>
    <w:rsid w:val="0077567D"/>
    <w:rsid w:val="0078048A"/>
    <w:rsid w:val="00782537"/>
    <w:rsid w:val="00790EAA"/>
    <w:rsid w:val="00794EB9"/>
    <w:rsid w:val="00796742"/>
    <w:rsid w:val="0079691B"/>
    <w:rsid w:val="007B413A"/>
    <w:rsid w:val="007B6FF9"/>
    <w:rsid w:val="007C6B12"/>
    <w:rsid w:val="007E5BAC"/>
    <w:rsid w:val="00800354"/>
    <w:rsid w:val="008072AF"/>
    <w:rsid w:val="008177FE"/>
    <w:rsid w:val="008309A2"/>
    <w:rsid w:val="00854DC1"/>
    <w:rsid w:val="00855465"/>
    <w:rsid w:val="008706A4"/>
    <w:rsid w:val="00870C11"/>
    <w:rsid w:val="00877548"/>
    <w:rsid w:val="00877622"/>
    <w:rsid w:val="00882426"/>
    <w:rsid w:val="00882C4D"/>
    <w:rsid w:val="00884516"/>
    <w:rsid w:val="00893DB5"/>
    <w:rsid w:val="008A37C3"/>
    <w:rsid w:val="008C777D"/>
    <w:rsid w:val="008D1762"/>
    <w:rsid w:val="008D20B8"/>
    <w:rsid w:val="008F03DC"/>
    <w:rsid w:val="008F226B"/>
    <w:rsid w:val="008F6824"/>
    <w:rsid w:val="009238C4"/>
    <w:rsid w:val="00924F8D"/>
    <w:rsid w:val="009368E1"/>
    <w:rsid w:val="00942E96"/>
    <w:rsid w:val="00947D77"/>
    <w:rsid w:val="00964EE1"/>
    <w:rsid w:val="00972824"/>
    <w:rsid w:val="00975310"/>
    <w:rsid w:val="0098228C"/>
    <w:rsid w:val="00994E6A"/>
    <w:rsid w:val="009A3A23"/>
    <w:rsid w:val="009B0E42"/>
    <w:rsid w:val="009B1707"/>
    <w:rsid w:val="009C595B"/>
    <w:rsid w:val="009D61BE"/>
    <w:rsid w:val="009E022B"/>
    <w:rsid w:val="009E2465"/>
    <w:rsid w:val="009E29AE"/>
    <w:rsid w:val="009E3ED4"/>
    <w:rsid w:val="009F2970"/>
    <w:rsid w:val="00A00379"/>
    <w:rsid w:val="00A005B7"/>
    <w:rsid w:val="00A11A91"/>
    <w:rsid w:val="00A158F4"/>
    <w:rsid w:val="00A24DDF"/>
    <w:rsid w:val="00A24F7A"/>
    <w:rsid w:val="00A27694"/>
    <w:rsid w:val="00A33A76"/>
    <w:rsid w:val="00A35F93"/>
    <w:rsid w:val="00A429D5"/>
    <w:rsid w:val="00A46322"/>
    <w:rsid w:val="00A676C5"/>
    <w:rsid w:val="00A75292"/>
    <w:rsid w:val="00A75E3D"/>
    <w:rsid w:val="00A946C9"/>
    <w:rsid w:val="00A96081"/>
    <w:rsid w:val="00AA0ADC"/>
    <w:rsid w:val="00AB1ED4"/>
    <w:rsid w:val="00AB3B25"/>
    <w:rsid w:val="00AB7979"/>
    <w:rsid w:val="00AC0495"/>
    <w:rsid w:val="00AC26AE"/>
    <w:rsid w:val="00AD51EE"/>
    <w:rsid w:val="00AF23C5"/>
    <w:rsid w:val="00AF2CE0"/>
    <w:rsid w:val="00AF42D0"/>
    <w:rsid w:val="00B00F15"/>
    <w:rsid w:val="00B04D2C"/>
    <w:rsid w:val="00B06CC7"/>
    <w:rsid w:val="00B40666"/>
    <w:rsid w:val="00B40987"/>
    <w:rsid w:val="00B479D9"/>
    <w:rsid w:val="00B5275A"/>
    <w:rsid w:val="00B56756"/>
    <w:rsid w:val="00B569DD"/>
    <w:rsid w:val="00B62539"/>
    <w:rsid w:val="00B74DED"/>
    <w:rsid w:val="00B80160"/>
    <w:rsid w:val="00B82A25"/>
    <w:rsid w:val="00B83C17"/>
    <w:rsid w:val="00B86F72"/>
    <w:rsid w:val="00B9139C"/>
    <w:rsid w:val="00B93D8C"/>
    <w:rsid w:val="00BA7920"/>
    <w:rsid w:val="00BB2B20"/>
    <w:rsid w:val="00BB3117"/>
    <w:rsid w:val="00BB62CD"/>
    <w:rsid w:val="00BD4820"/>
    <w:rsid w:val="00BD67BE"/>
    <w:rsid w:val="00BE0A2F"/>
    <w:rsid w:val="00BE16E7"/>
    <w:rsid w:val="00BE1F0F"/>
    <w:rsid w:val="00BF7F62"/>
    <w:rsid w:val="00C0044E"/>
    <w:rsid w:val="00C01058"/>
    <w:rsid w:val="00C03DC9"/>
    <w:rsid w:val="00C108A6"/>
    <w:rsid w:val="00C10B39"/>
    <w:rsid w:val="00C726FF"/>
    <w:rsid w:val="00C74C35"/>
    <w:rsid w:val="00C756DC"/>
    <w:rsid w:val="00C842FC"/>
    <w:rsid w:val="00C8764C"/>
    <w:rsid w:val="00CA7E64"/>
    <w:rsid w:val="00CC6560"/>
    <w:rsid w:val="00CC6F16"/>
    <w:rsid w:val="00CD755F"/>
    <w:rsid w:val="00CE6AC0"/>
    <w:rsid w:val="00CF12B1"/>
    <w:rsid w:val="00D077FC"/>
    <w:rsid w:val="00D10D39"/>
    <w:rsid w:val="00D15841"/>
    <w:rsid w:val="00D276D5"/>
    <w:rsid w:val="00D55F89"/>
    <w:rsid w:val="00D60DFC"/>
    <w:rsid w:val="00D76FFC"/>
    <w:rsid w:val="00D81CB3"/>
    <w:rsid w:val="00D93489"/>
    <w:rsid w:val="00DB41E2"/>
    <w:rsid w:val="00DE34E1"/>
    <w:rsid w:val="00DE71DA"/>
    <w:rsid w:val="00DF25DF"/>
    <w:rsid w:val="00E10674"/>
    <w:rsid w:val="00E24CEA"/>
    <w:rsid w:val="00E339E0"/>
    <w:rsid w:val="00E37F49"/>
    <w:rsid w:val="00E51F6C"/>
    <w:rsid w:val="00E63D18"/>
    <w:rsid w:val="00E711C7"/>
    <w:rsid w:val="00E73544"/>
    <w:rsid w:val="00E75DD2"/>
    <w:rsid w:val="00E8327B"/>
    <w:rsid w:val="00E90729"/>
    <w:rsid w:val="00E93834"/>
    <w:rsid w:val="00E94E40"/>
    <w:rsid w:val="00EB088A"/>
    <w:rsid w:val="00EB490D"/>
    <w:rsid w:val="00EC035E"/>
    <w:rsid w:val="00ED7FDD"/>
    <w:rsid w:val="00EE24D4"/>
    <w:rsid w:val="00EE40B4"/>
    <w:rsid w:val="00F003D1"/>
    <w:rsid w:val="00F00BF2"/>
    <w:rsid w:val="00F01B5D"/>
    <w:rsid w:val="00F07A0B"/>
    <w:rsid w:val="00F23147"/>
    <w:rsid w:val="00F32845"/>
    <w:rsid w:val="00F34389"/>
    <w:rsid w:val="00F3636B"/>
    <w:rsid w:val="00F45C33"/>
    <w:rsid w:val="00F518C9"/>
    <w:rsid w:val="00F56E8E"/>
    <w:rsid w:val="00F678AE"/>
    <w:rsid w:val="00FA0AEE"/>
    <w:rsid w:val="00FA3677"/>
    <w:rsid w:val="00FA3D3A"/>
    <w:rsid w:val="00FB7414"/>
    <w:rsid w:val="00FB773D"/>
    <w:rsid w:val="00FD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2B4C3764"/>
  <w15:docId w15:val="{D410E9B9-3DB6-4FE1-A758-E0421FE3E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HN" w:eastAsia="es-H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6CC7"/>
    <w:rPr>
      <w:rFonts w:ascii="Calibri" w:eastAsia="Calibri" w:hAnsi="Calibri" w:cs="Times New Roman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367C0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EncabezadoCar">
    <w:name w:val="Encabezado Car"/>
    <w:basedOn w:val="Fuentedeprrafopredeter"/>
    <w:link w:val="Encabezado"/>
    <w:uiPriority w:val="99"/>
    <w:rsid w:val="001367C0"/>
  </w:style>
  <w:style w:type="paragraph" w:styleId="Piedepgina">
    <w:name w:val="footer"/>
    <w:basedOn w:val="Normal"/>
    <w:link w:val="PiedepginaCar"/>
    <w:unhideWhenUsed/>
    <w:rsid w:val="001367C0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367C0"/>
  </w:style>
  <w:style w:type="paragraph" w:styleId="Textodeglobo">
    <w:name w:val="Balloon Text"/>
    <w:basedOn w:val="Normal"/>
    <w:link w:val="TextodegloboCar"/>
    <w:uiPriority w:val="99"/>
    <w:semiHidden/>
    <w:unhideWhenUsed/>
    <w:rsid w:val="001367C0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67C0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727DB4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727DB4"/>
    <w:pPr>
      <w:spacing w:after="0" w:line="240" w:lineRule="auto"/>
    </w:pPr>
    <w:rPr>
      <w:lang w:val="es-MX" w:eastAsia="es-MX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inespaciado">
    <w:name w:val="No Spacing"/>
    <w:link w:val="SinespaciadoCar"/>
    <w:uiPriority w:val="1"/>
    <w:qFormat/>
    <w:rsid w:val="005552B5"/>
    <w:pPr>
      <w:spacing w:after="0" w:line="240" w:lineRule="auto"/>
    </w:pPr>
    <w:rPr>
      <w:lang w:val="es-MX" w:eastAsia="es-MX"/>
    </w:rPr>
  </w:style>
  <w:style w:type="character" w:customStyle="1" w:styleId="negro2121">
    <w:name w:val="negro2_121"/>
    <w:basedOn w:val="Fuentedeprrafopredeter"/>
    <w:rsid w:val="005552B5"/>
    <w:rPr>
      <w:rFonts w:ascii="Arial" w:hAnsi="Arial" w:cs="Arial" w:hint="default"/>
      <w:strike w:val="0"/>
      <w:dstrike w:val="0"/>
      <w:color w:val="231F20"/>
      <w:sz w:val="14"/>
      <w:szCs w:val="14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9E29AE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val="es-HN" w:eastAsia="es-HN"/>
    </w:rPr>
  </w:style>
  <w:style w:type="paragraph" w:styleId="Prrafodelista">
    <w:name w:val="List Paragraph"/>
    <w:basedOn w:val="Normal"/>
    <w:uiPriority w:val="34"/>
    <w:qFormat/>
    <w:rsid w:val="00A75292"/>
    <w:pPr>
      <w:ind w:left="720"/>
      <w:contextualSpacing/>
    </w:pPr>
    <w:rPr>
      <w:rFonts w:asciiTheme="minorHAnsi" w:eastAsiaTheme="minorEastAsia" w:hAnsiTheme="minorHAnsi" w:cstheme="minorBidi"/>
      <w:lang w:val="es-HN" w:eastAsia="es-HN"/>
    </w:rPr>
  </w:style>
  <w:style w:type="paragraph" w:styleId="Textosinformato">
    <w:name w:val="Plain Text"/>
    <w:basedOn w:val="Normal"/>
    <w:link w:val="TextosinformatoCar"/>
    <w:uiPriority w:val="99"/>
    <w:unhideWhenUsed/>
    <w:rsid w:val="0002731D"/>
    <w:pPr>
      <w:spacing w:after="0" w:line="240" w:lineRule="auto"/>
    </w:pPr>
    <w:rPr>
      <w:rFonts w:ascii="Consolas" w:eastAsiaTheme="minorHAnsi" w:hAnsi="Consolas" w:cstheme="minorBidi"/>
      <w:sz w:val="21"/>
      <w:szCs w:val="21"/>
      <w:lang w:val="es-ES_tradnl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02731D"/>
    <w:rPr>
      <w:rFonts w:ascii="Consolas" w:eastAsiaTheme="minorHAnsi" w:hAnsi="Consolas"/>
      <w:sz w:val="21"/>
      <w:szCs w:val="21"/>
      <w:lang w:val="es-ES_tradnl" w:eastAsia="en-US"/>
    </w:rPr>
  </w:style>
  <w:style w:type="paragraph" w:styleId="Textoindependiente3">
    <w:name w:val="Body Text 3"/>
    <w:basedOn w:val="Normal"/>
    <w:link w:val="Textoindependiente3Car"/>
    <w:unhideWhenUsed/>
    <w:rsid w:val="0002731D"/>
    <w:pPr>
      <w:spacing w:after="0" w:line="240" w:lineRule="auto"/>
      <w:jc w:val="center"/>
    </w:pPr>
    <w:rPr>
      <w:rFonts w:ascii="Comic Sans MS" w:eastAsia="MS Mincho" w:hAnsi="Comic Sans MS"/>
      <w:sz w:val="32"/>
      <w:szCs w:val="20"/>
      <w:lang w:val="en-U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02731D"/>
    <w:rPr>
      <w:rFonts w:ascii="Comic Sans MS" w:eastAsia="MS Mincho" w:hAnsi="Comic Sans MS" w:cs="Times New Roman"/>
      <w:sz w:val="32"/>
      <w:szCs w:val="20"/>
      <w:lang w:val="en-US" w:eastAsia="es-ES"/>
    </w:rPr>
  </w:style>
  <w:style w:type="character" w:customStyle="1" w:styleId="SinespaciadoCar">
    <w:name w:val="Sin espaciado Car"/>
    <w:link w:val="Sinespaciado"/>
    <w:uiPriority w:val="1"/>
    <w:rsid w:val="00B06CC7"/>
    <w:rPr>
      <w:lang w:val="es-MX" w:eastAsia="es-MX"/>
    </w:rPr>
  </w:style>
  <w:style w:type="paragraph" w:customStyle="1" w:styleId="TableContents">
    <w:name w:val="Table Contents"/>
    <w:basedOn w:val="Normal"/>
    <w:qFormat/>
    <w:rsid w:val="00B00F15"/>
    <w:pPr>
      <w:widowControl w:val="0"/>
      <w:suppressLineNumbers/>
      <w:spacing w:after="0" w:line="240" w:lineRule="auto"/>
      <w:jc w:val="both"/>
    </w:pPr>
    <w:rPr>
      <w:rFonts w:ascii="Arial" w:eastAsia="WenQuanYi Micro Hei" w:hAnsi="Arial" w:cs="Lohit Hindi"/>
      <w:szCs w:val="24"/>
      <w:lang w:val="es-HN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45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uario\Documents\Plantillas%20personalizadas%20de%20Office\Plantilla%20Membretes%20IUDPA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3FC53C8-05DA-46A1-A2B2-CC69BF150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Membretes IUDPAS</Template>
  <TotalTime>70</TotalTime>
  <Pages>1</Pages>
  <Words>84</Words>
  <Characters>465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UNAH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EMILSON OMAR ACOSTA GIRON</cp:lastModifiedBy>
  <cp:revision>22</cp:revision>
  <cp:lastPrinted>2019-06-24T21:03:00Z</cp:lastPrinted>
  <dcterms:created xsi:type="dcterms:W3CDTF">2019-06-24T20:24:00Z</dcterms:created>
  <dcterms:modified xsi:type="dcterms:W3CDTF">2024-09-24T17:41:00Z</dcterms:modified>
</cp:coreProperties>
</file>